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5E9EB" w14:textId="6E8D7F82" w:rsidR="00CE1BC5" w:rsidRPr="00A62418" w:rsidRDefault="002D049F" w:rsidP="00A62418">
      <w:pPr>
        <w:spacing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Table </w:t>
      </w:r>
      <w:r w:rsidR="006065E9">
        <w:rPr>
          <w:rFonts w:ascii="Arial" w:hAnsi="Arial" w:cs="Arial"/>
          <w:b/>
          <w:bCs/>
        </w:rPr>
        <w:t>1</w:t>
      </w:r>
      <w:r w:rsidR="00CE1BC5" w:rsidRPr="00A62418">
        <w:rPr>
          <w:rFonts w:ascii="Arial" w:hAnsi="Arial" w:cs="Arial"/>
          <w:b/>
          <w:bCs/>
        </w:rPr>
        <w:t>. The association</w:t>
      </w:r>
      <w:r w:rsidR="00727FC9">
        <w:rPr>
          <w:rFonts w:ascii="Arial" w:hAnsi="Arial" w:cs="Arial"/>
          <w:b/>
          <w:bCs/>
        </w:rPr>
        <w:t>s</w:t>
      </w:r>
      <w:r w:rsidR="00CE1BC5" w:rsidRPr="00A62418">
        <w:rPr>
          <w:rFonts w:ascii="Arial" w:hAnsi="Arial" w:cs="Arial"/>
          <w:b/>
          <w:bCs/>
        </w:rPr>
        <w:t xml:space="preserve"> between  periconceptional </w:t>
      </w:r>
      <w:r w:rsidR="00C66011">
        <w:rPr>
          <w:rFonts w:ascii="Arial" w:hAnsi="Arial" w:cs="Arial"/>
          <w:b/>
          <w:bCs/>
        </w:rPr>
        <w:t xml:space="preserve">maternal </w:t>
      </w:r>
      <w:r w:rsidR="00CE1BC5" w:rsidRPr="00A62418">
        <w:rPr>
          <w:rFonts w:ascii="Arial" w:hAnsi="Arial" w:cs="Arial"/>
          <w:b/>
          <w:bCs/>
        </w:rPr>
        <w:t xml:space="preserve">ultra-processed food consumption and virtual </w:t>
      </w:r>
      <w:r w:rsidR="00C961E1">
        <w:rPr>
          <w:rFonts w:ascii="Arial" w:hAnsi="Arial" w:cs="Arial"/>
          <w:b/>
          <w:bCs/>
        </w:rPr>
        <w:t xml:space="preserve">reality </w:t>
      </w:r>
      <w:r w:rsidR="00CE1BC5" w:rsidRPr="00A62418">
        <w:rPr>
          <w:rFonts w:ascii="Arial" w:hAnsi="Arial" w:cs="Arial"/>
          <w:b/>
          <w:bCs/>
        </w:rPr>
        <w:t>imaging markers of first-trimester utero-placental vascular development (n=9</w:t>
      </w:r>
      <w:r w:rsidR="000A6216" w:rsidRPr="00A62418">
        <w:rPr>
          <w:rFonts w:ascii="Arial" w:hAnsi="Arial" w:cs="Arial"/>
          <w:b/>
          <w:bCs/>
        </w:rPr>
        <w:t>3</w:t>
      </w:r>
      <w:r w:rsidR="0018693C">
        <w:rPr>
          <w:rFonts w:ascii="Arial" w:hAnsi="Arial" w:cs="Arial"/>
          <w:b/>
          <w:bCs/>
        </w:rPr>
        <w:t>)</w:t>
      </w:r>
    </w:p>
    <w:tbl>
      <w:tblPr>
        <w:tblStyle w:val="TableGrid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"/>
        <w:gridCol w:w="3016"/>
        <w:gridCol w:w="1134"/>
        <w:gridCol w:w="1417"/>
        <w:gridCol w:w="992"/>
        <w:gridCol w:w="1134"/>
        <w:gridCol w:w="1418"/>
        <w:gridCol w:w="1134"/>
        <w:gridCol w:w="1134"/>
        <w:gridCol w:w="1417"/>
        <w:gridCol w:w="993"/>
      </w:tblGrid>
      <w:tr w:rsidR="0086211D" w:rsidRPr="001C6FBC" w14:paraId="1E4A856D" w14:textId="77777777" w:rsidTr="0086211D">
        <w:tc>
          <w:tcPr>
            <w:tcW w:w="3261" w:type="dxa"/>
            <w:gridSpan w:val="2"/>
            <w:tcBorders>
              <w:top w:val="single" w:sz="18" w:space="0" w:color="auto"/>
            </w:tcBorders>
          </w:tcPr>
          <w:p w14:paraId="17DB8D3A" w14:textId="77777777" w:rsidR="00CE1BC5" w:rsidRPr="001C6FBC" w:rsidRDefault="00CE1BC5" w:rsidP="000F59E5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43" w:type="dxa"/>
            <w:gridSpan w:val="3"/>
            <w:tcBorders>
              <w:top w:val="single" w:sz="18" w:space="0" w:color="auto"/>
              <w:right w:val="single" w:sz="8" w:space="0" w:color="auto"/>
            </w:tcBorders>
          </w:tcPr>
          <w:p w14:paraId="5CC5AE08" w14:textId="732985FB" w:rsidR="00CE1BC5" w:rsidRPr="001C6FBC" w:rsidRDefault="00CB01FD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Model 1</w:t>
            </w:r>
          </w:p>
        </w:tc>
        <w:tc>
          <w:tcPr>
            <w:tcW w:w="3686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14:paraId="26B25016" w14:textId="1853E70E" w:rsidR="00CE1BC5" w:rsidRPr="001C6FBC" w:rsidRDefault="00CB01FD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Model 2</w:t>
            </w:r>
          </w:p>
        </w:tc>
        <w:tc>
          <w:tcPr>
            <w:tcW w:w="3544" w:type="dxa"/>
            <w:gridSpan w:val="3"/>
            <w:tcBorders>
              <w:top w:val="single" w:sz="18" w:space="0" w:color="auto"/>
              <w:left w:val="single" w:sz="8" w:space="0" w:color="auto"/>
            </w:tcBorders>
          </w:tcPr>
          <w:p w14:paraId="07889861" w14:textId="1DF7CDE9" w:rsidR="00CE1BC5" w:rsidRPr="001C6FBC" w:rsidRDefault="00CB01FD" w:rsidP="0086211D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Model 3</w:t>
            </w:r>
          </w:p>
        </w:tc>
      </w:tr>
      <w:tr w:rsidR="00CE1BC5" w:rsidRPr="001C6FBC" w14:paraId="35DB6C8D" w14:textId="77777777" w:rsidTr="0086211D">
        <w:tc>
          <w:tcPr>
            <w:tcW w:w="3261" w:type="dxa"/>
            <w:gridSpan w:val="2"/>
            <w:tcBorders>
              <w:bottom w:val="single" w:sz="8" w:space="0" w:color="auto"/>
            </w:tcBorders>
          </w:tcPr>
          <w:p w14:paraId="2BED6550" w14:textId="77777777" w:rsidR="00CE1BC5" w:rsidRPr="001C6FBC" w:rsidRDefault="00CE1BC5" w:rsidP="000F59E5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14:paraId="4D54892D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Effect size</w:t>
            </w: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14:paraId="3F1F5864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95% CI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</w:tcPr>
          <w:p w14:paraId="308ED463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p-value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</w:tcBorders>
          </w:tcPr>
          <w:p w14:paraId="7276AE8E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Effect size</w:t>
            </w:r>
          </w:p>
        </w:tc>
        <w:tc>
          <w:tcPr>
            <w:tcW w:w="1418" w:type="dxa"/>
            <w:tcBorders>
              <w:bottom w:val="single" w:sz="8" w:space="0" w:color="auto"/>
            </w:tcBorders>
          </w:tcPr>
          <w:p w14:paraId="4E13808F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95% CI</w:t>
            </w:r>
          </w:p>
        </w:tc>
        <w:tc>
          <w:tcPr>
            <w:tcW w:w="1134" w:type="dxa"/>
            <w:tcBorders>
              <w:bottom w:val="single" w:sz="8" w:space="0" w:color="auto"/>
              <w:right w:val="single" w:sz="8" w:space="0" w:color="auto"/>
            </w:tcBorders>
          </w:tcPr>
          <w:p w14:paraId="5D37DB45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p-value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</w:tcBorders>
          </w:tcPr>
          <w:p w14:paraId="42E3C06E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Effect size</w:t>
            </w: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14:paraId="365A180C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95% CI</w:t>
            </w: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14:paraId="39596744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p-value</w:t>
            </w:r>
          </w:p>
        </w:tc>
      </w:tr>
      <w:tr w:rsidR="00CE1BC5" w:rsidRPr="001C6FBC" w14:paraId="6F5D535E" w14:textId="77777777" w:rsidTr="000F59E5">
        <w:tc>
          <w:tcPr>
            <w:tcW w:w="3261" w:type="dxa"/>
            <w:gridSpan w:val="2"/>
            <w:tcBorders>
              <w:top w:val="single" w:sz="8" w:space="0" w:color="auto"/>
            </w:tcBorders>
          </w:tcPr>
          <w:p w14:paraId="3DE036B0" w14:textId="77777777" w:rsidR="00CE1BC5" w:rsidRPr="001C6FBC" w:rsidRDefault="00CE1BC5" w:rsidP="000F59E5">
            <w:pPr>
              <w:pStyle w:val="NoSpacing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sz w:val="19"/>
                <w:szCs w:val="19"/>
              </w:rPr>
              <w:t>PEI-UPF (for each 10% increase)</w:t>
            </w:r>
          </w:p>
        </w:tc>
        <w:tc>
          <w:tcPr>
            <w:tcW w:w="1134" w:type="dxa"/>
            <w:tcBorders>
              <w:top w:val="single" w:sz="8" w:space="0" w:color="auto"/>
            </w:tcBorders>
          </w:tcPr>
          <w:p w14:paraId="5D9ED321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8" w:space="0" w:color="auto"/>
            </w:tcBorders>
          </w:tcPr>
          <w:p w14:paraId="311686FC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</w:tcPr>
          <w:p w14:paraId="48453DE6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</w:tcBorders>
          </w:tcPr>
          <w:p w14:paraId="23647DEB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8" w:space="0" w:color="auto"/>
            </w:tcBorders>
          </w:tcPr>
          <w:p w14:paraId="613F6049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8" w:space="0" w:color="auto"/>
              <w:right w:val="single" w:sz="8" w:space="0" w:color="auto"/>
            </w:tcBorders>
          </w:tcPr>
          <w:p w14:paraId="575DA809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</w:tcBorders>
          </w:tcPr>
          <w:p w14:paraId="3F04411A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8" w:space="0" w:color="auto"/>
            </w:tcBorders>
          </w:tcPr>
          <w:p w14:paraId="21426880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8" w:space="0" w:color="auto"/>
            </w:tcBorders>
          </w:tcPr>
          <w:p w14:paraId="0BAFB91D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E1BC5" w:rsidRPr="001C6FBC" w14:paraId="7B1C78E0" w14:textId="77777777" w:rsidTr="000F59E5">
        <w:tc>
          <w:tcPr>
            <w:tcW w:w="245" w:type="dxa"/>
          </w:tcPr>
          <w:p w14:paraId="6A542213" w14:textId="77777777" w:rsidR="00CE1BC5" w:rsidRPr="001C6FBC" w:rsidRDefault="00CE1BC5" w:rsidP="000F59E5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38AC2684" w14:textId="77777777" w:rsidR="00CE1BC5" w:rsidRPr="001C6FBC" w:rsidRDefault="00CE1BC5" w:rsidP="000F59E5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hAnsi="Cambria Math" w:cs="Arial"/>
                  <w:sz w:val="19"/>
                  <w:szCs w:val="19"/>
                </w:rPr>
                <m:t>∛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PV (cm</w:t>
            </w:r>
            <w:r w:rsidRPr="001C6FBC">
              <w:rPr>
                <w:rFonts w:ascii="Arial" w:eastAsiaTheme="minorEastAsia" w:hAnsi="Arial" w:cs="Arial"/>
                <w:sz w:val="19"/>
                <w:szCs w:val="19"/>
                <w:vertAlign w:val="superscript"/>
              </w:rPr>
              <w:t>3</w:t>
            </w:r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>)</w:t>
            </w:r>
          </w:p>
        </w:tc>
        <w:tc>
          <w:tcPr>
            <w:tcW w:w="1134" w:type="dxa"/>
          </w:tcPr>
          <w:p w14:paraId="3F4E7A35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-0.049</w:t>
            </w:r>
          </w:p>
        </w:tc>
        <w:tc>
          <w:tcPr>
            <w:tcW w:w="1417" w:type="dxa"/>
          </w:tcPr>
          <w:p w14:paraId="40B31E71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-0.110; 0.012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32A3B110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0.116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4CCC8EC0" w14:textId="2C226419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</w:t>
            </w:r>
            <w:r w:rsidR="000F59E5">
              <w:rPr>
                <w:rFonts w:ascii="Arial" w:hAnsi="Arial" w:cs="Arial"/>
                <w:sz w:val="19"/>
                <w:szCs w:val="19"/>
              </w:rPr>
              <w:t>41</w:t>
            </w:r>
          </w:p>
        </w:tc>
        <w:tc>
          <w:tcPr>
            <w:tcW w:w="1418" w:type="dxa"/>
          </w:tcPr>
          <w:p w14:paraId="5E8D30B8" w14:textId="15B54CCA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-0.1</w:t>
            </w:r>
            <w:r w:rsidR="000F59E5">
              <w:rPr>
                <w:rFonts w:ascii="Arial" w:hAnsi="Arial" w:cs="Arial"/>
                <w:sz w:val="19"/>
                <w:szCs w:val="19"/>
              </w:rPr>
              <w:t>20</w:t>
            </w:r>
            <w:r w:rsidRPr="001C6FBC">
              <w:rPr>
                <w:rFonts w:ascii="Arial" w:hAnsi="Arial" w:cs="Arial"/>
                <w:sz w:val="19"/>
                <w:szCs w:val="19"/>
              </w:rPr>
              <w:t>; 0.03</w:t>
            </w:r>
            <w:r w:rsidR="000F59E5">
              <w:rPr>
                <w:rFonts w:ascii="Arial" w:hAnsi="Arial" w:cs="Arial"/>
                <w:sz w:val="19"/>
                <w:szCs w:val="19"/>
              </w:rPr>
              <w:t>8</w:t>
            </w: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6992DBEE" w14:textId="1F9D5C5A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0.3</w:t>
            </w:r>
            <w:r w:rsidR="000F59E5">
              <w:rPr>
                <w:rFonts w:ascii="Arial" w:hAnsi="Arial" w:cs="Arial"/>
                <w:sz w:val="19"/>
                <w:szCs w:val="19"/>
              </w:rPr>
              <w:t>24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420C388A" w14:textId="60FECE13" w:rsidR="00CE1BC5" w:rsidRPr="001C6FBC" w:rsidRDefault="00CE1BC5" w:rsidP="00FA45A7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-0.06</w:t>
            </w:r>
            <w:r w:rsidR="00FA45A7"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1417" w:type="dxa"/>
          </w:tcPr>
          <w:p w14:paraId="69E1E25E" w14:textId="63BD6A1E" w:rsidR="00CE1BC5" w:rsidRPr="001C6FBC" w:rsidRDefault="00CE1BC5" w:rsidP="00FA45A7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-0.1</w:t>
            </w:r>
            <w:r w:rsidR="00FA45A7">
              <w:rPr>
                <w:rFonts w:ascii="Arial" w:hAnsi="Arial" w:cs="Arial"/>
                <w:sz w:val="19"/>
                <w:szCs w:val="19"/>
              </w:rPr>
              <w:t>60</w:t>
            </w:r>
            <w:r w:rsidRPr="001C6FBC">
              <w:rPr>
                <w:rFonts w:ascii="Arial" w:hAnsi="Arial" w:cs="Arial"/>
                <w:sz w:val="19"/>
                <w:szCs w:val="19"/>
              </w:rPr>
              <w:t>; 0.02</w:t>
            </w:r>
            <w:r w:rsidR="00FA45A7">
              <w:rPr>
                <w:rFonts w:ascii="Arial" w:hAnsi="Arial" w:cs="Arial"/>
                <w:sz w:val="19"/>
                <w:szCs w:val="19"/>
              </w:rPr>
              <w:t>8</w:t>
            </w:r>
          </w:p>
        </w:tc>
        <w:tc>
          <w:tcPr>
            <w:tcW w:w="993" w:type="dxa"/>
          </w:tcPr>
          <w:p w14:paraId="19B620FE" w14:textId="7B7D09FE" w:rsidR="00CE1BC5" w:rsidRPr="001C6FBC" w:rsidRDefault="00CE1BC5" w:rsidP="00FA45A7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0.1</w:t>
            </w:r>
            <w:r w:rsidR="00FA45A7">
              <w:rPr>
                <w:rFonts w:ascii="Arial" w:hAnsi="Arial" w:cs="Arial"/>
                <w:sz w:val="19"/>
                <w:szCs w:val="19"/>
              </w:rPr>
              <w:t>83</w:t>
            </w:r>
          </w:p>
        </w:tc>
      </w:tr>
      <w:tr w:rsidR="00CE1BC5" w:rsidRPr="001C6FBC" w14:paraId="0E0DAB50" w14:textId="77777777" w:rsidTr="000F59E5">
        <w:tc>
          <w:tcPr>
            <w:tcW w:w="245" w:type="dxa"/>
          </w:tcPr>
          <w:p w14:paraId="0E5629F5" w14:textId="77777777" w:rsidR="00CE1BC5" w:rsidRPr="001C6FBC" w:rsidRDefault="00CE1BC5" w:rsidP="000F59E5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1A9443CB" w14:textId="77777777" w:rsidR="00CE1BC5" w:rsidRPr="001C6FBC" w:rsidRDefault="00CE1BC5" w:rsidP="000F59E5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hAnsi="Cambria Math" w:cs="Arial"/>
                  <w:sz w:val="19"/>
                  <w:szCs w:val="19"/>
                </w:rPr>
                <m:t>∛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uPVV (cm</w:t>
            </w:r>
            <w:r w:rsidRPr="001C6FBC">
              <w:rPr>
                <w:rFonts w:ascii="Arial" w:eastAsiaTheme="minorEastAsia" w:hAnsi="Arial" w:cs="Arial"/>
                <w:sz w:val="19"/>
                <w:szCs w:val="19"/>
                <w:vertAlign w:val="superscript"/>
              </w:rPr>
              <w:t>3</w:t>
            </w:r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>)</w:t>
            </w:r>
          </w:p>
        </w:tc>
        <w:tc>
          <w:tcPr>
            <w:tcW w:w="1134" w:type="dxa"/>
          </w:tcPr>
          <w:p w14:paraId="44F98788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-0.007</w:t>
            </w:r>
          </w:p>
        </w:tc>
        <w:tc>
          <w:tcPr>
            <w:tcW w:w="1417" w:type="dxa"/>
          </w:tcPr>
          <w:p w14:paraId="33D13C81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-0.078; 0.064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7D0B015E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0.840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2A40718E" w14:textId="0B91AB69" w:rsidR="00CE1BC5" w:rsidRPr="001C6FBC" w:rsidRDefault="000F59E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E1BC5" w:rsidRPr="001C6FBC">
              <w:rPr>
                <w:rFonts w:ascii="Arial" w:hAnsi="Arial" w:cs="Arial"/>
                <w:sz w:val="19"/>
                <w:szCs w:val="19"/>
              </w:rPr>
              <w:t>0.0</w:t>
            </w:r>
            <w:r>
              <w:rPr>
                <w:rFonts w:ascii="Arial" w:hAnsi="Arial" w:cs="Arial"/>
                <w:sz w:val="19"/>
                <w:szCs w:val="19"/>
              </w:rPr>
              <w:t>20</w:t>
            </w:r>
          </w:p>
        </w:tc>
        <w:tc>
          <w:tcPr>
            <w:tcW w:w="1418" w:type="dxa"/>
          </w:tcPr>
          <w:p w14:paraId="0551188D" w14:textId="18F9F238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</w:t>
            </w:r>
            <w:r w:rsidR="000F59E5">
              <w:rPr>
                <w:rFonts w:ascii="Arial" w:hAnsi="Arial" w:cs="Arial"/>
                <w:sz w:val="19"/>
                <w:szCs w:val="19"/>
              </w:rPr>
              <w:t>68</w:t>
            </w:r>
            <w:r w:rsidRPr="001C6FBC">
              <w:rPr>
                <w:rFonts w:ascii="Arial" w:hAnsi="Arial" w:cs="Arial"/>
                <w:sz w:val="19"/>
                <w:szCs w:val="19"/>
              </w:rPr>
              <w:t>; 0.1</w:t>
            </w:r>
            <w:r w:rsidR="000F59E5">
              <w:rPr>
                <w:rFonts w:ascii="Arial" w:hAnsi="Arial" w:cs="Arial"/>
                <w:sz w:val="19"/>
                <w:szCs w:val="19"/>
              </w:rPr>
              <w:t>07</w:t>
            </w: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13278309" w14:textId="0315D317" w:rsidR="00CE1BC5" w:rsidRPr="001C6FBC" w:rsidRDefault="00CE1BC5" w:rsidP="00BB55DE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BB55DE">
              <w:rPr>
                <w:rFonts w:ascii="Arial" w:hAnsi="Arial" w:cs="Arial"/>
                <w:sz w:val="19"/>
                <w:szCs w:val="19"/>
              </w:rPr>
              <w:t>666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6DDAB161" w14:textId="1320172A" w:rsidR="00CE1BC5" w:rsidRPr="001C6FBC" w:rsidRDefault="00CE1BC5" w:rsidP="00B0256B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</w:t>
            </w:r>
            <w:r w:rsidR="00B0256B">
              <w:rPr>
                <w:rFonts w:ascii="Arial" w:hAnsi="Arial" w:cs="Arial"/>
                <w:sz w:val="19"/>
                <w:szCs w:val="19"/>
              </w:rPr>
              <w:t>16</w:t>
            </w:r>
          </w:p>
        </w:tc>
        <w:tc>
          <w:tcPr>
            <w:tcW w:w="1417" w:type="dxa"/>
          </w:tcPr>
          <w:p w14:paraId="79D3D085" w14:textId="0570D9FD" w:rsidR="00CE1BC5" w:rsidRPr="001C6FBC" w:rsidRDefault="00CE1BC5" w:rsidP="00FA45A7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-0.1</w:t>
            </w:r>
            <w:r w:rsidR="00FA45A7">
              <w:rPr>
                <w:rFonts w:ascii="Arial" w:hAnsi="Arial" w:cs="Arial"/>
                <w:sz w:val="19"/>
                <w:szCs w:val="19"/>
              </w:rPr>
              <w:t>18</w:t>
            </w:r>
            <w:r w:rsidRPr="001C6FBC">
              <w:rPr>
                <w:rFonts w:ascii="Arial" w:hAnsi="Arial" w:cs="Arial"/>
                <w:sz w:val="19"/>
                <w:szCs w:val="19"/>
              </w:rPr>
              <w:t>; 0.0</w:t>
            </w:r>
            <w:r w:rsidR="00FA45A7">
              <w:rPr>
                <w:rFonts w:ascii="Arial" w:hAnsi="Arial" w:cs="Arial"/>
                <w:sz w:val="19"/>
                <w:szCs w:val="19"/>
              </w:rPr>
              <w:t>87</w:t>
            </w:r>
          </w:p>
        </w:tc>
        <w:tc>
          <w:tcPr>
            <w:tcW w:w="993" w:type="dxa"/>
          </w:tcPr>
          <w:p w14:paraId="4DF368F0" w14:textId="7E516E19" w:rsidR="00CE1BC5" w:rsidRPr="001C6FBC" w:rsidRDefault="00CE1BC5" w:rsidP="00B0256B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B0256B">
              <w:rPr>
                <w:rFonts w:ascii="Arial" w:hAnsi="Arial" w:cs="Arial"/>
                <w:sz w:val="19"/>
                <w:szCs w:val="19"/>
              </w:rPr>
              <w:t>772</w:t>
            </w:r>
          </w:p>
        </w:tc>
      </w:tr>
      <w:tr w:rsidR="00CE1BC5" w:rsidRPr="001C6FBC" w14:paraId="775D210A" w14:textId="77777777" w:rsidTr="000F59E5">
        <w:tc>
          <w:tcPr>
            <w:tcW w:w="245" w:type="dxa"/>
          </w:tcPr>
          <w:p w14:paraId="3D71D3A9" w14:textId="77777777" w:rsidR="00CE1BC5" w:rsidRPr="001C6FBC" w:rsidRDefault="00CE1BC5" w:rsidP="000F59E5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52D1CBB1" w14:textId="77777777" w:rsidR="00CE1BC5" w:rsidRPr="001C6FBC" w:rsidRDefault="00CE1BC5" w:rsidP="000F59E5">
            <w:pPr>
              <w:pStyle w:val="NoSpacing"/>
              <w:rPr>
                <w:rFonts w:ascii="Arial" w:eastAsia="Calibri" w:hAnsi="Arial" w:cs="Arial"/>
                <w:sz w:val="19"/>
                <w:szCs w:val="19"/>
              </w:rPr>
            </w:pPr>
          </w:p>
        </w:tc>
        <w:tc>
          <w:tcPr>
            <w:tcW w:w="1134" w:type="dxa"/>
          </w:tcPr>
          <w:p w14:paraId="55802236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</w:tcPr>
          <w:p w14:paraId="2FAD5473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278D89A9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7BE6CF9D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</w:tcPr>
          <w:p w14:paraId="60B7B537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02AFF080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32AA1918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</w:tcPr>
          <w:p w14:paraId="42918935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3" w:type="dxa"/>
          </w:tcPr>
          <w:p w14:paraId="64499EC7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E1BC5" w:rsidRPr="001C6FBC" w14:paraId="70173FA3" w14:textId="77777777" w:rsidTr="000F59E5">
        <w:tc>
          <w:tcPr>
            <w:tcW w:w="245" w:type="dxa"/>
          </w:tcPr>
          <w:p w14:paraId="4AC97A4A" w14:textId="77777777" w:rsidR="00CE1BC5" w:rsidRPr="001C6FBC" w:rsidRDefault="00CE1BC5" w:rsidP="000F59E5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2E6533E3" w14:textId="77777777" w:rsidR="00CE1BC5" w:rsidRPr="001C6FBC" w:rsidRDefault="00CE1BC5" w:rsidP="000F59E5">
            <w:pPr>
              <w:pStyle w:val="NoSpacing"/>
              <w:rPr>
                <w:rFonts w:ascii="Arial" w:eastAsia="Calibri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end points (n)</w:t>
            </w:r>
          </w:p>
        </w:tc>
        <w:tc>
          <w:tcPr>
            <w:tcW w:w="1134" w:type="dxa"/>
          </w:tcPr>
          <w:p w14:paraId="7B845E7B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0.069</w:t>
            </w:r>
          </w:p>
        </w:tc>
        <w:tc>
          <w:tcPr>
            <w:tcW w:w="1417" w:type="dxa"/>
          </w:tcPr>
          <w:p w14:paraId="20299EC7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-1.008; 1.146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77BD0923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0.900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2A14838B" w14:textId="4260D960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0F59E5">
              <w:rPr>
                <w:rFonts w:ascii="Arial" w:hAnsi="Arial" w:cs="Arial"/>
                <w:sz w:val="19"/>
                <w:szCs w:val="19"/>
              </w:rPr>
              <w:t>744</w:t>
            </w:r>
          </w:p>
        </w:tc>
        <w:tc>
          <w:tcPr>
            <w:tcW w:w="1418" w:type="dxa"/>
          </w:tcPr>
          <w:p w14:paraId="700740D6" w14:textId="54B1849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</w:t>
            </w:r>
            <w:r w:rsidR="000F59E5">
              <w:rPr>
                <w:rFonts w:ascii="Arial" w:hAnsi="Arial" w:cs="Arial"/>
                <w:sz w:val="19"/>
                <w:szCs w:val="19"/>
              </w:rPr>
              <w:t>515</w:t>
            </w:r>
            <w:r w:rsidRPr="001C6FBC">
              <w:rPr>
                <w:rFonts w:ascii="Arial" w:hAnsi="Arial" w:cs="Arial"/>
                <w:sz w:val="19"/>
                <w:szCs w:val="19"/>
              </w:rPr>
              <w:t>; 2.</w:t>
            </w:r>
            <w:r w:rsidR="000F59E5">
              <w:rPr>
                <w:rFonts w:ascii="Arial" w:hAnsi="Arial" w:cs="Arial"/>
                <w:sz w:val="19"/>
                <w:szCs w:val="19"/>
              </w:rPr>
              <w:t>004</w:t>
            </w: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614F4DAC" w14:textId="5566D59B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0F59E5">
              <w:rPr>
                <w:rFonts w:ascii="Arial" w:hAnsi="Arial" w:cs="Arial"/>
                <w:sz w:val="19"/>
                <w:szCs w:val="19"/>
              </w:rPr>
              <w:t>258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3A63AA1C" w14:textId="087AF428" w:rsidR="00CE1BC5" w:rsidRPr="001C6FBC" w:rsidRDefault="00CE1BC5" w:rsidP="00FA45A7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FA45A7">
              <w:rPr>
                <w:rFonts w:ascii="Arial" w:hAnsi="Arial" w:cs="Arial"/>
                <w:sz w:val="19"/>
                <w:szCs w:val="19"/>
              </w:rPr>
              <w:t>575</w:t>
            </w:r>
          </w:p>
        </w:tc>
        <w:tc>
          <w:tcPr>
            <w:tcW w:w="1417" w:type="dxa"/>
          </w:tcPr>
          <w:p w14:paraId="1C81B9DC" w14:textId="3030F9BE" w:rsidR="00CE1BC5" w:rsidRPr="001C6FBC" w:rsidRDefault="00CE1BC5" w:rsidP="00FA45A7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</w:t>
            </w:r>
            <w:r w:rsidR="00FA45A7">
              <w:rPr>
                <w:rFonts w:ascii="Arial" w:hAnsi="Arial" w:cs="Arial"/>
                <w:sz w:val="19"/>
                <w:szCs w:val="19"/>
              </w:rPr>
              <w:t>875</w:t>
            </w:r>
            <w:r w:rsidRPr="001C6FBC">
              <w:rPr>
                <w:rFonts w:ascii="Arial" w:hAnsi="Arial" w:cs="Arial"/>
                <w:sz w:val="19"/>
                <w:szCs w:val="19"/>
              </w:rPr>
              <w:t xml:space="preserve">; </w:t>
            </w:r>
            <w:r w:rsidR="00FA45A7">
              <w:rPr>
                <w:rFonts w:ascii="Arial" w:hAnsi="Arial" w:cs="Arial"/>
                <w:sz w:val="19"/>
                <w:szCs w:val="19"/>
              </w:rPr>
              <w:t>2.025</w:t>
            </w:r>
          </w:p>
        </w:tc>
        <w:tc>
          <w:tcPr>
            <w:tcW w:w="993" w:type="dxa"/>
          </w:tcPr>
          <w:p w14:paraId="37C3DD8D" w14:textId="342A23F7" w:rsidR="00CE1BC5" w:rsidRPr="001C6FBC" w:rsidRDefault="00CE1BC5" w:rsidP="00FA45A7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FA45A7">
              <w:rPr>
                <w:rFonts w:ascii="Arial" w:hAnsi="Arial" w:cs="Arial"/>
                <w:sz w:val="19"/>
                <w:szCs w:val="19"/>
              </w:rPr>
              <w:t>451</w:t>
            </w:r>
          </w:p>
        </w:tc>
      </w:tr>
      <w:tr w:rsidR="00CE1BC5" w:rsidRPr="001C6FBC" w14:paraId="570E7C3E" w14:textId="77777777" w:rsidTr="000F59E5">
        <w:tc>
          <w:tcPr>
            <w:tcW w:w="245" w:type="dxa"/>
          </w:tcPr>
          <w:p w14:paraId="46F1531D" w14:textId="77777777" w:rsidR="00CE1BC5" w:rsidRPr="001C6FBC" w:rsidRDefault="00CE1BC5" w:rsidP="000F59E5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330E65F7" w14:textId="77777777" w:rsidR="00CE1BC5" w:rsidRPr="001C6FBC" w:rsidRDefault="00CE1BC5" w:rsidP="000F59E5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bifurcation points (n)</w:t>
            </w:r>
          </w:p>
        </w:tc>
        <w:tc>
          <w:tcPr>
            <w:tcW w:w="1134" w:type="dxa"/>
          </w:tcPr>
          <w:p w14:paraId="4A6A73D2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0.363</w:t>
            </w:r>
          </w:p>
        </w:tc>
        <w:tc>
          <w:tcPr>
            <w:tcW w:w="1417" w:type="dxa"/>
          </w:tcPr>
          <w:p w14:paraId="70EA16E1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-0.853; 1.579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5F7C9C8A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0.558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4A8E3C10" w14:textId="5A8FF07C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1.</w:t>
            </w:r>
            <w:r w:rsidR="000F59E5">
              <w:rPr>
                <w:rFonts w:ascii="Arial" w:hAnsi="Arial" w:cs="Arial"/>
                <w:sz w:val="19"/>
                <w:szCs w:val="19"/>
              </w:rPr>
              <w:t>056</w:t>
            </w:r>
          </w:p>
        </w:tc>
        <w:tc>
          <w:tcPr>
            <w:tcW w:w="1418" w:type="dxa"/>
          </w:tcPr>
          <w:p w14:paraId="4DA31B29" w14:textId="0E75A2FA" w:rsidR="00CE1BC5" w:rsidRPr="001C6FBC" w:rsidRDefault="000F59E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-0.481</w:t>
            </w:r>
            <w:r w:rsidR="00CE1BC5" w:rsidRPr="001C6FBC">
              <w:rPr>
                <w:rFonts w:ascii="Arial" w:hAnsi="Arial" w:cs="Arial"/>
                <w:sz w:val="19"/>
                <w:szCs w:val="19"/>
              </w:rPr>
              <w:t>; 2.</w:t>
            </w:r>
            <w:r>
              <w:rPr>
                <w:rFonts w:ascii="Arial" w:hAnsi="Arial" w:cs="Arial"/>
                <w:sz w:val="19"/>
                <w:szCs w:val="19"/>
              </w:rPr>
              <w:t>594</w:t>
            </w: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0555DC93" w14:textId="1DFF9E79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0F59E5">
              <w:rPr>
                <w:rFonts w:ascii="Arial" w:hAnsi="Arial" w:cs="Arial"/>
                <w:sz w:val="19"/>
                <w:szCs w:val="19"/>
              </w:rPr>
              <w:t>189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49FB9D5D" w14:textId="3125BDEC" w:rsidR="00CE1BC5" w:rsidRPr="001C6FBC" w:rsidRDefault="00CE1BC5" w:rsidP="00FA45A7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FA45A7">
              <w:rPr>
                <w:rFonts w:ascii="Arial" w:hAnsi="Arial" w:cs="Arial"/>
                <w:sz w:val="19"/>
                <w:szCs w:val="19"/>
              </w:rPr>
              <w:t>688</w:t>
            </w:r>
          </w:p>
        </w:tc>
        <w:tc>
          <w:tcPr>
            <w:tcW w:w="1417" w:type="dxa"/>
          </w:tcPr>
          <w:p w14:paraId="54D0C7D5" w14:textId="476AF2D5" w:rsidR="00CE1BC5" w:rsidRPr="001C6FBC" w:rsidRDefault="00CE1BC5" w:rsidP="00FA45A7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</w:t>
            </w:r>
            <w:r w:rsidR="00FA45A7">
              <w:rPr>
                <w:rFonts w:ascii="Arial" w:hAnsi="Arial" w:cs="Arial"/>
                <w:sz w:val="19"/>
                <w:szCs w:val="19"/>
              </w:rPr>
              <w:t>1.109</w:t>
            </w:r>
            <w:r w:rsidRPr="001C6FBC">
              <w:rPr>
                <w:rFonts w:ascii="Arial" w:hAnsi="Arial" w:cs="Arial"/>
                <w:sz w:val="19"/>
                <w:szCs w:val="19"/>
              </w:rPr>
              <w:t>; 2.</w:t>
            </w:r>
            <w:r w:rsidR="00FA45A7">
              <w:rPr>
                <w:rFonts w:ascii="Arial" w:hAnsi="Arial" w:cs="Arial"/>
                <w:sz w:val="19"/>
                <w:szCs w:val="19"/>
              </w:rPr>
              <w:t>486</w:t>
            </w:r>
          </w:p>
        </w:tc>
        <w:tc>
          <w:tcPr>
            <w:tcW w:w="993" w:type="dxa"/>
          </w:tcPr>
          <w:p w14:paraId="688F286B" w14:textId="63CDD99D" w:rsidR="00CE1BC5" w:rsidRPr="001C6FBC" w:rsidRDefault="00FA45A7" w:rsidP="00FA45A7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0.467</w:t>
            </w:r>
          </w:p>
        </w:tc>
      </w:tr>
      <w:tr w:rsidR="00CE1BC5" w:rsidRPr="001C6FBC" w14:paraId="67FDBEF8" w14:textId="77777777" w:rsidTr="000F59E5">
        <w:tc>
          <w:tcPr>
            <w:tcW w:w="245" w:type="dxa"/>
          </w:tcPr>
          <w:p w14:paraId="61C13B86" w14:textId="77777777" w:rsidR="00CE1BC5" w:rsidRPr="001C6FBC" w:rsidRDefault="00CE1BC5" w:rsidP="000F59E5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4D157E30" w14:textId="77777777" w:rsidR="00CE1BC5" w:rsidRPr="001C6FBC" w:rsidRDefault="00CE1BC5" w:rsidP="000F59E5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crossing points (n)</w:t>
            </w:r>
          </w:p>
        </w:tc>
        <w:tc>
          <w:tcPr>
            <w:tcW w:w="1134" w:type="dxa"/>
          </w:tcPr>
          <w:p w14:paraId="4C96D09A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0.189</w:t>
            </w:r>
          </w:p>
        </w:tc>
        <w:tc>
          <w:tcPr>
            <w:tcW w:w="1417" w:type="dxa"/>
          </w:tcPr>
          <w:p w14:paraId="50CD83A1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-0.712; 1.091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773F8F9A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0.680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5C74F829" w14:textId="030513DC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</w:t>
            </w:r>
            <w:r w:rsidR="000F59E5">
              <w:rPr>
                <w:rFonts w:ascii="Arial" w:hAnsi="Arial" w:cs="Arial"/>
                <w:sz w:val="19"/>
                <w:szCs w:val="19"/>
              </w:rPr>
              <w:t>.591</w:t>
            </w:r>
          </w:p>
        </w:tc>
        <w:tc>
          <w:tcPr>
            <w:tcW w:w="1418" w:type="dxa"/>
          </w:tcPr>
          <w:p w14:paraId="0E61286C" w14:textId="7BE00985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</w:t>
            </w:r>
            <w:r w:rsidR="000F59E5">
              <w:rPr>
                <w:rFonts w:ascii="Arial" w:hAnsi="Arial" w:cs="Arial"/>
                <w:sz w:val="19"/>
                <w:szCs w:val="19"/>
              </w:rPr>
              <w:t>579</w:t>
            </w:r>
            <w:r w:rsidRPr="001C6FBC">
              <w:rPr>
                <w:rFonts w:ascii="Arial" w:hAnsi="Arial" w:cs="Arial"/>
                <w:sz w:val="19"/>
                <w:szCs w:val="19"/>
              </w:rPr>
              <w:t xml:space="preserve">; </w:t>
            </w:r>
            <w:r w:rsidR="000F59E5">
              <w:rPr>
                <w:rFonts w:ascii="Arial" w:hAnsi="Arial" w:cs="Arial"/>
                <w:sz w:val="19"/>
                <w:szCs w:val="19"/>
              </w:rPr>
              <w:t>1.761</w:t>
            </w: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40585D73" w14:textId="691DA6D4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0F59E5">
              <w:rPr>
                <w:rFonts w:ascii="Arial" w:hAnsi="Arial" w:cs="Arial"/>
                <w:sz w:val="19"/>
                <w:szCs w:val="19"/>
              </w:rPr>
              <w:t>333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1905D0AF" w14:textId="4E77BD29" w:rsidR="00CE1BC5" w:rsidRPr="001C6FBC" w:rsidRDefault="00CE1BC5" w:rsidP="00FA45A7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FA45A7">
              <w:rPr>
                <w:rFonts w:ascii="Arial" w:hAnsi="Arial" w:cs="Arial"/>
                <w:sz w:val="19"/>
                <w:szCs w:val="19"/>
              </w:rPr>
              <w:t>097</w:t>
            </w:r>
          </w:p>
        </w:tc>
        <w:tc>
          <w:tcPr>
            <w:tcW w:w="1417" w:type="dxa"/>
          </w:tcPr>
          <w:p w14:paraId="0F237D21" w14:textId="5BA483AB" w:rsidR="00CE1BC5" w:rsidRPr="001C6FBC" w:rsidRDefault="00CE1BC5" w:rsidP="00FA45A7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-1.</w:t>
            </w:r>
            <w:r w:rsidR="00FA45A7">
              <w:rPr>
                <w:rFonts w:ascii="Arial" w:hAnsi="Arial" w:cs="Arial"/>
                <w:sz w:val="19"/>
                <w:szCs w:val="19"/>
              </w:rPr>
              <w:t>286</w:t>
            </w:r>
            <w:r w:rsidRPr="001C6FBC">
              <w:rPr>
                <w:rFonts w:ascii="Arial" w:hAnsi="Arial" w:cs="Arial"/>
                <w:sz w:val="19"/>
                <w:szCs w:val="19"/>
              </w:rPr>
              <w:t xml:space="preserve">; </w:t>
            </w:r>
            <w:r w:rsidR="00FA45A7">
              <w:rPr>
                <w:rFonts w:ascii="Arial" w:hAnsi="Arial" w:cs="Arial"/>
                <w:sz w:val="19"/>
                <w:szCs w:val="19"/>
              </w:rPr>
              <w:t>1.480</w:t>
            </w:r>
          </w:p>
        </w:tc>
        <w:tc>
          <w:tcPr>
            <w:tcW w:w="993" w:type="dxa"/>
          </w:tcPr>
          <w:p w14:paraId="5F840D43" w14:textId="651A5A9B" w:rsidR="00CE1BC5" w:rsidRPr="001C6FBC" w:rsidRDefault="00CE1BC5" w:rsidP="00FA45A7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FA45A7">
              <w:rPr>
                <w:rFonts w:ascii="Arial" w:hAnsi="Arial" w:cs="Arial"/>
                <w:sz w:val="19"/>
                <w:szCs w:val="19"/>
              </w:rPr>
              <w:t>894</w:t>
            </w:r>
          </w:p>
        </w:tc>
      </w:tr>
      <w:tr w:rsidR="00CE1BC5" w:rsidRPr="001C6FBC" w14:paraId="6EC1F6A2" w14:textId="77777777" w:rsidTr="000F59E5">
        <w:tc>
          <w:tcPr>
            <w:tcW w:w="245" w:type="dxa"/>
          </w:tcPr>
          <w:p w14:paraId="0C94250F" w14:textId="77777777" w:rsidR="00CE1BC5" w:rsidRPr="001C6FBC" w:rsidRDefault="00CE1BC5" w:rsidP="000F59E5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2A5E78AF" w14:textId="6340A8B6" w:rsidR="00CE1BC5" w:rsidRPr="001C6FBC" w:rsidRDefault="000F59E5" w:rsidP="000F59E5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="00CE1BC5"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vessel points (n)</w:t>
            </w:r>
          </w:p>
        </w:tc>
        <w:tc>
          <w:tcPr>
            <w:tcW w:w="1134" w:type="dxa"/>
          </w:tcPr>
          <w:p w14:paraId="054888F3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1.006</w:t>
            </w:r>
          </w:p>
        </w:tc>
        <w:tc>
          <w:tcPr>
            <w:tcW w:w="1417" w:type="dxa"/>
          </w:tcPr>
          <w:p w14:paraId="4ABA8EAB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-1.813; 3.826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72001F65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0.484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09C14767" w14:textId="1F1EBC58" w:rsidR="00CE1BC5" w:rsidRPr="000F59E5" w:rsidRDefault="000F59E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F59E5">
              <w:rPr>
                <w:rFonts w:ascii="Arial" w:hAnsi="Arial" w:cs="Arial"/>
                <w:sz w:val="19"/>
                <w:szCs w:val="19"/>
              </w:rPr>
              <w:t>2.752</w:t>
            </w:r>
          </w:p>
        </w:tc>
        <w:tc>
          <w:tcPr>
            <w:tcW w:w="1418" w:type="dxa"/>
          </w:tcPr>
          <w:p w14:paraId="56DCE87F" w14:textId="1259D33C" w:rsidR="00CE1BC5" w:rsidRPr="000F59E5" w:rsidRDefault="000F59E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  <w:r w:rsidR="00CE1BC5" w:rsidRPr="000F59E5">
              <w:rPr>
                <w:rFonts w:ascii="Arial" w:hAnsi="Arial" w:cs="Arial"/>
                <w:sz w:val="19"/>
                <w:szCs w:val="19"/>
              </w:rPr>
              <w:t>0.</w:t>
            </w:r>
            <w:r>
              <w:rPr>
                <w:rFonts w:ascii="Arial" w:hAnsi="Arial" w:cs="Arial"/>
                <w:sz w:val="19"/>
                <w:szCs w:val="19"/>
              </w:rPr>
              <w:t>787</w:t>
            </w:r>
            <w:r w:rsidR="00CE1BC5" w:rsidRPr="000F59E5">
              <w:rPr>
                <w:rFonts w:ascii="Arial" w:hAnsi="Arial" w:cs="Arial"/>
                <w:sz w:val="19"/>
                <w:szCs w:val="19"/>
              </w:rPr>
              <w:t>; 6.</w:t>
            </w:r>
            <w:r>
              <w:rPr>
                <w:rFonts w:ascii="Arial" w:hAnsi="Arial" w:cs="Arial"/>
                <w:sz w:val="19"/>
                <w:szCs w:val="19"/>
              </w:rPr>
              <w:t>292</w:t>
            </w: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73D0452C" w14:textId="50A17F5F" w:rsidR="00CE1BC5" w:rsidRPr="000F59E5" w:rsidRDefault="000F59E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F59E5">
              <w:rPr>
                <w:rFonts w:ascii="Arial" w:hAnsi="Arial" w:cs="Arial"/>
                <w:sz w:val="19"/>
                <w:szCs w:val="19"/>
              </w:rPr>
              <w:t>0.138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17FA9E8D" w14:textId="58640DFA" w:rsidR="00CE1BC5" w:rsidRPr="001C6FBC" w:rsidRDefault="00CE1BC5" w:rsidP="00FA45A7">
            <w:pPr>
              <w:pStyle w:val="NoSpacing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1C6FBC">
              <w:rPr>
                <w:rFonts w:ascii="Arial" w:hAnsi="Arial" w:cs="Arial"/>
                <w:bCs/>
                <w:sz w:val="19"/>
                <w:szCs w:val="19"/>
              </w:rPr>
              <w:t>2.</w:t>
            </w:r>
            <w:r w:rsidR="00FA45A7">
              <w:rPr>
                <w:rFonts w:ascii="Arial" w:hAnsi="Arial" w:cs="Arial"/>
                <w:bCs/>
                <w:sz w:val="19"/>
                <w:szCs w:val="19"/>
              </w:rPr>
              <w:t>009</w:t>
            </w:r>
          </w:p>
        </w:tc>
        <w:tc>
          <w:tcPr>
            <w:tcW w:w="1417" w:type="dxa"/>
          </w:tcPr>
          <w:p w14:paraId="04A13A8D" w14:textId="0741C660" w:rsidR="00CE1BC5" w:rsidRPr="001C6FBC" w:rsidRDefault="00CE1BC5" w:rsidP="00FA45A7">
            <w:pPr>
              <w:pStyle w:val="NoSpacing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1C6FBC">
              <w:rPr>
                <w:rFonts w:ascii="Arial" w:hAnsi="Arial" w:cs="Arial"/>
                <w:bCs/>
                <w:sz w:val="19"/>
                <w:szCs w:val="19"/>
              </w:rPr>
              <w:t>-</w:t>
            </w:r>
            <w:r w:rsidR="00FA45A7">
              <w:rPr>
                <w:rFonts w:ascii="Arial" w:hAnsi="Arial" w:cs="Arial"/>
                <w:bCs/>
                <w:sz w:val="19"/>
                <w:szCs w:val="19"/>
              </w:rPr>
              <w:t>2.116;</w:t>
            </w:r>
            <w:r w:rsidRPr="001C6FBC">
              <w:rPr>
                <w:rFonts w:ascii="Arial" w:hAnsi="Arial" w:cs="Arial"/>
                <w:bCs/>
                <w:sz w:val="19"/>
                <w:szCs w:val="19"/>
              </w:rPr>
              <w:t xml:space="preserve"> 6.</w:t>
            </w:r>
            <w:r w:rsidR="00FA45A7">
              <w:rPr>
                <w:rFonts w:ascii="Arial" w:hAnsi="Arial" w:cs="Arial"/>
                <w:bCs/>
                <w:sz w:val="19"/>
                <w:szCs w:val="19"/>
              </w:rPr>
              <w:t>13</w:t>
            </w:r>
            <w:r w:rsidRPr="001C6FBC">
              <w:rPr>
                <w:rFonts w:ascii="Arial" w:hAnsi="Arial" w:cs="Arial"/>
                <w:bCs/>
                <w:sz w:val="19"/>
                <w:szCs w:val="19"/>
              </w:rPr>
              <w:t>4</w:t>
            </w:r>
          </w:p>
        </w:tc>
        <w:tc>
          <w:tcPr>
            <w:tcW w:w="993" w:type="dxa"/>
          </w:tcPr>
          <w:p w14:paraId="384FF6F5" w14:textId="21107E28" w:rsidR="00CE1BC5" w:rsidRPr="001C6FBC" w:rsidRDefault="00CE1BC5" w:rsidP="00FA45A7">
            <w:pPr>
              <w:pStyle w:val="NoSpacing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1C6FBC">
              <w:rPr>
                <w:rFonts w:ascii="Arial" w:hAnsi="Arial" w:cs="Arial"/>
                <w:bCs/>
                <w:sz w:val="19"/>
                <w:szCs w:val="19"/>
              </w:rPr>
              <w:t>0.</w:t>
            </w:r>
            <w:r w:rsidR="00FA45A7">
              <w:rPr>
                <w:rFonts w:ascii="Arial" w:hAnsi="Arial" w:cs="Arial"/>
                <w:bCs/>
                <w:sz w:val="19"/>
                <w:szCs w:val="19"/>
              </w:rPr>
              <w:t>355</w:t>
            </w:r>
          </w:p>
        </w:tc>
      </w:tr>
      <w:tr w:rsidR="00CE1BC5" w:rsidRPr="001C6FBC" w14:paraId="60B723F1" w14:textId="77777777" w:rsidTr="000F59E5">
        <w:tc>
          <w:tcPr>
            <w:tcW w:w="245" w:type="dxa"/>
          </w:tcPr>
          <w:p w14:paraId="221F98B1" w14:textId="77777777" w:rsidR="00CE1BC5" w:rsidRPr="001C6FBC" w:rsidRDefault="00CE1BC5" w:rsidP="000F59E5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3131913F" w14:textId="77777777" w:rsidR="00CE1BC5" w:rsidRPr="001C6FBC" w:rsidRDefault="00CE1BC5" w:rsidP="000F59E5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total length (mm)</w:t>
            </w:r>
          </w:p>
        </w:tc>
        <w:tc>
          <w:tcPr>
            <w:tcW w:w="1134" w:type="dxa"/>
          </w:tcPr>
          <w:p w14:paraId="559DFAA6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0.165</w:t>
            </w:r>
          </w:p>
        </w:tc>
        <w:tc>
          <w:tcPr>
            <w:tcW w:w="1417" w:type="dxa"/>
          </w:tcPr>
          <w:p w14:paraId="28A58733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-2.519; 2.849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714081A5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0.904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52BA9A24" w14:textId="6387DAAD" w:rsidR="00CE1BC5" w:rsidRPr="001C6FBC" w:rsidRDefault="000F59E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1.667</w:t>
            </w:r>
          </w:p>
        </w:tc>
        <w:tc>
          <w:tcPr>
            <w:tcW w:w="1418" w:type="dxa"/>
          </w:tcPr>
          <w:p w14:paraId="5BB83304" w14:textId="67E986A9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</w:t>
            </w:r>
            <w:r w:rsidR="000F59E5">
              <w:rPr>
                <w:rFonts w:ascii="Arial" w:hAnsi="Arial" w:cs="Arial"/>
                <w:sz w:val="19"/>
                <w:szCs w:val="19"/>
              </w:rPr>
              <w:t>1.671</w:t>
            </w:r>
            <w:r w:rsidRPr="001C6FBC">
              <w:rPr>
                <w:rFonts w:ascii="Arial" w:hAnsi="Arial" w:cs="Arial"/>
                <w:sz w:val="19"/>
                <w:szCs w:val="19"/>
              </w:rPr>
              <w:t xml:space="preserve">; </w:t>
            </w:r>
            <w:r w:rsidR="000F59E5">
              <w:rPr>
                <w:rFonts w:ascii="Arial" w:hAnsi="Arial" w:cs="Arial"/>
                <w:sz w:val="19"/>
                <w:szCs w:val="19"/>
              </w:rPr>
              <w:t>5</w:t>
            </w:r>
            <w:r w:rsidRPr="001C6FBC">
              <w:rPr>
                <w:rFonts w:ascii="Arial" w:hAnsi="Arial" w:cs="Arial"/>
                <w:sz w:val="19"/>
                <w:szCs w:val="19"/>
              </w:rPr>
              <w:t>.</w:t>
            </w:r>
            <w:r w:rsidR="000F59E5">
              <w:rPr>
                <w:rFonts w:ascii="Arial" w:hAnsi="Arial" w:cs="Arial"/>
                <w:sz w:val="19"/>
                <w:szCs w:val="19"/>
              </w:rPr>
              <w:t>006</w:t>
            </w: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4489F56C" w14:textId="677A1B29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0F59E5">
              <w:rPr>
                <w:rFonts w:ascii="Arial" w:hAnsi="Arial" w:cs="Arial"/>
                <w:sz w:val="19"/>
                <w:szCs w:val="19"/>
              </w:rPr>
              <w:t>339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7B990952" w14:textId="31ED3E9C" w:rsidR="00CE1BC5" w:rsidRPr="001C6FBC" w:rsidRDefault="00CE1BC5" w:rsidP="00FA45A7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0.4</w:t>
            </w:r>
            <w:r w:rsidR="00FA45A7">
              <w:rPr>
                <w:rFonts w:ascii="Arial" w:hAnsi="Arial" w:cs="Arial"/>
                <w:sz w:val="19"/>
                <w:szCs w:val="19"/>
              </w:rPr>
              <w:t>55</w:t>
            </w:r>
          </w:p>
        </w:tc>
        <w:tc>
          <w:tcPr>
            <w:tcW w:w="1417" w:type="dxa"/>
          </w:tcPr>
          <w:p w14:paraId="39078DDE" w14:textId="1868551C" w:rsidR="00CE1BC5" w:rsidRPr="001C6FBC" w:rsidRDefault="00CE1BC5" w:rsidP="00FA45A7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</w:t>
            </w:r>
            <w:r w:rsidR="00FA45A7">
              <w:rPr>
                <w:rFonts w:ascii="Arial" w:hAnsi="Arial" w:cs="Arial"/>
                <w:sz w:val="19"/>
                <w:szCs w:val="19"/>
              </w:rPr>
              <w:t>3.453</w:t>
            </w:r>
            <w:r w:rsidRPr="001C6FBC">
              <w:rPr>
                <w:rFonts w:ascii="Arial" w:hAnsi="Arial" w:cs="Arial"/>
                <w:sz w:val="19"/>
                <w:szCs w:val="19"/>
              </w:rPr>
              <w:t>; 4.</w:t>
            </w:r>
            <w:r w:rsidR="00FA45A7">
              <w:rPr>
                <w:rFonts w:ascii="Arial" w:hAnsi="Arial" w:cs="Arial"/>
                <w:sz w:val="19"/>
                <w:szCs w:val="19"/>
              </w:rPr>
              <w:t>363</w:t>
            </w:r>
          </w:p>
        </w:tc>
        <w:tc>
          <w:tcPr>
            <w:tcW w:w="993" w:type="dxa"/>
          </w:tcPr>
          <w:p w14:paraId="71DA59E2" w14:textId="184641D1" w:rsidR="00CE1BC5" w:rsidRPr="001C6FBC" w:rsidRDefault="00CE1BC5" w:rsidP="00FA45A7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FA45A7">
              <w:rPr>
                <w:rFonts w:ascii="Arial" w:hAnsi="Arial" w:cs="Arial"/>
                <w:sz w:val="19"/>
                <w:szCs w:val="19"/>
              </w:rPr>
              <w:t>825</w:t>
            </w:r>
          </w:p>
        </w:tc>
      </w:tr>
      <w:tr w:rsidR="00CE1BC5" w:rsidRPr="001C6FBC" w14:paraId="647E02DB" w14:textId="77777777" w:rsidTr="000F59E5">
        <w:tc>
          <w:tcPr>
            <w:tcW w:w="245" w:type="dxa"/>
          </w:tcPr>
          <w:p w14:paraId="6CEAC3AB" w14:textId="77777777" w:rsidR="00CE1BC5" w:rsidRPr="001C6FBC" w:rsidRDefault="00CE1BC5" w:rsidP="000F59E5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05615F46" w14:textId="77777777" w:rsidR="00CE1BC5" w:rsidRPr="001C6FBC" w:rsidRDefault="00CE1BC5" w:rsidP="000F59E5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average thickness (mm)</w:t>
            </w:r>
          </w:p>
        </w:tc>
        <w:tc>
          <w:tcPr>
            <w:tcW w:w="1134" w:type="dxa"/>
          </w:tcPr>
          <w:p w14:paraId="0390C67E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-0.003</w:t>
            </w:r>
          </w:p>
        </w:tc>
        <w:tc>
          <w:tcPr>
            <w:tcW w:w="1417" w:type="dxa"/>
          </w:tcPr>
          <w:p w14:paraId="641B7CE1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-0.014; 0.008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0D92AAEB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0.573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4EB3B16B" w14:textId="79D4AC4C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</w:t>
            </w:r>
            <w:r w:rsidR="000F59E5">
              <w:rPr>
                <w:rFonts w:ascii="Arial" w:hAnsi="Arial" w:cs="Arial"/>
                <w:sz w:val="19"/>
                <w:szCs w:val="19"/>
              </w:rPr>
              <w:t>490</w:t>
            </w:r>
          </w:p>
        </w:tc>
        <w:tc>
          <w:tcPr>
            <w:tcW w:w="1418" w:type="dxa"/>
          </w:tcPr>
          <w:p w14:paraId="5EAA2A9D" w14:textId="4707666E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-1.</w:t>
            </w:r>
            <w:r w:rsidR="000F59E5">
              <w:rPr>
                <w:rFonts w:ascii="Arial" w:hAnsi="Arial" w:cs="Arial"/>
                <w:sz w:val="19"/>
                <w:szCs w:val="19"/>
              </w:rPr>
              <w:t>815</w:t>
            </w:r>
            <w:r w:rsidRPr="001C6FBC">
              <w:rPr>
                <w:rFonts w:ascii="Arial" w:hAnsi="Arial" w:cs="Arial"/>
                <w:sz w:val="19"/>
                <w:szCs w:val="19"/>
              </w:rPr>
              <w:t>; 0.</w:t>
            </w:r>
            <w:r w:rsidR="000F59E5">
              <w:rPr>
                <w:rFonts w:ascii="Arial" w:hAnsi="Arial" w:cs="Arial"/>
                <w:sz w:val="19"/>
                <w:szCs w:val="19"/>
              </w:rPr>
              <w:t>834</w:t>
            </w: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4131B395" w14:textId="051024E0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0F59E5">
              <w:rPr>
                <w:rFonts w:ascii="Arial" w:hAnsi="Arial" w:cs="Arial"/>
                <w:sz w:val="19"/>
                <w:szCs w:val="19"/>
              </w:rPr>
              <w:t>478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2AC34035" w14:textId="70951263" w:rsidR="00CE1BC5" w:rsidRPr="001C6FBC" w:rsidRDefault="00CE1BC5" w:rsidP="00FA45A7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</w:t>
            </w:r>
            <w:r w:rsidR="00FA45A7">
              <w:rPr>
                <w:rFonts w:ascii="Arial" w:hAnsi="Arial" w:cs="Arial"/>
                <w:sz w:val="19"/>
                <w:szCs w:val="19"/>
              </w:rPr>
              <w:t>1.096</w:t>
            </w:r>
          </w:p>
        </w:tc>
        <w:tc>
          <w:tcPr>
            <w:tcW w:w="1417" w:type="dxa"/>
          </w:tcPr>
          <w:p w14:paraId="1F830C5E" w14:textId="37C22364" w:rsidR="00CE1BC5" w:rsidRPr="001C6FBC" w:rsidRDefault="00CE1BC5" w:rsidP="00FA45A7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-2.</w:t>
            </w:r>
            <w:r w:rsidR="00FA45A7">
              <w:rPr>
                <w:rFonts w:ascii="Arial" w:hAnsi="Arial" w:cs="Arial"/>
                <w:sz w:val="19"/>
                <w:szCs w:val="19"/>
              </w:rPr>
              <w:t>652</w:t>
            </w:r>
            <w:r w:rsidRPr="001C6FBC">
              <w:rPr>
                <w:rFonts w:ascii="Arial" w:hAnsi="Arial" w:cs="Arial"/>
                <w:sz w:val="19"/>
                <w:szCs w:val="19"/>
              </w:rPr>
              <w:t>; 0.</w:t>
            </w:r>
            <w:r w:rsidR="00FA45A7">
              <w:rPr>
                <w:rFonts w:ascii="Arial" w:hAnsi="Arial" w:cs="Arial"/>
                <w:sz w:val="19"/>
                <w:szCs w:val="19"/>
              </w:rPr>
              <w:t>460</w:t>
            </w:r>
          </w:p>
        </w:tc>
        <w:tc>
          <w:tcPr>
            <w:tcW w:w="993" w:type="dxa"/>
          </w:tcPr>
          <w:p w14:paraId="017E4732" w14:textId="040E7C35" w:rsidR="00CE1BC5" w:rsidRPr="001C6FBC" w:rsidRDefault="00CE1BC5" w:rsidP="00FA45A7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FA45A7">
              <w:rPr>
                <w:rFonts w:ascii="Arial" w:hAnsi="Arial" w:cs="Arial"/>
                <w:sz w:val="19"/>
                <w:szCs w:val="19"/>
              </w:rPr>
              <w:t>183</w:t>
            </w:r>
          </w:p>
        </w:tc>
      </w:tr>
      <w:tr w:rsidR="00CE1BC5" w:rsidRPr="001C6FBC" w14:paraId="6822C543" w14:textId="77777777" w:rsidTr="000F59E5">
        <w:tc>
          <w:tcPr>
            <w:tcW w:w="245" w:type="dxa"/>
          </w:tcPr>
          <w:p w14:paraId="51408684" w14:textId="77777777" w:rsidR="00CE1BC5" w:rsidRPr="001C6FBC" w:rsidRDefault="00CE1BC5" w:rsidP="000F59E5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33755E08" w14:textId="77777777" w:rsidR="00CE1BC5" w:rsidRPr="001C6FBC" w:rsidRDefault="00CE1BC5" w:rsidP="000F59E5">
            <w:pPr>
              <w:pStyle w:val="NoSpacing"/>
              <w:rPr>
                <w:rFonts w:ascii="Arial" w:eastAsia="Calibri" w:hAnsi="Arial" w:cs="Arial"/>
                <w:sz w:val="19"/>
                <w:szCs w:val="19"/>
              </w:rPr>
            </w:pPr>
          </w:p>
        </w:tc>
        <w:tc>
          <w:tcPr>
            <w:tcW w:w="1134" w:type="dxa"/>
          </w:tcPr>
          <w:p w14:paraId="38A517D9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</w:tcPr>
          <w:p w14:paraId="3090A97D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38C2E917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2874F88A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8" w:type="dxa"/>
          </w:tcPr>
          <w:p w14:paraId="2A6F902A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14FA606B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6451B572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</w:tcPr>
          <w:p w14:paraId="2DAAC8AE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3" w:type="dxa"/>
          </w:tcPr>
          <w:p w14:paraId="0BE19521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E1BC5" w:rsidRPr="001C6FBC" w14:paraId="2CF0BC2B" w14:textId="77777777" w:rsidTr="000F59E5">
        <w:tc>
          <w:tcPr>
            <w:tcW w:w="245" w:type="dxa"/>
          </w:tcPr>
          <w:p w14:paraId="18F696F9" w14:textId="77777777" w:rsidR="00CE1BC5" w:rsidRPr="001C6FBC" w:rsidRDefault="00CE1BC5" w:rsidP="000F59E5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470A9D0F" w14:textId="77777777" w:rsidR="00CE1BC5" w:rsidRPr="001C6FBC" w:rsidRDefault="00CE1BC5" w:rsidP="000F59E5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density of end points (n)</w:t>
            </w:r>
          </w:p>
        </w:tc>
        <w:tc>
          <w:tcPr>
            <w:tcW w:w="1134" w:type="dxa"/>
          </w:tcPr>
          <w:p w14:paraId="7D3810AD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-0.005</w:t>
            </w:r>
          </w:p>
        </w:tc>
        <w:tc>
          <w:tcPr>
            <w:tcW w:w="1417" w:type="dxa"/>
          </w:tcPr>
          <w:p w14:paraId="6AE4C0F2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-0.613; 0.603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64CAE6BE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0.988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5702F757" w14:textId="15B30D66" w:rsidR="00CE1BC5" w:rsidRPr="001C6FBC" w:rsidRDefault="000F59E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-0.009</w:t>
            </w:r>
          </w:p>
        </w:tc>
        <w:tc>
          <w:tcPr>
            <w:tcW w:w="1418" w:type="dxa"/>
          </w:tcPr>
          <w:p w14:paraId="27D7A929" w14:textId="4A66DFEA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</w:t>
            </w:r>
            <w:r w:rsidR="000F59E5">
              <w:rPr>
                <w:rFonts w:ascii="Arial" w:hAnsi="Arial" w:cs="Arial"/>
                <w:sz w:val="19"/>
                <w:szCs w:val="19"/>
              </w:rPr>
              <w:t>693</w:t>
            </w:r>
            <w:r w:rsidRPr="001C6FBC">
              <w:rPr>
                <w:rFonts w:ascii="Arial" w:hAnsi="Arial" w:cs="Arial"/>
                <w:sz w:val="19"/>
                <w:szCs w:val="19"/>
              </w:rPr>
              <w:t>; 0.</w:t>
            </w:r>
            <w:r w:rsidR="000F59E5">
              <w:rPr>
                <w:rFonts w:ascii="Arial" w:hAnsi="Arial" w:cs="Arial"/>
                <w:sz w:val="19"/>
                <w:szCs w:val="19"/>
              </w:rPr>
              <w:t>675</w:t>
            </w: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17815A98" w14:textId="6D0525F4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0F59E5">
              <w:rPr>
                <w:rFonts w:ascii="Arial" w:hAnsi="Arial" w:cs="Arial"/>
                <w:sz w:val="19"/>
                <w:szCs w:val="19"/>
              </w:rPr>
              <w:t>980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587D44BF" w14:textId="25472D15" w:rsidR="00CE1BC5" w:rsidRPr="001C6FBC" w:rsidRDefault="00CE1BC5" w:rsidP="00FA45A7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FA45A7">
              <w:rPr>
                <w:rFonts w:ascii="Arial" w:hAnsi="Arial" w:cs="Arial"/>
                <w:sz w:val="19"/>
                <w:szCs w:val="19"/>
              </w:rPr>
              <w:t>193</w:t>
            </w:r>
          </w:p>
        </w:tc>
        <w:tc>
          <w:tcPr>
            <w:tcW w:w="1417" w:type="dxa"/>
          </w:tcPr>
          <w:p w14:paraId="58C330D2" w14:textId="2F2D9B87" w:rsidR="00CE1BC5" w:rsidRPr="001C6FBC" w:rsidRDefault="00CE1BC5" w:rsidP="00FA45A7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</w:t>
            </w:r>
            <w:r w:rsidR="00FA45A7">
              <w:rPr>
                <w:rFonts w:ascii="Arial" w:hAnsi="Arial" w:cs="Arial"/>
                <w:sz w:val="19"/>
                <w:szCs w:val="19"/>
              </w:rPr>
              <w:t>621</w:t>
            </w:r>
            <w:r w:rsidRPr="001C6FBC">
              <w:rPr>
                <w:rFonts w:ascii="Arial" w:hAnsi="Arial" w:cs="Arial"/>
                <w:sz w:val="19"/>
                <w:szCs w:val="19"/>
              </w:rPr>
              <w:t xml:space="preserve">; </w:t>
            </w:r>
            <w:r w:rsidR="00FA45A7">
              <w:rPr>
                <w:rFonts w:ascii="Arial" w:hAnsi="Arial" w:cs="Arial"/>
                <w:sz w:val="19"/>
                <w:szCs w:val="19"/>
              </w:rPr>
              <w:t>1</w:t>
            </w:r>
            <w:r w:rsidRPr="001C6FBC">
              <w:rPr>
                <w:rFonts w:ascii="Arial" w:hAnsi="Arial" w:cs="Arial"/>
                <w:sz w:val="19"/>
                <w:szCs w:val="19"/>
              </w:rPr>
              <w:t>.</w:t>
            </w:r>
            <w:r w:rsidR="00FA45A7">
              <w:rPr>
                <w:rFonts w:ascii="Arial" w:hAnsi="Arial" w:cs="Arial"/>
                <w:sz w:val="19"/>
                <w:szCs w:val="19"/>
              </w:rPr>
              <w:t>006</w:t>
            </w:r>
          </w:p>
        </w:tc>
        <w:tc>
          <w:tcPr>
            <w:tcW w:w="993" w:type="dxa"/>
          </w:tcPr>
          <w:p w14:paraId="5334D589" w14:textId="61F0E7D3" w:rsidR="00CE1BC5" w:rsidRPr="001C6FBC" w:rsidRDefault="00CE1BC5" w:rsidP="00FA45A7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FA45A7">
              <w:rPr>
                <w:rFonts w:ascii="Arial" w:hAnsi="Arial" w:cs="Arial"/>
                <w:sz w:val="19"/>
                <w:szCs w:val="19"/>
              </w:rPr>
              <w:t>653</w:t>
            </w:r>
          </w:p>
        </w:tc>
      </w:tr>
      <w:tr w:rsidR="00CE1BC5" w:rsidRPr="001C6FBC" w14:paraId="5EDCB6EE" w14:textId="77777777" w:rsidTr="000F59E5">
        <w:trPr>
          <w:trHeight w:val="88"/>
        </w:trPr>
        <w:tc>
          <w:tcPr>
            <w:tcW w:w="245" w:type="dxa"/>
          </w:tcPr>
          <w:p w14:paraId="2A6F7778" w14:textId="77777777" w:rsidR="00CE1BC5" w:rsidRPr="001C6FBC" w:rsidRDefault="00CE1BC5" w:rsidP="000F59E5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1146F2C4" w14:textId="77777777" w:rsidR="00CE1BC5" w:rsidRPr="001C6FBC" w:rsidRDefault="00CE1BC5" w:rsidP="000F59E5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density of bifurcation points (n)</w:t>
            </w:r>
          </w:p>
        </w:tc>
        <w:tc>
          <w:tcPr>
            <w:tcW w:w="1134" w:type="dxa"/>
          </w:tcPr>
          <w:p w14:paraId="69DBF735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0.224</w:t>
            </w:r>
          </w:p>
        </w:tc>
        <w:tc>
          <w:tcPr>
            <w:tcW w:w="1417" w:type="dxa"/>
          </w:tcPr>
          <w:p w14:paraId="36A79A53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-0.020; 0.469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56D83579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0.074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3F883C32" w14:textId="18009306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sz w:val="19"/>
                <w:szCs w:val="19"/>
              </w:rPr>
              <w:t>0.2</w:t>
            </w:r>
            <w:r w:rsidR="000F59E5">
              <w:rPr>
                <w:rFonts w:ascii="Arial" w:hAnsi="Arial" w:cs="Arial"/>
                <w:b/>
                <w:sz w:val="19"/>
                <w:szCs w:val="19"/>
              </w:rPr>
              <w:t>95</w:t>
            </w:r>
          </w:p>
        </w:tc>
        <w:tc>
          <w:tcPr>
            <w:tcW w:w="1418" w:type="dxa"/>
          </w:tcPr>
          <w:p w14:paraId="687A30D0" w14:textId="74BDB28C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sz w:val="19"/>
                <w:szCs w:val="19"/>
              </w:rPr>
              <w:t>0.01</w:t>
            </w:r>
            <w:r w:rsidR="000F59E5">
              <w:rPr>
                <w:rFonts w:ascii="Arial" w:hAnsi="Arial" w:cs="Arial"/>
                <w:b/>
                <w:sz w:val="19"/>
                <w:szCs w:val="19"/>
              </w:rPr>
              <w:t>5</w:t>
            </w:r>
            <w:r w:rsidRPr="001C6FBC">
              <w:rPr>
                <w:rFonts w:ascii="Arial" w:hAnsi="Arial" w:cs="Arial"/>
                <w:b/>
                <w:sz w:val="19"/>
                <w:szCs w:val="19"/>
              </w:rPr>
              <w:t>; 0.5</w:t>
            </w:r>
            <w:r w:rsidR="000F59E5">
              <w:rPr>
                <w:rFonts w:ascii="Arial" w:hAnsi="Arial" w:cs="Arial"/>
                <w:b/>
                <w:sz w:val="19"/>
                <w:szCs w:val="19"/>
              </w:rPr>
              <w:t>75</w:t>
            </w:r>
          </w:p>
        </w:tc>
        <w:tc>
          <w:tcPr>
            <w:tcW w:w="1134" w:type="dxa"/>
            <w:tcBorders>
              <w:right w:val="single" w:sz="8" w:space="0" w:color="auto"/>
            </w:tcBorders>
          </w:tcPr>
          <w:p w14:paraId="32AF95EC" w14:textId="7B2447BF" w:rsidR="00CE1BC5" w:rsidRPr="001C6FBC" w:rsidRDefault="000F59E5" w:rsidP="000F59E5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 0.046*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151749F7" w14:textId="07ED1659" w:rsidR="00CE1BC5" w:rsidRPr="001C6FBC" w:rsidRDefault="00CE1BC5" w:rsidP="00FA45A7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sz w:val="19"/>
                <w:szCs w:val="19"/>
              </w:rPr>
              <w:t>0.4</w:t>
            </w:r>
            <w:r w:rsidR="00FA45A7">
              <w:rPr>
                <w:rFonts w:ascii="Arial" w:hAnsi="Arial" w:cs="Arial"/>
                <w:b/>
                <w:sz w:val="19"/>
                <w:szCs w:val="19"/>
              </w:rPr>
              <w:t>65</w:t>
            </w:r>
          </w:p>
        </w:tc>
        <w:tc>
          <w:tcPr>
            <w:tcW w:w="1417" w:type="dxa"/>
          </w:tcPr>
          <w:p w14:paraId="397D4A4B" w14:textId="4E7D48F4" w:rsidR="00CE1BC5" w:rsidRPr="001C6FBC" w:rsidRDefault="00FA45A7" w:rsidP="00FA45A7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CE1BC5" w:rsidRPr="001C6FBC">
              <w:rPr>
                <w:rFonts w:ascii="Arial" w:hAnsi="Arial" w:cs="Arial"/>
                <w:b/>
                <w:sz w:val="19"/>
                <w:szCs w:val="19"/>
              </w:rPr>
              <w:t>0</w:t>
            </w:r>
            <w:r>
              <w:rPr>
                <w:rFonts w:ascii="Arial" w:hAnsi="Arial" w:cs="Arial"/>
                <w:b/>
                <w:sz w:val="19"/>
                <w:szCs w:val="19"/>
              </w:rPr>
              <w:t>.148</w:t>
            </w:r>
            <w:r w:rsidR="00CE1BC5" w:rsidRPr="001C6FBC">
              <w:rPr>
                <w:rFonts w:ascii="Arial" w:hAnsi="Arial" w:cs="Arial"/>
                <w:b/>
                <w:sz w:val="19"/>
                <w:szCs w:val="19"/>
              </w:rPr>
              <w:t>; 0.7</w:t>
            </w:r>
            <w:r>
              <w:rPr>
                <w:rFonts w:ascii="Arial" w:hAnsi="Arial" w:cs="Arial"/>
                <w:b/>
                <w:sz w:val="19"/>
                <w:szCs w:val="19"/>
              </w:rPr>
              <w:t>82</w:t>
            </w:r>
          </w:p>
        </w:tc>
        <w:tc>
          <w:tcPr>
            <w:tcW w:w="993" w:type="dxa"/>
          </w:tcPr>
          <w:p w14:paraId="1697F69E" w14:textId="3EBEBA3A" w:rsidR="00CE1BC5" w:rsidRPr="001C6FBC" w:rsidRDefault="00FA45A7" w:rsidP="000F59E5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="00CE1BC5" w:rsidRPr="001C6FBC">
              <w:rPr>
                <w:rFonts w:ascii="Arial" w:hAnsi="Arial" w:cs="Arial"/>
                <w:b/>
                <w:sz w:val="19"/>
                <w:szCs w:val="19"/>
              </w:rPr>
              <w:t>0.006*</w:t>
            </w:r>
          </w:p>
        </w:tc>
      </w:tr>
      <w:tr w:rsidR="00CE1BC5" w:rsidRPr="001C6FBC" w14:paraId="3BC891A6" w14:textId="77777777" w:rsidTr="000F59E5">
        <w:tc>
          <w:tcPr>
            <w:tcW w:w="245" w:type="dxa"/>
            <w:tcBorders>
              <w:bottom w:val="single" w:sz="18" w:space="0" w:color="auto"/>
            </w:tcBorders>
          </w:tcPr>
          <w:p w14:paraId="5462B6C1" w14:textId="77777777" w:rsidR="00CE1BC5" w:rsidRPr="001C6FBC" w:rsidRDefault="00CE1BC5" w:rsidP="000F59E5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  <w:tcBorders>
              <w:bottom w:val="single" w:sz="18" w:space="0" w:color="auto"/>
            </w:tcBorders>
          </w:tcPr>
          <w:p w14:paraId="6A09F256" w14:textId="30F69B95" w:rsidR="00CE1BC5" w:rsidRPr="001C6FBC" w:rsidRDefault="00FA45A7" w:rsidP="000F59E5">
            <w:pPr>
              <w:pStyle w:val="NoSpacing"/>
              <w:rPr>
                <w:rFonts w:ascii="Arial" w:eastAsia="Calibri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="00CE1BC5"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density of crossing points (n)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14:paraId="1AA2C07C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0.149</w:t>
            </w:r>
          </w:p>
        </w:tc>
        <w:tc>
          <w:tcPr>
            <w:tcW w:w="1417" w:type="dxa"/>
            <w:tcBorders>
              <w:bottom w:val="single" w:sz="18" w:space="0" w:color="auto"/>
            </w:tcBorders>
          </w:tcPr>
          <w:p w14:paraId="70BF1675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0.009; 0.290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8" w:space="0" w:color="auto"/>
            </w:tcBorders>
          </w:tcPr>
          <w:p w14:paraId="6DCD764B" w14:textId="7C3CCE8E" w:rsidR="00CE1BC5" w:rsidRPr="001C6FBC" w:rsidRDefault="002C1589" w:rsidP="000F59E5">
            <w:pPr>
              <w:pStyle w:val="NoSpacing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CE1BC5"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0.038*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18" w:space="0" w:color="auto"/>
            </w:tcBorders>
          </w:tcPr>
          <w:p w14:paraId="7E401BBF" w14:textId="1CDC925D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sz w:val="19"/>
                <w:szCs w:val="19"/>
              </w:rPr>
              <w:t>0.</w:t>
            </w:r>
            <w:r w:rsidR="000F59E5">
              <w:rPr>
                <w:rFonts w:ascii="Arial" w:hAnsi="Arial" w:cs="Arial"/>
                <w:b/>
                <w:sz w:val="19"/>
                <w:szCs w:val="19"/>
              </w:rPr>
              <w:t>182</w:t>
            </w: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14:paraId="7C755C01" w14:textId="79F6C91B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sz w:val="19"/>
                <w:szCs w:val="19"/>
              </w:rPr>
              <w:t>0.0</w:t>
            </w:r>
            <w:r w:rsidR="000F59E5">
              <w:rPr>
                <w:rFonts w:ascii="Arial" w:hAnsi="Arial" w:cs="Arial"/>
                <w:b/>
                <w:sz w:val="19"/>
                <w:szCs w:val="19"/>
              </w:rPr>
              <w:t>17</w:t>
            </w:r>
            <w:r w:rsidRPr="001C6FBC">
              <w:rPr>
                <w:rFonts w:ascii="Arial" w:hAnsi="Arial" w:cs="Arial"/>
                <w:b/>
                <w:sz w:val="19"/>
                <w:szCs w:val="19"/>
              </w:rPr>
              <w:t>; 0.3</w:t>
            </w:r>
            <w:r w:rsidR="000F59E5">
              <w:rPr>
                <w:rFonts w:ascii="Arial" w:hAnsi="Arial" w:cs="Arial"/>
                <w:b/>
                <w:sz w:val="19"/>
                <w:szCs w:val="19"/>
              </w:rPr>
              <w:t>4</w:t>
            </w:r>
            <w:r w:rsidRPr="001C6FBC">
              <w:rPr>
                <w:rFonts w:ascii="Arial" w:hAnsi="Arial" w:cs="Arial"/>
                <w:b/>
                <w:sz w:val="19"/>
                <w:szCs w:val="19"/>
              </w:rPr>
              <w:t>8</w:t>
            </w:r>
          </w:p>
        </w:tc>
        <w:tc>
          <w:tcPr>
            <w:tcW w:w="1134" w:type="dxa"/>
            <w:tcBorders>
              <w:bottom w:val="single" w:sz="18" w:space="0" w:color="auto"/>
              <w:right w:val="single" w:sz="8" w:space="0" w:color="auto"/>
            </w:tcBorders>
          </w:tcPr>
          <w:p w14:paraId="3D5788AD" w14:textId="770B8894" w:rsidR="00CE1BC5" w:rsidRPr="001C6FBC" w:rsidRDefault="000F59E5" w:rsidP="000F59E5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 0.037*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18" w:space="0" w:color="auto"/>
            </w:tcBorders>
          </w:tcPr>
          <w:p w14:paraId="6223277E" w14:textId="4567C62C" w:rsidR="00CE1BC5" w:rsidRPr="00FA45A7" w:rsidRDefault="00CE1BC5" w:rsidP="00FA45A7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A45A7">
              <w:rPr>
                <w:rFonts w:ascii="Arial" w:hAnsi="Arial" w:cs="Arial"/>
                <w:sz w:val="19"/>
                <w:szCs w:val="19"/>
              </w:rPr>
              <w:t>0.</w:t>
            </w:r>
            <w:r w:rsidR="00FA45A7" w:rsidRPr="00FA45A7">
              <w:rPr>
                <w:rFonts w:ascii="Arial" w:hAnsi="Arial" w:cs="Arial"/>
                <w:sz w:val="19"/>
                <w:szCs w:val="19"/>
              </w:rPr>
              <w:t>187</w:t>
            </w:r>
          </w:p>
        </w:tc>
        <w:tc>
          <w:tcPr>
            <w:tcW w:w="1417" w:type="dxa"/>
            <w:tcBorders>
              <w:bottom w:val="single" w:sz="18" w:space="0" w:color="auto"/>
            </w:tcBorders>
          </w:tcPr>
          <w:p w14:paraId="79AEF405" w14:textId="2D2A0C37" w:rsidR="00CE1BC5" w:rsidRPr="00FA45A7" w:rsidRDefault="00FA45A7" w:rsidP="00FA45A7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-0.010</w:t>
            </w:r>
            <w:r w:rsidR="00CE1BC5" w:rsidRPr="00FA45A7">
              <w:rPr>
                <w:rFonts w:ascii="Arial" w:hAnsi="Arial" w:cs="Arial"/>
                <w:sz w:val="19"/>
                <w:szCs w:val="19"/>
              </w:rPr>
              <w:t>; 0.</w:t>
            </w:r>
            <w:r>
              <w:rPr>
                <w:rFonts w:ascii="Arial" w:hAnsi="Arial" w:cs="Arial"/>
                <w:sz w:val="19"/>
                <w:szCs w:val="19"/>
              </w:rPr>
              <w:t>383</w:t>
            </w:r>
          </w:p>
        </w:tc>
        <w:tc>
          <w:tcPr>
            <w:tcW w:w="993" w:type="dxa"/>
            <w:tcBorders>
              <w:bottom w:val="single" w:sz="18" w:space="0" w:color="auto"/>
            </w:tcBorders>
          </w:tcPr>
          <w:p w14:paraId="47D46F8F" w14:textId="5EC59D28" w:rsidR="00CE1BC5" w:rsidRPr="00FA45A7" w:rsidRDefault="00CE1BC5" w:rsidP="00FA45A7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A45A7">
              <w:rPr>
                <w:rFonts w:ascii="Arial" w:hAnsi="Arial" w:cs="Arial"/>
                <w:sz w:val="19"/>
                <w:szCs w:val="19"/>
              </w:rPr>
              <w:t>0.</w:t>
            </w:r>
            <w:r w:rsidR="00FA45A7" w:rsidRPr="00FA45A7">
              <w:rPr>
                <w:rFonts w:ascii="Arial" w:hAnsi="Arial" w:cs="Arial"/>
                <w:sz w:val="19"/>
                <w:szCs w:val="19"/>
              </w:rPr>
              <w:t>073</w:t>
            </w:r>
          </w:p>
        </w:tc>
      </w:tr>
    </w:tbl>
    <w:p w14:paraId="188858D6" w14:textId="03A4B44D" w:rsidR="00CE1BC5" w:rsidRPr="001C6FBC" w:rsidRDefault="00CB01FD" w:rsidP="00A62418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Model 1</w:t>
      </w:r>
      <w:r w:rsidR="001013E9">
        <w:rPr>
          <w:rFonts w:ascii="Arial" w:hAnsi="Arial" w:cs="Arial"/>
        </w:rPr>
        <w:t xml:space="preserve">: adjusted for gestational age. </w:t>
      </w:r>
      <w:r w:rsidRPr="00D42244">
        <w:rPr>
          <w:rFonts w:ascii="Arial" w:hAnsi="Arial" w:cs="Arial"/>
        </w:rPr>
        <w:t>Model 2</w:t>
      </w:r>
      <w:r w:rsidR="001013E9" w:rsidRPr="00D42244">
        <w:rPr>
          <w:rFonts w:ascii="Arial" w:hAnsi="Arial" w:cs="Arial"/>
        </w:rPr>
        <w:t xml:space="preserve">: </w:t>
      </w:r>
      <w:r w:rsidR="00727FC9" w:rsidRPr="00D42244">
        <w:rPr>
          <w:rFonts w:ascii="Arial" w:hAnsi="Arial" w:cs="Arial"/>
        </w:rPr>
        <w:t>Model 1 a</w:t>
      </w:r>
      <w:r w:rsidR="00D42244" w:rsidRPr="00D42244">
        <w:rPr>
          <w:rFonts w:ascii="Arial" w:hAnsi="Arial" w:cs="Arial"/>
        </w:rPr>
        <w:t>dditionally</w:t>
      </w:r>
      <w:r w:rsidR="00727FC9" w:rsidRPr="00D42244">
        <w:rPr>
          <w:rFonts w:ascii="Arial" w:hAnsi="Arial" w:cs="Arial"/>
        </w:rPr>
        <w:t xml:space="preserve"> </w:t>
      </w:r>
      <w:r w:rsidR="001013E9" w:rsidRPr="00D42244">
        <w:rPr>
          <w:rFonts w:ascii="Arial" w:hAnsi="Arial" w:cs="Arial"/>
        </w:rPr>
        <w:t xml:space="preserve">adjusted for </w:t>
      </w:r>
      <w:r w:rsidR="001013E9" w:rsidRPr="00D42244">
        <w:rPr>
          <w:rFonts w:ascii="Arial" w:hAnsi="Arial" w:cs="Arial"/>
          <w:lang w:val="en-GB"/>
        </w:rPr>
        <w:t>maternal age, BMI, parity, conception mode, foetal sex and periconceptional alcohol consumption, smoking and folic acid supplement</w:t>
      </w:r>
      <w:r w:rsidR="00727FC9" w:rsidRPr="00D42244">
        <w:rPr>
          <w:rFonts w:ascii="Arial" w:hAnsi="Arial" w:cs="Arial"/>
          <w:lang w:val="en-GB"/>
        </w:rPr>
        <w:t xml:space="preserve"> use</w:t>
      </w:r>
      <w:r w:rsidR="001013E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Model 3</w:t>
      </w:r>
      <w:r w:rsidR="001013E9">
        <w:rPr>
          <w:rFonts w:ascii="Arial" w:hAnsi="Arial" w:cs="Arial"/>
        </w:rPr>
        <w:t xml:space="preserve">: </w:t>
      </w:r>
      <w:r w:rsidR="00727FC9" w:rsidRPr="00D42244">
        <w:rPr>
          <w:rFonts w:ascii="Arial" w:hAnsi="Arial" w:cs="Arial"/>
        </w:rPr>
        <w:t xml:space="preserve">Model 2 </w:t>
      </w:r>
      <w:r w:rsidR="00D42244" w:rsidRPr="00D42244">
        <w:rPr>
          <w:rFonts w:ascii="Arial" w:hAnsi="Arial" w:cs="Arial"/>
        </w:rPr>
        <w:t>additionally adjusted for</w:t>
      </w:r>
      <w:r w:rsidR="00727FC9" w:rsidRPr="00D42244">
        <w:rPr>
          <w:rFonts w:ascii="Arial" w:hAnsi="Arial" w:cs="Arial"/>
        </w:rPr>
        <w:t xml:space="preserve"> </w:t>
      </w:r>
      <w:r w:rsidR="001013E9" w:rsidRPr="00D42244">
        <w:rPr>
          <w:rFonts w:ascii="Arial" w:hAnsi="Arial" w:cs="Arial"/>
        </w:rPr>
        <w:t xml:space="preserve">total energy intake. </w:t>
      </w:r>
      <w:r w:rsidR="00CE1BC5" w:rsidRPr="00D42244">
        <w:rPr>
          <w:rFonts w:ascii="Arial" w:hAnsi="Arial" w:cs="Arial"/>
        </w:rPr>
        <w:t>PV = placental volume. uPVV = utero-placent</w:t>
      </w:r>
      <w:r w:rsidR="00CE1BC5" w:rsidRPr="001C6FBC">
        <w:rPr>
          <w:rFonts w:ascii="Arial" w:hAnsi="Arial" w:cs="Arial"/>
        </w:rPr>
        <w:t xml:space="preserve">al vascular volume. uPVS = utero-placental vascular skeleton. </w:t>
      </w:r>
      <w:r w:rsidR="001013E9">
        <w:rPr>
          <w:rFonts w:ascii="Arial" w:hAnsi="Arial" w:cs="Arial"/>
        </w:rPr>
        <w:t xml:space="preserve">*significance at p-value&lt;0.05. </w:t>
      </w:r>
    </w:p>
    <w:p w14:paraId="0FB49C44" w14:textId="77777777" w:rsidR="00F3579D" w:rsidRPr="001C6FBC" w:rsidRDefault="00F3579D" w:rsidP="00F3579D">
      <w:pPr>
        <w:rPr>
          <w:rFonts w:ascii="Arial" w:hAnsi="Arial" w:cs="Arial"/>
        </w:rPr>
      </w:pPr>
    </w:p>
    <w:p w14:paraId="1EDB9D12" w14:textId="77777777" w:rsidR="00F3579D" w:rsidRPr="001C6FBC" w:rsidRDefault="00F3579D">
      <w:pPr>
        <w:rPr>
          <w:rFonts w:ascii="Arial" w:hAnsi="Arial" w:cs="Arial"/>
        </w:rPr>
      </w:pPr>
      <w:r w:rsidRPr="001C6FBC">
        <w:rPr>
          <w:rFonts w:ascii="Arial" w:hAnsi="Arial" w:cs="Arial"/>
        </w:rPr>
        <w:br w:type="page"/>
      </w:r>
    </w:p>
    <w:p w14:paraId="7E4866FA" w14:textId="77777777" w:rsidR="00C05225" w:rsidRPr="001C6FBC" w:rsidRDefault="00C05225" w:rsidP="00F3579D">
      <w:pPr>
        <w:rPr>
          <w:rFonts w:ascii="Arial" w:hAnsi="Arial" w:cs="Arial"/>
        </w:rPr>
        <w:sectPr w:rsidR="00C05225" w:rsidRPr="001C6FBC" w:rsidSect="002D049F">
          <w:footerReference w:type="default" r:id="rId10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40409EF5" w14:textId="5818DA56" w:rsidR="00C05225" w:rsidRPr="00A62418" w:rsidRDefault="00906558" w:rsidP="00A62418">
      <w:pPr>
        <w:spacing w:line="480" w:lineRule="auto"/>
        <w:rPr>
          <w:rFonts w:ascii="Arial" w:hAnsi="Arial" w:cs="Arial"/>
          <w:b/>
          <w:bCs/>
        </w:rPr>
      </w:pPr>
      <w:r w:rsidRPr="00A62418">
        <w:rPr>
          <w:rFonts w:ascii="Arial" w:hAnsi="Arial" w:cs="Arial"/>
          <w:b/>
          <w:bCs/>
        </w:rPr>
        <w:lastRenderedPageBreak/>
        <w:t xml:space="preserve">Table </w:t>
      </w:r>
      <w:r w:rsidR="006065E9">
        <w:rPr>
          <w:rFonts w:ascii="Arial" w:hAnsi="Arial" w:cs="Arial"/>
          <w:b/>
          <w:bCs/>
        </w:rPr>
        <w:t>2</w:t>
      </w:r>
      <w:r w:rsidR="00C05225" w:rsidRPr="00A62418">
        <w:rPr>
          <w:rFonts w:ascii="Arial" w:hAnsi="Arial" w:cs="Arial"/>
          <w:b/>
          <w:bCs/>
        </w:rPr>
        <w:t>. The association</w:t>
      </w:r>
      <w:r w:rsidR="00727FC9">
        <w:rPr>
          <w:rFonts w:ascii="Arial" w:hAnsi="Arial" w:cs="Arial"/>
          <w:b/>
          <w:bCs/>
        </w:rPr>
        <w:t>s</w:t>
      </w:r>
      <w:r w:rsidR="00C05225" w:rsidRPr="00A62418">
        <w:rPr>
          <w:rFonts w:ascii="Arial" w:hAnsi="Arial" w:cs="Arial"/>
          <w:b/>
          <w:bCs/>
        </w:rPr>
        <w:t xml:space="preserve"> between periconceptional </w:t>
      </w:r>
      <w:r w:rsidR="00B03802">
        <w:rPr>
          <w:rFonts w:ascii="Arial" w:hAnsi="Arial" w:cs="Arial"/>
          <w:b/>
          <w:bCs/>
        </w:rPr>
        <w:t xml:space="preserve">maternal </w:t>
      </w:r>
      <w:r w:rsidR="00C05225" w:rsidRPr="00A62418">
        <w:rPr>
          <w:rFonts w:ascii="Arial" w:hAnsi="Arial" w:cs="Arial"/>
          <w:b/>
          <w:bCs/>
        </w:rPr>
        <w:t xml:space="preserve">intake of carbohydrates and virtual </w:t>
      </w:r>
      <w:r w:rsidR="00C961E1">
        <w:rPr>
          <w:rFonts w:ascii="Arial" w:hAnsi="Arial" w:cs="Arial"/>
          <w:b/>
          <w:bCs/>
        </w:rPr>
        <w:t xml:space="preserve">reality </w:t>
      </w:r>
      <w:r w:rsidR="00C05225" w:rsidRPr="00A62418">
        <w:rPr>
          <w:rFonts w:ascii="Arial" w:hAnsi="Arial" w:cs="Arial"/>
          <w:b/>
          <w:bCs/>
        </w:rPr>
        <w:t>imaging markers of first-trimester utero-placental vascular development</w:t>
      </w:r>
      <w:r w:rsidR="00102077" w:rsidRPr="00A62418">
        <w:rPr>
          <w:rFonts w:ascii="Arial" w:hAnsi="Arial" w:cs="Arial"/>
          <w:b/>
          <w:bCs/>
        </w:rPr>
        <w:t xml:space="preserve"> (n=9</w:t>
      </w:r>
      <w:r w:rsidR="000A6216" w:rsidRPr="00A62418">
        <w:rPr>
          <w:rFonts w:ascii="Arial" w:hAnsi="Arial" w:cs="Arial"/>
          <w:b/>
          <w:bCs/>
        </w:rPr>
        <w:t>3</w:t>
      </w:r>
      <w:r w:rsidR="00102077" w:rsidRPr="00A62418">
        <w:rPr>
          <w:rFonts w:ascii="Arial" w:hAnsi="Arial" w:cs="Arial"/>
          <w:b/>
          <w:bCs/>
        </w:rPr>
        <w:t>)</w:t>
      </w:r>
    </w:p>
    <w:tbl>
      <w:tblPr>
        <w:tblStyle w:val="TableGrid"/>
        <w:tblW w:w="8647" w:type="dxa"/>
        <w:tblBorders>
          <w:top w:val="none" w:sz="0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"/>
        <w:gridCol w:w="4127"/>
        <w:gridCol w:w="1275"/>
        <w:gridCol w:w="1560"/>
        <w:gridCol w:w="1417"/>
      </w:tblGrid>
      <w:tr w:rsidR="00293AC6" w:rsidRPr="001C6FBC" w14:paraId="7FE284B3" w14:textId="77777777" w:rsidTr="00D40E64">
        <w:tc>
          <w:tcPr>
            <w:tcW w:w="4395" w:type="dxa"/>
            <w:gridSpan w:val="2"/>
            <w:tcBorders>
              <w:top w:val="single" w:sz="18" w:space="0" w:color="auto"/>
              <w:bottom w:val="nil"/>
            </w:tcBorders>
          </w:tcPr>
          <w:p w14:paraId="0A1F0156" w14:textId="77777777" w:rsidR="00293AC6" w:rsidRPr="001C6FBC" w:rsidRDefault="00293AC6" w:rsidP="00C0522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252" w:type="dxa"/>
            <w:gridSpan w:val="3"/>
            <w:tcBorders>
              <w:top w:val="single" w:sz="18" w:space="0" w:color="auto"/>
              <w:bottom w:val="nil"/>
            </w:tcBorders>
          </w:tcPr>
          <w:p w14:paraId="1B64AA35" w14:textId="57A1D60B" w:rsidR="00293AC6" w:rsidRPr="001C6FBC" w:rsidRDefault="00CB01FD" w:rsidP="00C0522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Model 3</w:t>
            </w:r>
          </w:p>
        </w:tc>
      </w:tr>
      <w:tr w:rsidR="00293AC6" w:rsidRPr="001C6FBC" w14:paraId="6313BD38" w14:textId="77777777" w:rsidTr="00D40E64">
        <w:tc>
          <w:tcPr>
            <w:tcW w:w="4395" w:type="dxa"/>
            <w:gridSpan w:val="2"/>
            <w:tcBorders>
              <w:top w:val="nil"/>
              <w:bottom w:val="single" w:sz="8" w:space="0" w:color="auto"/>
            </w:tcBorders>
          </w:tcPr>
          <w:p w14:paraId="2E530511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nil"/>
              <w:bottom w:val="single" w:sz="8" w:space="0" w:color="auto"/>
            </w:tcBorders>
          </w:tcPr>
          <w:p w14:paraId="41F62AA7" w14:textId="64B25CF1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Effect size</w:t>
            </w:r>
          </w:p>
        </w:tc>
        <w:tc>
          <w:tcPr>
            <w:tcW w:w="1560" w:type="dxa"/>
            <w:tcBorders>
              <w:top w:val="nil"/>
              <w:bottom w:val="single" w:sz="8" w:space="0" w:color="auto"/>
            </w:tcBorders>
          </w:tcPr>
          <w:p w14:paraId="1BCF1B77" w14:textId="29A4797F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95% CI</w:t>
            </w:r>
          </w:p>
        </w:tc>
        <w:tc>
          <w:tcPr>
            <w:tcW w:w="1417" w:type="dxa"/>
            <w:tcBorders>
              <w:top w:val="nil"/>
              <w:bottom w:val="single" w:sz="8" w:space="0" w:color="auto"/>
            </w:tcBorders>
          </w:tcPr>
          <w:p w14:paraId="735D730D" w14:textId="25D5BEDA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p-value</w:t>
            </w:r>
          </w:p>
        </w:tc>
      </w:tr>
      <w:tr w:rsidR="00D40E64" w:rsidRPr="001C6FBC" w14:paraId="79E74ED8" w14:textId="2C962539" w:rsidTr="00D40E64">
        <w:tc>
          <w:tcPr>
            <w:tcW w:w="4395" w:type="dxa"/>
            <w:gridSpan w:val="2"/>
            <w:tcBorders>
              <w:top w:val="single" w:sz="8" w:space="0" w:color="auto"/>
            </w:tcBorders>
          </w:tcPr>
          <w:p w14:paraId="3009B1E0" w14:textId="2F95E1C4" w:rsidR="00D40E64" w:rsidRPr="001C6FBC" w:rsidRDefault="00D40E64" w:rsidP="00293AC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sz w:val="19"/>
                <w:szCs w:val="19"/>
              </w:rPr>
              <w:t xml:space="preserve">Total carbohydrate intake </w:t>
            </w:r>
            <w:r w:rsidRPr="001C6FBC">
              <w:rPr>
                <w:rFonts w:ascii="Arial" w:eastAsia="Calibri" w:hAnsi="Arial" w:cs="Arial"/>
                <w:b/>
                <w:sz w:val="19"/>
                <w:szCs w:val="19"/>
              </w:rPr>
              <w:t>(per 10g increase)</w:t>
            </w:r>
          </w:p>
        </w:tc>
        <w:tc>
          <w:tcPr>
            <w:tcW w:w="1275" w:type="dxa"/>
            <w:tcBorders>
              <w:top w:val="single" w:sz="8" w:space="0" w:color="auto"/>
            </w:tcBorders>
          </w:tcPr>
          <w:p w14:paraId="7EF9B91C" w14:textId="77777777" w:rsidR="00D40E64" w:rsidRPr="001C6FBC" w:rsidRDefault="00D40E64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single" w:sz="8" w:space="0" w:color="auto"/>
            </w:tcBorders>
          </w:tcPr>
          <w:p w14:paraId="4D3F661A" w14:textId="77777777" w:rsidR="00D40E64" w:rsidRPr="001C6FBC" w:rsidRDefault="00D40E64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8" w:space="0" w:color="auto"/>
            </w:tcBorders>
          </w:tcPr>
          <w:p w14:paraId="143CC1E6" w14:textId="77777777" w:rsidR="00D40E64" w:rsidRPr="001C6FBC" w:rsidRDefault="00D40E64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93AC6" w:rsidRPr="001C6FBC" w14:paraId="1118B674" w14:textId="77777777" w:rsidTr="00D40E64">
        <w:tc>
          <w:tcPr>
            <w:tcW w:w="268" w:type="dxa"/>
          </w:tcPr>
          <w:p w14:paraId="39C8C0CF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6599A747" w14:textId="66FA5C0E" w:rsidR="00293AC6" w:rsidRPr="001C6FBC" w:rsidRDefault="00293AC6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hAnsi="Cambria Math" w:cs="Arial"/>
                  <w:sz w:val="19"/>
                  <w:szCs w:val="19"/>
                </w:rPr>
                <m:t>∛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PV (cm</w:t>
            </w:r>
            <w:r w:rsidRPr="001C6FBC">
              <w:rPr>
                <w:rFonts w:ascii="Arial" w:eastAsiaTheme="minorEastAsia" w:hAnsi="Arial" w:cs="Arial"/>
                <w:sz w:val="19"/>
                <w:szCs w:val="19"/>
                <w:vertAlign w:val="superscript"/>
              </w:rPr>
              <w:t>3</w:t>
            </w:r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>)</w:t>
            </w:r>
          </w:p>
        </w:tc>
        <w:tc>
          <w:tcPr>
            <w:tcW w:w="1275" w:type="dxa"/>
          </w:tcPr>
          <w:p w14:paraId="52B34614" w14:textId="79BADC3D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-0.002</w:t>
            </w:r>
          </w:p>
        </w:tc>
        <w:tc>
          <w:tcPr>
            <w:tcW w:w="1560" w:type="dxa"/>
          </w:tcPr>
          <w:p w14:paraId="42944DB3" w14:textId="53BCB5ED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-0.01</w:t>
            </w:r>
            <w:r w:rsidR="006F3AB0">
              <w:rPr>
                <w:rFonts w:ascii="Arial" w:hAnsi="Arial" w:cs="Arial"/>
                <w:sz w:val="19"/>
                <w:szCs w:val="19"/>
              </w:rPr>
              <w:t>6</w:t>
            </w:r>
            <w:r w:rsidRPr="001C6FBC">
              <w:rPr>
                <w:rFonts w:ascii="Arial" w:hAnsi="Arial" w:cs="Arial"/>
                <w:sz w:val="19"/>
                <w:szCs w:val="19"/>
              </w:rPr>
              <w:t>; 0.01</w:t>
            </w:r>
            <w:r w:rsidR="006F3AB0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1417" w:type="dxa"/>
          </w:tcPr>
          <w:p w14:paraId="4E759D19" w14:textId="223D0097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0.7</w:t>
            </w:r>
            <w:r w:rsidR="006F3AB0">
              <w:rPr>
                <w:rFonts w:ascii="Arial" w:hAnsi="Arial" w:cs="Arial"/>
                <w:sz w:val="19"/>
                <w:szCs w:val="19"/>
              </w:rPr>
              <w:t>77</w:t>
            </w:r>
          </w:p>
        </w:tc>
      </w:tr>
      <w:tr w:rsidR="00293AC6" w:rsidRPr="001C6FBC" w14:paraId="49EE528F" w14:textId="77777777" w:rsidTr="00D40E64">
        <w:tc>
          <w:tcPr>
            <w:tcW w:w="268" w:type="dxa"/>
          </w:tcPr>
          <w:p w14:paraId="7C1C48F8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64284136" w14:textId="7F1EF834" w:rsidR="00293AC6" w:rsidRPr="001C6FBC" w:rsidRDefault="00293AC6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hAnsi="Cambria Math" w:cs="Arial"/>
                  <w:sz w:val="19"/>
                  <w:szCs w:val="19"/>
                </w:rPr>
                <m:t>∛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uPVV (cm</w:t>
            </w:r>
            <w:r w:rsidRPr="001C6FBC">
              <w:rPr>
                <w:rFonts w:ascii="Arial" w:eastAsiaTheme="minorEastAsia" w:hAnsi="Arial" w:cs="Arial"/>
                <w:sz w:val="19"/>
                <w:szCs w:val="19"/>
                <w:vertAlign w:val="superscript"/>
              </w:rPr>
              <w:t>3</w:t>
            </w:r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>)</w:t>
            </w:r>
          </w:p>
        </w:tc>
        <w:tc>
          <w:tcPr>
            <w:tcW w:w="1275" w:type="dxa"/>
          </w:tcPr>
          <w:p w14:paraId="775A9CD7" w14:textId="3404964D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0.01</w:t>
            </w:r>
            <w:r w:rsidR="006F3AB0">
              <w:rPr>
                <w:rFonts w:ascii="Arial" w:hAnsi="Arial" w:cs="Arial"/>
                <w:b/>
                <w:bCs/>
                <w:sz w:val="19"/>
                <w:szCs w:val="19"/>
              </w:rPr>
              <w:t>7</w:t>
            </w:r>
          </w:p>
        </w:tc>
        <w:tc>
          <w:tcPr>
            <w:tcW w:w="1560" w:type="dxa"/>
          </w:tcPr>
          <w:p w14:paraId="6A3FD758" w14:textId="20B0A082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0.00</w:t>
            </w:r>
            <w:r w:rsidR="006F3AB0"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; 0.03</w:t>
            </w:r>
            <w:r w:rsidR="006F3AB0">
              <w:rPr>
                <w:rFonts w:ascii="Arial" w:hAnsi="Arial" w:cs="Arial"/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1417" w:type="dxa"/>
          </w:tcPr>
          <w:p w14:paraId="2E3532E5" w14:textId="799F7E92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0.0</w:t>
            </w:r>
            <w:r w:rsidR="006F3AB0">
              <w:rPr>
                <w:rFonts w:ascii="Arial" w:hAnsi="Arial" w:cs="Arial"/>
                <w:b/>
                <w:bCs/>
                <w:sz w:val="19"/>
                <w:szCs w:val="19"/>
              </w:rPr>
              <w:t>44</w:t>
            </w: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*</w:t>
            </w:r>
          </w:p>
        </w:tc>
      </w:tr>
      <w:tr w:rsidR="00293AC6" w:rsidRPr="001C6FBC" w14:paraId="38AB27EF" w14:textId="77777777" w:rsidTr="00D40E64">
        <w:tc>
          <w:tcPr>
            <w:tcW w:w="268" w:type="dxa"/>
          </w:tcPr>
          <w:p w14:paraId="56E209D8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38A091C4" w14:textId="77777777" w:rsidR="00293AC6" w:rsidRPr="001C6FBC" w:rsidRDefault="00293AC6" w:rsidP="00293AC6">
            <w:pPr>
              <w:rPr>
                <w:rFonts w:ascii="Arial" w:eastAsia="Calibri" w:hAnsi="Arial" w:cs="Arial"/>
                <w:sz w:val="19"/>
                <w:szCs w:val="19"/>
              </w:rPr>
            </w:pPr>
          </w:p>
        </w:tc>
        <w:tc>
          <w:tcPr>
            <w:tcW w:w="1275" w:type="dxa"/>
          </w:tcPr>
          <w:p w14:paraId="0304CE12" w14:textId="77777777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</w:tcPr>
          <w:p w14:paraId="6A622F0D" w14:textId="77777777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</w:tcPr>
          <w:p w14:paraId="53B3ED80" w14:textId="77777777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93AC6" w:rsidRPr="001C6FBC" w14:paraId="34F50756" w14:textId="77777777" w:rsidTr="00D40E64">
        <w:tc>
          <w:tcPr>
            <w:tcW w:w="268" w:type="dxa"/>
          </w:tcPr>
          <w:p w14:paraId="1927CCE6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26EC5B90" w14:textId="38FB65FE" w:rsidR="00293AC6" w:rsidRPr="001C6FBC" w:rsidRDefault="00293AC6" w:rsidP="00293AC6">
            <w:pPr>
              <w:rPr>
                <w:rFonts w:ascii="Arial" w:eastAsia="Calibri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end points (n)</w:t>
            </w:r>
          </w:p>
        </w:tc>
        <w:tc>
          <w:tcPr>
            <w:tcW w:w="1275" w:type="dxa"/>
          </w:tcPr>
          <w:p w14:paraId="54816C24" w14:textId="56026C09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0.</w:t>
            </w:r>
            <w:r w:rsidR="006F3AB0">
              <w:rPr>
                <w:rFonts w:ascii="Arial" w:hAnsi="Arial" w:cs="Arial"/>
                <w:b/>
                <w:bCs/>
                <w:sz w:val="19"/>
                <w:szCs w:val="19"/>
              </w:rPr>
              <w:t>286</w:t>
            </w:r>
          </w:p>
        </w:tc>
        <w:tc>
          <w:tcPr>
            <w:tcW w:w="1560" w:type="dxa"/>
          </w:tcPr>
          <w:p w14:paraId="041E9033" w14:textId="318F12F1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0.0</w:t>
            </w:r>
            <w:r w:rsidR="006F3AB0">
              <w:rPr>
                <w:rFonts w:ascii="Arial" w:hAnsi="Arial" w:cs="Arial"/>
                <w:b/>
                <w:bCs/>
                <w:sz w:val="19"/>
                <w:szCs w:val="19"/>
              </w:rPr>
              <w:t>62;</w:t>
            </w: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0.5</w:t>
            </w:r>
            <w:r w:rsidR="006F3AB0">
              <w:rPr>
                <w:rFonts w:ascii="Arial" w:hAnsi="Arial" w:cs="Arial"/>
                <w:b/>
                <w:bCs/>
                <w:sz w:val="19"/>
                <w:szCs w:val="19"/>
              </w:rPr>
              <w:t>11</w:t>
            </w:r>
          </w:p>
        </w:tc>
        <w:tc>
          <w:tcPr>
            <w:tcW w:w="1417" w:type="dxa"/>
          </w:tcPr>
          <w:p w14:paraId="238EB651" w14:textId="0E135CF5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0.0</w:t>
            </w:r>
            <w:r w:rsidR="006F3AB0">
              <w:rPr>
                <w:rFonts w:ascii="Arial" w:hAnsi="Arial" w:cs="Arial"/>
                <w:b/>
                <w:bCs/>
                <w:sz w:val="19"/>
                <w:szCs w:val="19"/>
              </w:rPr>
              <w:t>17</w:t>
            </w: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*</w:t>
            </w:r>
          </w:p>
        </w:tc>
      </w:tr>
      <w:tr w:rsidR="00293AC6" w:rsidRPr="001C6FBC" w14:paraId="513B1C95" w14:textId="77777777" w:rsidTr="00D40E64">
        <w:tc>
          <w:tcPr>
            <w:tcW w:w="268" w:type="dxa"/>
          </w:tcPr>
          <w:p w14:paraId="372733C7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75FA2258" w14:textId="39BBC1B0" w:rsidR="00293AC6" w:rsidRPr="001C6FBC" w:rsidRDefault="00293AC6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bifurcation points (n)</w:t>
            </w:r>
          </w:p>
        </w:tc>
        <w:tc>
          <w:tcPr>
            <w:tcW w:w="1275" w:type="dxa"/>
          </w:tcPr>
          <w:p w14:paraId="18048DFF" w14:textId="5A157CEB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0.00</w:t>
            </w:r>
            <w:r w:rsidR="00F062DF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1560" w:type="dxa"/>
          </w:tcPr>
          <w:p w14:paraId="01C82537" w14:textId="33561361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0.00</w:t>
            </w:r>
            <w:r w:rsidR="00F062DF">
              <w:rPr>
                <w:rFonts w:ascii="Arial" w:hAnsi="Arial" w:cs="Arial"/>
                <w:b/>
                <w:bCs/>
                <w:sz w:val="19"/>
                <w:szCs w:val="19"/>
              </w:rPr>
              <w:t>3</w:t>
            </w: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; 0.006</w:t>
            </w:r>
          </w:p>
        </w:tc>
        <w:tc>
          <w:tcPr>
            <w:tcW w:w="1417" w:type="dxa"/>
          </w:tcPr>
          <w:p w14:paraId="76485D95" w14:textId="699763EC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0.0</w:t>
            </w:r>
            <w:r w:rsidR="006F3AB0">
              <w:rPr>
                <w:rFonts w:ascii="Arial" w:hAnsi="Arial" w:cs="Arial"/>
                <w:b/>
                <w:bCs/>
                <w:sz w:val="19"/>
                <w:szCs w:val="19"/>
              </w:rPr>
              <w:t>31</w:t>
            </w: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*</w:t>
            </w:r>
          </w:p>
        </w:tc>
      </w:tr>
      <w:tr w:rsidR="00293AC6" w:rsidRPr="001C6FBC" w14:paraId="22DC2894" w14:textId="77777777" w:rsidTr="00D40E64">
        <w:tc>
          <w:tcPr>
            <w:tcW w:w="268" w:type="dxa"/>
          </w:tcPr>
          <w:p w14:paraId="63C46FD8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0203AB02" w14:textId="45F2C907" w:rsidR="00293AC6" w:rsidRPr="001C6FBC" w:rsidRDefault="006F3AB0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="00293AC6"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crossing points (n)</w:t>
            </w:r>
          </w:p>
        </w:tc>
        <w:tc>
          <w:tcPr>
            <w:tcW w:w="1275" w:type="dxa"/>
          </w:tcPr>
          <w:p w14:paraId="61C410AA" w14:textId="67D5DE1A" w:rsidR="00293AC6" w:rsidRPr="006F3AB0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F3AB0">
              <w:rPr>
                <w:rFonts w:ascii="Arial" w:hAnsi="Arial" w:cs="Arial"/>
                <w:bCs/>
                <w:sz w:val="19"/>
                <w:szCs w:val="19"/>
              </w:rPr>
              <w:t>0.2</w:t>
            </w:r>
            <w:r w:rsidR="006F3AB0" w:rsidRPr="006F3AB0">
              <w:rPr>
                <w:rFonts w:ascii="Arial" w:hAnsi="Arial" w:cs="Arial"/>
                <w:bCs/>
                <w:sz w:val="19"/>
                <w:szCs w:val="19"/>
              </w:rPr>
              <w:t>02</w:t>
            </w:r>
          </w:p>
        </w:tc>
        <w:tc>
          <w:tcPr>
            <w:tcW w:w="1560" w:type="dxa"/>
          </w:tcPr>
          <w:p w14:paraId="39C038A8" w14:textId="40D92BDA" w:rsidR="00293AC6" w:rsidRPr="006F3AB0" w:rsidRDefault="006F3AB0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>-0.007</w:t>
            </w:r>
            <w:r w:rsidR="00293AC6" w:rsidRPr="006F3AB0">
              <w:rPr>
                <w:rFonts w:ascii="Arial" w:hAnsi="Arial" w:cs="Arial"/>
                <w:bCs/>
                <w:sz w:val="19"/>
                <w:szCs w:val="19"/>
              </w:rPr>
              <w:t>; 0.4</w:t>
            </w:r>
            <w:r>
              <w:rPr>
                <w:rFonts w:ascii="Arial" w:hAnsi="Arial" w:cs="Arial"/>
                <w:bCs/>
                <w:sz w:val="19"/>
                <w:szCs w:val="19"/>
              </w:rPr>
              <w:t>11</w:t>
            </w:r>
          </w:p>
        </w:tc>
        <w:tc>
          <w:tcPr>
            <w:tcW w:w="1417" w:type="dxa"/>
          </w:tcPr>
          <w:p w14:paraId="1E4A48EB" w14:textId="00CFEC2E" w:rsidR="00293AC6" w:rsidRPr="006F3AB0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F3AB0">
              <w:rPr>
                <w:rFonts w:ascii="Arial" w:hAnsi="Arial" w:cs="Arial"/>
                <w:bCs/>
                <w:sz w:val="19"/>
                <w:szCs w:val="19"/>
              </w:rPr>
              <w:t>0.0</w:t>
            </w:r>
            <w:r w:rsidR="006F3AB0" w:rsidRPr="006F3AB0">
              <w:rPr>
                <w:rFonts w:ascii="Arial" w:hAnsi="Arial" w:cs="Arial"/>
                <w:bCs/>
                <w:sz w:val="19"/>
                <w:szCs w:val="19"/>
              </w:rPr>
              <w:t>69</w:t>
            </w:r>
          </w:p>
        </w:tc>
      </w:tr>
      <w:tr w:rsidR="00293AC6" w:rsidRPr="001C6FBC" w14:paraId="0A2C2C70" w14:textId="77777777" w:rsidTr="00D40E64">
        <w:tc>
          <w:tcPr>
            <w:tcW w:w="268" w:type="dxa"/>
          </w:tcPr>
          <w:p w14:paraId="730D7AFF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6734828B" w14:textId="32B9ED02" w:rsidR="00293AC6" w:rsidRPr="001C6FBC" w:rsidRDefault="00293AC6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vessel points (n)</w:t>
            </w:r>
          </w:p>
        </w:tc>
        <w:tc>
          <w:tcPr>
            <w:tcW w:w="1275" w:type="dxa"/>
          </w:tcPr>
          <w:p w14:paraId="6480FCB7" w14:textId="03CA6B9D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0</w:t>
            </w:r>
            <w:r w:rsidR="006F3AB0">
              <w:rPr>
                <w:rFonts w:ascii="Arial" w:hAnsi="Arial" w:cs="Arial"/>
                <w:b/>
                <w:bCs/>
                <w:sz w:val="19"/>
                <w:szCs w:val="19"/>
              </w:rPr>
              <w:t>.772</w:t>
            </w:r>
          </w:p>
        </w:tc>
        <w:tc>
          <w:tcPr>
            <w:tcW w:w="1560" w:type="dxa"/>
          </w:tcPr>
          <w:p w14:paraId="436BD9BD" w14:textId="5BA1EA02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0.</w:t>
            </w:r>
            <w:r w:rsidR="006F3AB0">
              <w:rPr>
                <w:rFonts w:ascii="Arial" w:hAnsi="Arial" w:cs="Arial"/>
                <w:b/>
                <w:bCs/>
                <w:sz w:val="19"/>
                <w:szCs w:val="19"/>
              </w:rPr>
              <w:t>137</w:t>
            </w: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; 1.4</w:t>
            </w:r>
            <w:r w:rsidR="006F3AB0">
              <w:rPr>
                <w:rFonts w:ascii="Arial" w:hAnsi="Arial" w:cs="Arial"/>
                <w:b/>
                <w:bCs/>
                <w:sz w:val="19"/>
                <w:szCs w:val="19"/>
              </w:rPr>
              <w:t>08</w:t>
            </w:r>
          </w:p>
        </w:tc>
        <w:tc>
          <w:tcPr>
            <w:tcW w:w="1417" w:type="dxa"/>
          </w:tcPr>
          <w:p w14:paraId="1B8CF8A9" w14:textId="40686AC6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0.0</w:t>
            </w:r>
            <w:r w:rsidR="006F3AB0">
              <w:rPr>
                <w:rFonts w:ascii="Arial" w:hAnsi="Arial" w:cs="Arial"/>
                <w:b/>
                <w:bCs/>
                <w:sz w:val="19"/>
                <w:szCs w:val="19"/>
              </w:rPr>
              <w:t>23</w:t>
            </w: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*</w:t>
            </w:r>
          </w:p>
        </w:tc>
      </w:tr>
      <w:tr w:rsidR="00293AC6" w:rsidRPr="001C6FBC" w14:paraId="46BE17FB" w14:textId="77777777" w:rsidTr="00D40E64">
        <w:tc>
          <w:tcPr>
            <w:tcW w:w="268" w:type="dxa"/>
          </w:tcPr>
          <w:p w14:paraId="5BB16B46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406D4B2D" w14:textId="4C50BD0E" w:rsidR="00293AC6" w:rsidRPr="001C6FBC" w:rsidRDefault="00293AC6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total length (mm)</w:t>
            </w:r>
          </w:p>
        </w:tc>
        <w:tc>
          <w:tcPr>
            <w:tcW w:w="1275" w:type="dxa"/>
          </w:tcPr>
          <w:p w14:paraId="3BE9C2A8" w14:textId="032D16FE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0.7</w:t>
            </w:r>
            <w:r w:rsidR="006F3AB0">
              <w:rPr>
                <w:rFonts w:ascii="Arial" w:hAnsi="Arial" w:cs="Arial"/>
                <w:b/>
                <w:bCs/>
                <w:sz w:val="19"/>
                <w:szCs w:val="19"/>
              </w:rPr>
              <w:t>00</w:t>
            </w:r>
          </w:p>
        </w:tc>
        <w:tc>
          <w:tcPr>
            <w:tcW w:w="1560" w:type="dxa"/>
          </w:tcPr>
          <w:p w14:paraId="11DD818C" w14:textId="3B262F8A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0.</w:t>
            </w:r>
            <w:r w:rsidR="006F3AB0">
              <w:rPr>
                <w:rFonts w:ascii="Arial" w:hAnsi="Arial" w:cs="Arial"/>
                <w:b/>
                <w:bCs/>
                <w:sz w:val="19"/>
                <w:szCs w:val="19"/>
              </w:rPr>
              <w:t>106; 1.295</w:t>
            </w:r>
          </w:p>
        </w:tc>
        <w:tc>
          <w:tcPr>
            <w:tcW w:w="1417" w:type="dxa"/>
          </w:tcPr>
          <w:p w14:paraId="79BF9B84" w14:textId="4C499BC4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0.0</w:t>
            </w:r>
            <w:r w:rsidR="006F3AB0">
              <w:rPr>
                <w:rFonts w:ascii="Arial" w:hAnsi="Arial" w:cs="Arial"/>
                <w:b/>
                <w:bCs/>
                <w:sz w:val="19"/>
                <w:szCs w:val="19"/>
              </w:rPr>
              <w:t>27</w:t>
            </w: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*</w:t>
            </w:r>
          </w:p>
        </w:tc>
      </w:tr>
      <w:tr w:rsidR="00293AC6" w:rsidRPr="001C6FBC" w14:paraId="49AC92AA" w14:textId="77777777" w:rsidTr="00D40E64">
        <w:tc>
          <w:tcPr>
            <w:tcW w:w="268" w:type="dxa"/>
          </w:tcPr>
          <w:p w14:paraId="05AAC9EF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04118FD3" w14:textId="339F8BF1" w:rsidR="00293AC6" w:rsidRPr="001C6FBC" w:rsidRDefault="00293AC6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average thickness (mm)</w:t>
            </w:r>
          </w:p>
        </w:tc>
        <w:tc>
          <w:tcPr>
            <w:tcW w:w="1275" w:type="dxa"/>
          </w:tcPr>
          <w:p w14:paraId="30C73565" w14:textId="2CD967EC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0.001</w:t>
            </w:r>
          </w:p>
        </w:tc>
        <w:tc>
          <w:tcPr>
            <w:tcW w:w="1560" w:type="dxa"/>
          </w:tcPr>
          <w:p w14:paraId="65582FD1" w14:textId="7CFB0F1F" w:rsidR="00293AC6" w:rsidRPr="001C6FBC" w:rsidRDefault="006F3AB0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  <w:r w:rsidR="00293AC6" w:rsidRPr="001C6FBC">
              <w:rPr>
                <w:rFonts w:ascii="Arial" w:hAnsi="Arial" w:cs="Arial"/>
                <w:sz w:val="19"/>
                <w:szCs w:val="19"/>
              </w:rPr>
              <w:t>0.001; 0.004</w:t>
            </w:r>
          </w:p>
        </w:tc>
        <w:tc>
          <w:tcPr>
            <w:tcW w:w="1417" w:type="dxa"/>
          </w:tcPr>
          <w:p w14:paraId="032F53C0" w14:textId="6FE08568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0.2</w:t>
            </w:r>
            <w:r w:rsidR="006F3AB0">
              <w:rPr>
                <w:rFonts w:ascii="Arial" w:hAnsi="Arial" w:cs="Arial"/>
                <w:sz w:val="19"/>
                <w:szCs w:val="19"/>
              </w:rPr>
              <w:t>88</w:t>
            </w:r>
          </w:p>
        </w:tc>
      </w:tr>
      <w:tr w:rsidR="00293AC6" w:rsidRPr="001C6FBC" w14:paraId="06828871" w14:textId="77777777" w:rsidTr="00D40E64">
        <w:tc>
          <w:tcPr>
            <w:tcW w:w="268" w:type="dxa"/>
          </w:tcPr>
          <w:p w14:paraId="7C835A26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56266534" w14:textId="77777777" w:rsidR="00293AC6" w:rsidRPr="001C6FBC" w:rsidRDefault="00293AC6" w:rsidP="00293AC6">
            <w:pPr>
              <w:rPr>
                <w:rFonts w:ascii="Arial" w:eastAsia="Calibri" w:hAnsi="Arial" w:cs="Arial"/>
                <w:sz w:val="19"/>
                <w:szCs w:val="19"/>
              </w:rPr>
            </w:pPr>
          </w:p>
        </w:tc>
        <w:tc>
          <w:tcPr>
            <w:tcW w:w="1275" w:type="dxa"/>
          </w:tcPr>
          <w:p w14:paraId="1A057068" w14:textId="77777777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</w:tcPr>
          <w:p w14:paraId="5DB60A90" w14:textId="77777777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</w:tcPr>
          <w:p w14:paraId="2BC02CC7" w14:textId="77777777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93AC6" w:rsidRPr="001C6FBC" w14:paraId="0991923C" w14:textId="77777777" w:rsidTr="00D40E64">
        <w:tc>
          <w:tcPr>
            <w:tcW w:w="268" w:type="dxa"/>
          </w:tcPr>
          <w:p w14:paraId="58B908BA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4D90B1D1" w14:textId="43C99629" w:rsidR="00293AC6" w:rsidRPr="001C6FBC" w:rsidRDefault="00293AC6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density of end points (n)</w:t>
            </w:r>
          </w:p>
        </w:tc>
        <w:tc>
          <w:tcPr>
            <w:tcW w:w="1275" w:type="dxa"/>
          </w:tcPr>
          <w:p w14:paraId="43028E7F" w14:textId="1E1487F7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</w:t>
            </w:r>
            <w:r w:rsidR="006F3AB0">
              <w:rPr>
                <w:rFonts w:ascii="Arial" w:hAnsi="Arial" w:cs="Arial"/>
                <w:sz w:val="19"/>
                <w:szCs w:val="19"/>
              </w:rPr>
              <w:t>69</w:t>
            </w:r>
          </w:p>
        </w:tc>
        <w:tc>
          <w:tcPr>
            <w:tcW w:w="1560" w:type="dxa"/>
          </w:tcPr>
          <w:p w14:paraId="5421635F" w14:textId="49844985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</w:t>
            </w:r>
            <w:r w:rsidR="006F3AB0">
              <w:rPr>
                <w:rFonts w:ascii="Arial" w:hAnsi="Arial" w:cs="Arial"/>
                <w:sz w:val="19"/>
                <w:szCs w:val="19"/>
              </w:rPr>
              <w:t>192; 0.055</w:t>
            </w:r>
          </w:p>
        </w:tc>
        <w:tc>
          <w:tcPr>
            <w:tcW w:w="1417" w:type="dxa"/>
          </w:tcPr>
          <w:p w14:paraId="1FEE070F" w14:textId="495FDB15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6F3AB0">
              <w:rPr>
                <w:rFonts w:ascii="Arial" w:hAnsi="Arial" w:cs="Arial"/>
                <w:sz w:val="19"/>
                <w:szCs w:val="19"/>
              </w:rPr>
              <w:t>291</w:t>
            </w:r>
          </w:p>
        </w:tc>
      </w:tr>
      <w:tr w:rsidR="00293AC6" w:rsidRPr="001C6FBC" w14:paraId="64714E3F" w14:textId="77777777" w:rsidTr="00D40E64">
        <w:tc>
          <w:tcPr>
            <w:tcW w:w="268" w:type="dxa"/>
          </w:tcPr>
          <w:p w14:paraId="30A3BBB9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14657D54" w14:textId="39D38974" w:rsidR="00293AC6" w:rsidRPr="001C6FBC" w:rsidRDefault="00293AC6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density of bifurcation points (n)</w:t>
            </w:r>
          </w:p>
        </w:tc>
        <w:tc>
          <w:tcPr>
            <w:tcW w:w="1275" w:type="dxa"/>
          </w:tcPr>
          <w:p w14:paraId="1485C02F" w14:textId="1C69BD75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</w:t>
            </w:r>
            <w:r w:rsidR="006F3AB0">
              <w:rPr>
                <w:rFonts w:ascii="Arial" w:hAnsi="Arial" w:cs="Arial"/>
                <w:sz w:val="19"/>
                <w:szCs w:val="19"/>
              </w:rPr>
              <w:t>10</w:t>
            </w:r>
          </w:p>
        </w:tc>
        <w:tc>
          <w:tcPr>
            <w:tcW w:w="1560" w:type="dxa"/>
          </w:tcPr>
          <w:p w14:paraId="6A2A752F" w14:textId="714F9CA9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</w:t>
            </w:r>
            <w:r w:rsidR="006F3AB0">
              <w:rPr>
                <w:rFonts w:ascii="Arial" w:hAnsi="Arial" w:cs="Arial"/>
                <w:sz w:val="19"/>
                <w:szCs w:val="19"/>
              </w:rPr>
              <w:t>61</w:t>
            </w:r>
            <w:r w:rsidRPr="001C6FBC">
              <w:rPr>
                <w:rFonts w:ascii="Arial" w:hAnsi="Arial" w:cs="Arial"/>
                <w:sz w:val="19"/>
                <w:szCs w:val="19"/>
              </w:rPr>
              <w:t>; 0.041</w:t>
            </w:r>
          </w:p>
        </w:tc>
        <w:tc>
          <w:tcPr>
            <w:tcW w:w="1417" w:type="dxa"/>
          </w:tcPr>
          <w:p w14:paraId="79DE690F" w14:textId="4414517D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0.7</w:t>
            </w:r>
            <w:r w:rsidR="006F3AB0">
              <w:rPr>
                <w:rFonts w:ascii="Arial" w:hAnsi="Arial" w:cs="Arial"/>
                <w:sz w:val="19"/>
                <w:szCs w:val="19"/>
              </w:rPr>
              <w:t>07</w:t>
            </w:r>
          </w:p>
        </w:tc>
      </w:tr>
      <w:tr w:rsidR="00293AC6" w:rsidRPr="001C6FBC" w14:paraId="287A8844" w14:textId="77777777" w:rsidTr="00D40E64">
        <w:tc>
          <w:tcPr>
            <w:tcW w:w="268" w:type="dxa"/>
          </w:tcPr>
          <w:p w14:paraId="69D3B302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798731AF" w14:textId="39A1CC15" w:rsidR="00293AC6" w:rsidRPr="001C6FBC" w:rsidRDefault="00293AC6" w:rsidP="00293AC6">
            <w:pPr>
              <w:rPr>
                <w:rFonts w:ascii="Arial" w:eastAsia="Calibri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density of crossing points (n)</w:t>
            </w:r>
          </w:p>
        </w:tc>
        <w:tc>
          <w:tcPr>
            <w:tcW w:w="1275" w:type="dxa"/>
          </w:tcPr>
          <w:p w14:paraId="5289FE3C" w14:textId="75B11C93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 xml:space="preserve"> 0.0</w:t>
            </w:r>
            <w:r w:rsidR="006F3AB0">
              <w:rPr>
                <w:rFonts w:ascii="Arial" w:hAnsi="Arial" w:cs="Arial"/>
                <w:sz w:val="19"/>
                <w:szCs w:val="19"/>
              </w:rPr>
              <w:t>05</w:t>
            </w:r>
          </w:p>
        </w:tc>
        <w:tc>
          <w:tcPr>
            <w:tcW w:w="1560" w:type="dxa"/>
          </w:tcPr>
          <w:p w14:paraId="12EB20C9" w14:textId="3D5D2B09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</w:t>
            </w:r>
            <w:r w:rsidR="006F3AB0">
              <w:rPr>
                <w:rFonts w:ascii="Arial" w:hAnsi="Arial" w:cs="Arial"/>
                <w:sz w:val="19"/>
                <w:szCs w:val="19"/>
              </w:rPr>
              <w:t>026;</w:t>
            </w:r>
            <w:r w:rsidRPr="001C6FBC">
              <w:rPr>
                <w:rFonts w:ascii="Arial" w:hAnsi="Arial" w:cs="Arial"/>
                <w:sz w:val="19"/>
                <w:szCs w:val="19"/>
              </w:rPr>
              <w:t xml:space="preserve"> 0.0</w:t>
            </w:r>
            <w:r w:rsidR="006F3AB0">
              <w:rPr>
                <w:rFonts w:ascii="Arial" w:hAnsi="Arial" w:cs="Arial"/>
                <w:sz w:val="19"/>
                <w:szCs w:val="19"/>
              </w:rPr>
              <w:t>36</w:t>
            </w:r>
          </w:p>
        </w:tc>
        <w:tc>
          <w:tcPr>
            <w:tcW w:w="1417" w:type="dxa"/>
          </w:tcPr>
          <w:p w14:paraId="61558274" w14:textId="64D0B1B8" w:rsidR="00293AC6" w:rsidRPr="001C6FBC" w:rsidRDefault="00293AC6" w:rsidP="006F3AB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6F3AB0">
              <w:rPr>
                <w:rFonts w:ascii="Arial" w:hAnsi="Arial" w:cs="Arial"/>
                <w:sz w:val="19"/>
                <w:szCs w:val="19"/>
              </w:rPr>
              <w:t>770</w:t>
            </w:r>
          </w:p>
        </w:tc>
      </w:tr>
      <w:tr w:rsidR="00293AC6" w:rsidRPr="001C6FBC" w14:paraId="20B7B171" w14:textId="77777777" w:rsidTr="00D40E64">
        <w:tc>
          <w:tcPr>
            <w:tcW w:w="4395" w:type="dxa"/>
            <w:gridSpan w:val="2"/>
          </w:tcPr>
          <w:p w14:paraId="7FCA504C" w14:textId="6A91FD32" w:rsidR="00293AC6" w:rsidRPr="001C6FBC" w:rsidRDefault="00293AC6" w:rsidP="00293AC6">
            <w:pPr>
              <w:rPr>
                <w:rFonts w:ascii="Arial" w:eastAsia="Calibri" w:hAnsi="Arial" w:cs="Arial"/>
                <w:b/>
                <w:sz w:val="19"/>
                <w:szCs w:val="19"/>
              </w:rPr>
            </w:pPr>
            <w:r w:rsidRPr="001C6FBC">
              <w:rPr>
                <w:rFonts w:ascii="Arial" w:eastAsia="Calibri" w:hAnsi="Arial" w:cs="Arial"/>
                <w:b/>
                <w:sz w:val="19"/>
                <w:szCs w:val="19"/>
              </w:rPr>
              <w:t>Mono-/disaccharide intake (per 10g increase)</w:t>
            </w:r>
          </w:p>
        </w:tc>
        <w:tc>
          <w:tcPr>
            <w:tcW w:w="1275" w:type="dxa"/>
          </w:tcPr>
          <w:p w14:paraId="0F776B46" w14:textId="77777777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</w:tcPr>
          <w:p w14:paraId="735B130D" w14:textId="77777777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</w:tcPr>
          <w:p w14:paraId="07F6C386" w14:textId="77777777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93AC6" w:rsidRPr="001C6FBC" w14:paraId="6EA138D6" w14:textId="77777777" w:rsidTr="00D40E64">
        <w:tc>
          <w:tcPr>
            <w:tcW w:w="268" w:type="dxa"/>
          </w:tcPr>
          <w:p w14:paraId="421EF3A6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3875F89A" w14:textId="421A54A8" w:rsidR="00293AC6" w:rsidRPr="001C6FBC" w:rsidRDefault="00293AC6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hAnsi="Cambria Math" w:cs="Arial"/>
                  <w:sz w:val="19"/>
                  <w:szCs w:val="19"/>
                </w:rPr>
                <m:t>∛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PV (cm</w:t>
            </w:r>
            <w:r w:rsidRPr="001C6FBC">
              <w:rPr>
                <w:rFonts w:ascii="Arial" w:eastAsiaTheme="minorEastAsia" w:hAnsi="Arial" w:cs="Arial"/>
                <w:sz w:val="19"/>
                <w:szCs w:val="19"/>
                <w:vertAlign w:val="superscript"/>
              </w:rPr>
              <w:t>3</w:t>
            </w:r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>)</w:t>
            </w:r>
          </w:p>
        </w:tc>
        <w:tc>
          <w:tcPr>
            <w:tcW w:w="1275" w:type="dxa"/>
          </w:tcPr>
          <w:p w14:paraId="20CF08DC" w14:textId="6A645F0B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 xml:space="preserve"> 0.000</w:t>
            </w:r>
          </w:p>
        </w:tc>
        <w:tc>
          <w:tcPr>
            <w:tcW w:w="1560" w:type="dxa"/>
          </w:tcPr>
          <w:p w14:paraId="41939C64" w14:textId="3AC05DB2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-0.016; 0.016</w:t>
            </w:r>
          </w:p>
        </w:tc>
        <w:tc>
          <w:tcPr>
            <w:tcW w:w="1417" w:type="dxa"/>
          </w:tcPr>
          <w:p w14:paraId="56E37235" w14:textId="4A051087" w:rsidR="00293AC6" w:rsidRPr="001C6FBC" w:rsidRDefault="00293AC6" w:rsidP="00B40F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0.9</w:t>
            </w:r>
            <w:r w:rsidR="00B40FB7">
              <w:rPr>
                <w:rFonts w:ascii="Arial" w:hAnsi="Arial" w:cs="Arial"/>
                <w:sz w:val="19"/>
                <w:szCs w:val="19"/>
              </w:rPr>
              <w:t>56</w:t>
            </w:r>
          </w:p>
        </w:tc>
      </w:tr>
      <w:tr w:rsidR="00293AC6" w:rsidRPr="001C6FBC" w14:paraId="343D1F2F" w14:textId="77777777" w:rsidTr="00D40E64">
        <w:tc>
          <w:tcPr>
            <w:tcW w:w="268" w:type="dxa"/>
          </w:tcPr>
          <w:p w14:paraId="3A0E64ED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5542A340" w14:textId="1F2DC336" w:rsidR="00293AC6" w:rsidRPr="001C6FBC" w:rsidRDefault="00293AC6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hAnsi="Cambria Math" w:cs="Arial"/>
                  <w:sz w:val="19"/>
                  <w:szCs w:val="19"/>
                </w:rPr>
                <m:t>∛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uPVV (cm</w:t>
            </w:r>
            <w:r w:rsidRPr="001C6FBC">
              <w:rPr>
                <w:rFonts w:ascii="Arial" w:eastAsiaTheme="minorEastAsia" w:hAnsi="Arial" w:cs="Arial"/>
                <w:sz w:val="19"/>
                <w:szCs w:val="19"/>
                <w:vertAlign w:val="superscript"/>
              </w:rPr>
              <w:t>3</w:t>
            </w:r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>)</w:t>
            </w:r>
          </w:p>
        </w:tc>
        <w:tc>
          <w:tcPr>
            <w:tcW w:w="1275" w:type="dxa"/>
          </w:tcPr>
          <w:p w14:paraId="787DAF34" w14:textId="78D8DB11" w:rsidR="00293AC6" w:rsidRPr="001C6FBC" w:rsidRDefault="00293AC6" w:rsidP="00B40FB7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0.02</w:t>
            </w:r>
            <w:r w:rsidR="00B40FB7">
              <w:rPr>
                <w:rFonts w:ascii="Arial" w:hAnsi="Arial" w:cs="Arial"/>
                <w:b/>
                <w:bCs/>
                <w:sz w:val="19"/>
                <w:szCs w:val="19"/>
              </w:rPr>
              <w:t>1</w:t>
            </w:r>
          </w:p>
        </w:tc>
        <w:tc>
          <w:tcPr>
            <w:tcW w:w="1560" w:type="dxa"/>
          </w:tcPr>
          <w:p w14:paraId="08B75FBF" w14:textId="3EB8FAC9" w:rsidR="00293AC6" w:rsidRPr="001C6FBC" w:rsidRDefault="00293AC6" w:rsidP="00B40FB7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="00B40FB7">
              <w:rPr>
                <w:rFonts w:ascii="Arial" w:hAnsi="Arial" w:cs="Arial"/>
                <w:b/>
                <w:bCs/>
                <w:sz w:val="19"/>
                <w:szCs w:val="19"/>
              </w:rPr>
              <w:t>0.003</w:t>
            </w: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; 0.0</w:t>
            </w:r>
            <w:r w:rsidR="00B40FB7">
              <w:rPr>
                <w:rFonts w:ascii="Arial" w:hAnsi="Arial" w:cs="Arial"/>
                <w:b/>
                <w:bCs/>
                <w:sz w:val="19"/>
                <w:szCs w:val="19"/>
              </w:rPr>
              <w:t>39</w:t>
            </w:r>
          </w:p>
        </w:tc>
        <w:tc>
          <w:tcPr>
            <w:tcW w:w="1417" w:type="dxa"/>
          </w:tcPr>
          <w:p w14:paraId="7DE0CD9E" w14:textId="39F0F22D" w:rsidR="00293AC6" w:rsidRPr="001C6FBC" w:rsidRDefault="00293AC6" w:rsidP="00B40FB7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0.02</w:t>
            </w:r>
            <w:r w:rsidR="00B40FB7">
              <w:rPr>
                <w:rFonts w:ascii="Arial" w:hAnsi="Arial" w:cs="Arial"/>
                <w:b/>
                <w:bCs/>
                <w:sz w:val="19"/>
                <w:szCs w:val="19"/>
              </w:rPr>
              <w:t>9</w:t>
            </w: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*</w:t>
            </w:r>
          </w:p>
        </w:tc>
      </w:tr>
      <w:tr w:rsidR="00293AC6" w:rsidRPr="001C6FBC" w14:paraId="22249DFF" w14:textId="77777777" w:rsidTr="00D40E64">
        <w:tc>
          <w:tcPr>
            <w:tcW w:w="268" w:type="dxa"/>
          </w:tcPr>
          <w:p w14:paraId="27E2206C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29029A9D" w14:textId="77777777" w:rsidR="00293AC6" w:rsidRPr="001C6FBC" w:rsidRDefault="00293AC6" w:rsidP="00293AC6">
            <w:pPr>
              <w:rPr>
                <w:rFonts w:ascii="Arial" w:eastAsia="Calibri" w:hAnsi="Arial" w:cs="Arial"/>
                <w:sz w:val="19"/>
                <w:szCs w:val="19"/>
              </w:rPr>
            </w:pPr>
          </w:p>
        </w:tc>
        <w:tc>
          <w:tcPr>
            <w:tcW w:w="1275" w:type="dxa"/>
          </w:tcPr>
          <w:p w14:paraId="63F24888" w14:textId="77777777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</w:tcPr>
          <w:p w14:paraId="60D57EE4" w14:textId="77777777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</w:tcPr>
          <w:p w14:paraId="7971E9D6" w14:textId="77777777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93AC6" w:rsidRPr="001C6FBC" w14:paraId="372EB8AA" w14:textId="77777777" w:rsidTr="00D40E64">
        <w:tc>
          <w:tcPr>
            <w:tcW w:w="268" w:type="dxa"/>
          </w:tcPr>
          <w:p w14:paraId="71CDFECC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06B4DD09" w14:textId="4CF232DC" w:rsidR="00293AC6" w:rsidRPr="001C6FBC" w:rsidRDefault="00293AC6" w:rsidP="00293AC6">
            <w:pPr>
              <w:rPr>
                <w:rFonts w:ascii="Arial" w:eastAsia="Calibri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end points (n)</w:t>
            </w:r>
          </w:p>
        </w:tc>
        <w:tc>
          <w:tcPr>
            <w:tcW w:w="1275" w:type="dxa"/>
          </w:tcPr>
          <w:p w14:paraId="63905EBC" w14:textId="6E1394D7" w:rsidR="00293AC6" w:rsidRPr="001C6FBC" w:rsidRDefault="00B40FB7" w:rsidP="00B40FB7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0.336</w:t>
            </w:r>
          </w:p>
        </w:tc>
        <w:tc>
          <w:tcPr>
            <w:tcW w:w="1560" w:type="dxa"/>
          </w:tcPr>
          <w:p w14:paraId="348F428A" w14:textId="1E209989" w:rsidR="00293AC6" w:rsidRPr="001C6FBC" w:rsidRDefault="00B40FB7" w:rsidP="00B40FB7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0.072</w:t>
            </w:r>
            <w:r w:rsidR="00293AC6"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; 0.6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0</w:t>
            </w:r>
            <w:r w:rsidR="00293AC6"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1417" w:type="dxa"/>
          </w:tcPr>
          <w:p w14:paraId="76F885B7" w14:textId="4827799A" w:rsidR="00293AC6" w:rsidRPr="001C6FBC" w:rsidRDefault="00293AC6" w:rsidP="00B40FB7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0.01</w:t>
            </w:r>
            <w:r w:rsidR="00B40FB7">
              <w:rPr>
                <w:rFonts w:ascii="Arial" w:hAnsi="Arial" w:cs="Arial"/>
                <w:b/>
                <w:bCs/>
                <w:sz w:val="19"/>
                <w:szCs w:val="19"/>
              </w:rPr>
              <w:t>8</w:t>
            </w: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*</w:t>
            </w:r>
          </w:p>
        </w:tc>
      </w:tr>
      <w:tr w:rsidR="00293AC6" w:rsidRPr="001C6FBC" w14:paraId="52FE73FC" w14:textId="77777777" w:rsidTr="00D40E64">
        <w:tc>
          <w:tcPr>
            <w:tcW w:w="268" w:type="dxa"/>
          </w:tcPr>
          <w:p w14:paraId="166F1CEA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3FB4F79A" w14:textId="4E0523BA" w:rsidR="00293AC6" w:rsidRPr="001C6FBC" w:rsidRDefault="00293AC6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bifurcation points (n)</w:t>
            </w:r>
          </w:p>
        </w:tc>
        <w:tc>
          <w:tcPr>
            <w:tcW w:w="1275" w:type="dxa"/>
          </w:tcPr>
          <w:p w14:paraId="1C8BAA6F" w14:textId="290C7665" w:rsidR="00293AC6" w:rsidRPr="001C6FBC" w:rsidRDefault="00293AC6" w:rsidP="00B40FB7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0.</w:t>
            </w:r>
            <w:r w:rsidR="00B40FB7">
              <w:rPr>
                <w:rFonts w:ascii="Arial" w:hAnsi="Arial" w:cs="Arial"/>
                <w:b/>
                <w:bCs/>
                <w:sz w:val="19"/>
                <w:szCs w:val="19"/>
              </w:rPr>
              <w:t>380</w:t>
            </w:r>
          </w:p>
        </w:tc>
        <w:tc>
          <w:tcPr>
            <w:tcW w:w="1560" w:type="dxa"/>
          </w:tcPr>
          <w:p w14:paraId="351635D9" w14:textId="6907811A" w:rsidR="00293AC6" w:rsidRPr="001C6FBC" w:rsidRDefault="00293AC6" w:rsidP="00B40FB7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0.0</w:t>
            </w:r>
            <w:r w:rsidR="00B40FB7">
              <w:rPr>
                <w:rFonts w:ascii="Arial" w:hAnsi="Arial" w:cs="Arial"/>
                <w:b/>
                <w:bCs/>
                <w:sz w:val="19"/>
                <w:szCs w:val="19"/>
              </w:rPr>
              <w:t>57</w:t>
            </w: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; 0.7</w:t>
            </w:r>
            <w:r w:rsidR="00B40FB7">
              <w:rPr>
                <w:rFonts w:ascii="Arial" w:hAnsi="Arial" w:cs="Arial"/>
                <w:b/>
                <w:bCs/>
                <w:sz w:val="19"/>
                <w:szCs w:val="19"/>
              </w:rPr>
              <w:t>0</w:t>
            </w: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1417" w:type="dxa"/>
          </w:tcPr>
          <w:p w14:paraId="301C9149" w14:textId="08575B28" w:rsidR="00293AC6" w:rsidRPr="001C6FBC" w:rsidRDefault="00293AC6" w:rsidP="00B40FB7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0.0</w:t>
            </w:r>
            <w:r w:rsidR="00B40FB7">
              <w:rPr>
                <w:rFonts w:ascii="Arial" w:hAnsi="Arial" w:cs="Arial"/>
                <w:b/>
                <w:bCs/>
                <w:sz w:val="19"/>
                <w:szCs w:val="19"/>
              </w:rPr>
              <w:t>28</w:t>
            </w: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*</w:t>
            </w:r>
          </w:p>
        </w:tc>
      </w:tr>
      <w:tr w:rsidR="00293AC6" w:rsidRPr="001C6FBC" w14:paraId="37CDA948" w14:textId="77777777" w:rsidTr="00D40E64">
        <w:tc>
          <w:tcPr>
            <w:tcW w:w="268" w:type="dxa"/>
          </w:tcPr>
          <w:p w14:paraId="06B47BEB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55029307" w14:textId="30F7D565" w:rsidR="00293AC6" w:rsidRPr="001C6FBC" w:rsidRDefault="00293AC6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crossing points (n)</w:t>
            </w:r>
          </w:p>
        </w:tc>
        <w:tc>
          <w:tcPr>
            <w:tcW w:w="1275" w:type="dxa"/>
          </w:tcPr>
          <w:p w14:paraId="5ECF5745" w14:textId="0C684BD2" w:rsidR="00293AC6" w:rsidRPr="001C6FBC" w:rsidRDefault="00293AC6" w:rsidP="00B40FB7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0.2</w:t>
            </w:r>
            <w:r w:rsidR="00B40FB7">
              <w:rPr>
                <w:rFonts w:ascii="Arial" w:hAnsi="Arial" w:cs="Arial"/>
                <w:b/>
                <w:bCs/>
                <w:sz w:val="19"/>
                <w:szCs w:val="19"/>
              </w:rPr>
              <w:t>57</w:t>
            </w:r>
          </w:p>
        </w:tc>
        <w:tc>
          <w:tcPr>
            <w:tcW w:w="1560" w:type="dxa"/>
          </w:tcPr>
          <w:p w14:paraId="5353E934" w14:textId="670A2376" w:rsidR="00293AC6" w:rsidRPr="001C6FBC" w:rsidRDefault="00293AC6" w:rsidP="00B40FB7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0.0</w:t>
            </w:r>
            <w:r w:rsidR="00B40FB7">
              <w:rPr>
                <w:rFonts w:ascii="Arial" w:hAnsi="Arial" w:cs="Arial"/>
                <w:b/>
                <w:bCs/>
                <w:sz w:val="19"/>
                <w:szCs w:val="19"/>
              </w:rPr>
              <w:t>11</w:t>
            </w: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; 0.5</w:t>
            </w:r>
            <w:r w:rsidR="00B40FB7">
              <w:rPr>
                <w:rFonts w:ascii="Arial" w:hAnsi="Arial" w:cs="Arial"/>
                <w:b/>
                <w:bCs/>
                <w:sz w:val="19"/>
                <w:szCs w:val="19"/>
              </w:rPr>
              <w:t>02</w:t>
            </w:r>
          </w:p>
        </w:tc>
        <w:tc>
          <w:tcPr>
            <w:tcW w:w="1417" w:type="dxa"/>
          </w:tcPr>
          <w:p w14:paraId="55264263" w14:textId="2C621E58" w:rsidR="00293AC6" w:rsidRPr="001C6FBC" w:rsidRDefault="00293AC6" w:rsidP="00B40FB7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0.0</w:t>
            </w:r>
            <w:r w:rsidR="00B40FB7">
              <w:rPr>
                <w:rFonts w:ascii="Arial" w:hAnsi="Arial" w:cs="Arial"/>
                <w:b/>
                <w:bCs/>
                <w:sz w:val="19"/>
                <w:szCs w:val="19"/>
              </w:rPr>
              <w:t>49</w:t>
            </w: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*</w:t>
            </w:r>
          </w:p>
        </w:tc>
      </w:tr>
      <w:tr w:rsidR="00293AC6" w:rsidRPr="001C6FBC" w14:paraId="3B54BC48" w14:textId="77777777" w:rsidTr="00D40E64">
        <w:tc>
          <w:tcPr>
            <w:tcW w:w="268" w:type="dxa"/>
          </w:tcPr>
          <w:p w14:paraId="67E3F669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2F711062" w14:textId="6F85935B" w:rsidR="00293AC6" w:rsidRPr="001C6FBC" w:rsidRDefault="00293AC6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vessel points (n)</w:t>
            </w:r>
          </w:p>
        </w:tc>
        <w:tc>
          <w:tcPr>
            <w:tcW w:w="1275" w:type="dxa"/>
          </w:tcPr>
          <w:p w14:paraId="1F8E4B35" w14:textId="16AA8708" w:rsidR="00293AC6" w:rsidRPr="001C6FBC" w:rsidRDefault="00293AC6" w:rsidP="00B40FB7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0.</w:t>
            </w:r>
            <w:r w:rsidR="00B40FB7">
              <w:rPr>
                <w:rFonts w:ascii="Arial" w:hAnsi="Arial" w:cs="Arial"/>
                <w:b/>
                <w:bCs/>
                <w:sz w:val="19"/>
                <w:szCs w:val="19"/>
              </w:rPr>
              <w:t>916</w:t>
            </w:r>
          </w:p>
        </w:tc>
        <w:tc>
          <w:tcPr>
            <w:tcW w:w="1560" w:type="dxa"/>
          </w:tcPr>
          <w:p w14:paraId="30E7EE4C" w14:textId="402E63A6" w:rsidR="00293AC6" w:rsidRPr="001C6FBC" w:rsidRDefault="00293AC6" w:rsidP="00B40FB7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0.</w:t>
            </w:r>
            <w:r w:rsidR="00B40FB7">
              <w:rPr>
                <w:rFonts w:ascii="Arial" w:hAnsi="Arial" w:cs="Arial"/>
                <w:b/>
                <w:bCs/>
                <w:sz w:val="19"/>
                <w:szCs w:val="19"/>
              </w:rPr>
              <w:t>170</w:t>
            </w: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; 1.</w:t>
            </w:r>
            <w:r w:rsidR="00B40FB7">
              <w:rPr>
                <w:rFonts w:ascii="Arial" w:hAnsi="Arial" w:cs="Arial"/>
                <w:b/>
                <w:bCs/>
                <w:sz w:val="19"/>
                <w:szCs w:val="19"/>
              </w:rPr>
              <w:t>662</w:t>
            </w:r>
          </w:p>
        </w:tc>
        <w:tc>
          <w:tcPr>
            <w:tcW w:w="1417" w:type="dxa"/>
          </w:tcPr>
          <w:p w14:paraId="4CAD9C5F" w14:textId="4FFD592C" w:rsidR="00293AC6" w:rsidRPr="001C6FBC" w:rsidRDefault="00B40FB7" w:rsidP="00B40FB7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0.022</w:t>
            </w:r>
            <w:r w:rsidR="00293AC6"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*</w:t>
            </w:r>
          </w:p>
        </w:tc>
      </w:tr>
      <w:tr w:rsidR="00293AC6" w:rsidRPr="001C6FBC" w14:paraId="1434569A" w14:textId="77777777" w:rsidTr="00D40E64">
        <w:tc>
          <w:tcPr>
            <w:tcW w:w="268" w:type="dxa"/>
          </w:tcPr>
          <w:p w14:paraId="3CC7F2D8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5DBC1665" w14:textId="3E7AEAD5" w:rsidR="00293AC6" w:rsidRPr="001C6FBC" w:rsidRDefault="00293AC6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total length (mm)</w:t>
            </w:r>
          </w:p>
        </w:tc>
        <w:tc>
          <w:tcPr>
            <w:tcW w:w="1275" w:type="dxa"/>
          </w:tcPr>
          <w:p w14:paraId="13B3F6F0" w14:textId="50E24EAE" w:rsidR="00293AC6" w:rsidRPr="001C6FBC" w:rsidRDefault="00293AC6" w:rsidP="00B40FB7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0.</w:t>
            </w:r>
            <w:r w:rsidR="00B40FB7">
              <w:rPr>
                <w:rFonts w:ascii="Arial" w:hAnsi="Arial" w:cs="Arial"/>
                <w:b/>
                <w:bCs/>
                <w:sz w:val="19"/>
                <w:szCs w:val="19"/>
              </w:rPr>
              <w:t>856</w:t>
            </w:r>
          </w:p>
        </w:tc>
        <w:tc>
          <w:tcPr>
            <w:tcW w:w="1560" w:type="dxa"/>
          </w:tcPr>
          <w:p w14:paraId="7A150B48" w14:textId="2783197B" w:rsidR="00293AC6" w:rsidRPr="001C6FBC" w:rsidRDefault="00293AC6" w:rsidP="00B40FB7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0.</w:t>
            </w:r>
            <w:r w:rsidR="00B40FB7">
              <w:rPr>
                <w:rFonts w:ascii="Arial" w:hAnsi="Arial" w:cs="Arial"/>
                <w:b/>
                <w:bCs/>
                <w:sz w:val="19"/>
                <w:szCs w:val="19"/>
              </w:rPr>
              <w:t>158</w:t>
            </w: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; 1.</w:t>
            </w:r>
            <w:r w:rsidR="00B40FB7">
              <w:rPr>
                <w:rFonts w:ascii="Arial" w:hAnsi="Arial" w:cs="Arial"/>
                <w:b/>
                <w:bCs/>
                <w:sz w:val="19"/>
                <w:szCs w:val="19"/>
              </w:rPr>
              <w:t>554</w:t>
            </w:r>
          </w:p>
        </w:tc>
        <w:tc>
          <w:tcPr>
            <w:tcW w:w="1417" w:type="dxa"/>
          </w:tcPr>
          <w:p w14:paraId="145ECEE8" w14:textId="4DFF127C" w:rsidR="00293AC6" w:rsidRPr="001C6FBC" w:rsidRDefault="00293AC6" w:rsidP="00B40FB7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0.0</w:t>
            </w:r>
            <w:r w:rsidR="00B40FB7">
              <w:rPr>
                <w:rFonts w:ascii="Arial" w:hAnsi="Arial" w:cs="Arial"/>
                <w:b/>
                <w:bCs/>
                <w:sz w:val="19"/>
                <w:szCs w:val="19"/>
              </w:rPr>
              <w:t>22</w:t>
            </w: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*</w:t>
            </w:r>
          </w:p>
        </w:tc>
      </w:tr>
      <w:tr w:rsidR="00293AC6" w:rsidRPr="001C6FBC" w14:paraId="3A03A633" w14:textId="77777777" w:rsidTr="00D40E64">
        <w:tc>
          <w:tcPr>
            <w:tcW w:w="268" w:type="dxa"/>
          </w:tcPr>
          <w:p w14:paraId="36EB0DE4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7280A34A" w14:textId="04CEAA84" w:rsidR="00293AC6" w:rsidRPr="001C6FBC" w:rsidRDefault="00293AC6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average thickness (mm)</w:t>
            </w:r>
          </w:p>
        </w:tc>
        <w:tc>
          <w:tcPr>
            <w:tcW w:w="1275" w:type="dxa"/>
          </w:tcPr>
          <w:p w14:paraId="4C054851" w14:textId="47B0F907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 xml:space="preserve"> 0.002</w:t>
            </w:r>
          </w:p>
        </w:tc>
        <w:tc>
          <w:tcPr>
            <w:tcW w:w="1560" w:type="dxa"/>
          </w:tcPr>
          <w:p w14:paraId="01B41DC7" w14:textId="01406050" w:rsidR="00293AC6" w:rsidRPr="001C6FBC" w:rsidRDefault="00B40FB7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-0.001; 0.004</w:t>
            </w:r>
          </w:p>
        </w:tc>
        <w:tc>
          <w:tcPr>
            <w:tcW w:w="1417" w:type="dxa"/>
          </w:tcPr>
          <w:p w14:paraId="75E7004E" w14:textId="3E917F5A" w:rsidR="00293AC6" w:rsidRPr="001C6FBC" w:rsidRDefault="00293AC6" w:rsidP="00B40F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0.2</w:t>
            </w:r>
            <w:r w:rsidR="00B40FB7">
              <w:rPr>
                <w:rFonts w:ascii="Arial" w:hAnsi="Arial" w:cs="Arial"/>
                <w:sz w:val="19"/>
                <w:szCs w:val="19"/>
              </w:rPr>
              <w:t>46</w:t>
            </w:r>
          </w:p>
        </w:tc>
      </w:tr>
      <w:tr w:rsidR="00293AC6" w:rsidRPr="001C6FBC" w14:paraId="7EC40CAE" w14:textId="77777777" w:rsidTr="00D40E64">
        <w:tc>
          <w:tcPr>
            <w:tcW w:w="268" w:type="dxa"/>
          </w:tcPr>
          <w:p w14:paraId="390BD8A8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16836E9D" w14:textId="77777777" w:rsidR="00293AC6" w:rsidRPr="001C6FBC" w:rsidRDefault="00293AC6" w:rsidP="00293AC6">
            <w:pPr>
              <w:rPr>
                <w:rFonts w:ascii="Arial" w:eastAsia="Calibri" w:hAnsi="Arial" w:cs="Arial"/>
                <w:sz w:val="19"/>
                <w:szCs w:val="19"/>
              </w:rPr>
            </w:pPr>
          </w:p>
        </w:tc>
        <w:tc>
          <w:tcPr>
            <w:tcW w:w="1275" w:type="dxa"/>
          </w:tcPr>
          <w:p w14:paraId="4B373EBF" w14:textId="77777777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</w:tcPr>
          <w:p w14:paraId="216F0AB1" w14:textId="77777777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</w:tcPr>
          <w:p w14:paraId="3BF9F1F5" w14:textId="77777777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93AC6" w:rsidRPr="001C6FBC" w14:paraId="7382667C" w14:textId="77777777" w:rsidTr="00D40E64">
        <w:tc>
          <w:tcPr>
            <w:tcW w:w="268" w:type="dxa"/>
          </w:tcPr>
          <w:p w14:paraId="422776C2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7F03BA94" w14:textId="79A662F9" w:rsidR="00293AC6" w:rsidRPr="001C6FBC" w:rsidRDefault="00293AC6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density of end points (n)</w:t>
            </w:r>
          </w:p>
        </w:tc>
        <w:tc>
          <w:tcPr>
            <w:tcW w:w="1275" w:type="dxa"/>
          </w:tcPr>
          <w:p w14:paraId="4D19B241" w14:textId="36959D8D" w:rsidR="00293AC6" w:rsidRPr="001C6FBC" w:rsidRDefault="00B40FB7" w:rsidP="00B40F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-0.090</w:t>
            </w:r>
          </w:p>
        </w:tc>
        <w:tc>
          <w:tcPr>
            <w:tcW w:w="1560" w:type="dxa"/>
          </w:tcPr>
          <w:p w14:paraId="6DD8566E" w14:textId="4CBE126D" w:rsidR="00293AC6" w:rsidRPr="001C6FBC" w:rsidRDefault="00293AC6" w:rsidP="00B40F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-0.2</w:t>
            </w:r>
            <w:r w:rsidR="00B40FB7">
              <w:rPr>
                <w:rFonts w:ascii="Arial" w:hAnsi="Arial" w:cs="Arial"/>
                <w:sz w:val="19"/>
                <w:szCs w:val="19"/>
              </w:rPr>
              <w:t>35; 0.056</w:t>
            </w:r>
          </w:p>
        </w:tc>
        <w:tc>
          <w:tcPr>
            <w:tcW w:w="1417" w:type="dxa"/>
          </w:tcPr>
          <w:p w14:paraId="1F78AC9B" w14:textId="59F295D8" w:rsidR="00293AC6" w:rsidRPr="001C6FBC" w:rsidRDefault="00293AC6" w:rsidP="00B40F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B40FB7">
              <w:rPr>
                <w:rFonts w:ascii="Arial" w:hAnsi="Arial" w:cs="Arial"/>
                <w:sz w:val="19"/>
                <w:szCs w:val="19"/>
              </w:rPr>
              <w:t>24</w:t>
            </w:r>
            <w:r w:rsidRPr="001C6FBC">
              <w:rPr>
                <w:rFonts w:ascii="Arial" w:hAnsi="Arial" w:cs="Arial"/>
                <w:sz w:val="19"/>
                <w:szCs w:val="19"/>
              </w:rPr>
              <w:t>2</w:t>
            </w:r>
          </w:p>
        </w:tc>
      </w:tr>
      <w:tr w:rsidR="00293AC6" w:rsidRPr="001C6FBC" w14:paraId="73ECA504" w14:textId="77777777" w:rsidTr="00D40E64">
        <w:tc>
          <w:tcPr>
            <w:tcW w:w="268" w:type="dxa"/>
          </w:tcPr>
          <w:p w14:paraId="6CA29B61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352FCDA7" w14:textId="6A55FDA4" w:rsidR="00293AC6" w:rsidRPr="001C6FBC" w:rsidRDefault="00293AC6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density of bifurcation points (n)</w:t>
            </w:r>
          </w:p>
        </w:tc>
        <w:tc>
          <w:tcPr>
            <w:tcW w:w="1275" w:type="dxa"/>
          </w:tcPr>
          <w:p w14:paraId="05F14B6D" w14:textId="5A253F5B" w:rsidR="00293AC6" w:rsidRPr="001C6FBC" w:rsidRDefault="00B40FB7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-0.021</w:t>
            </w:r>
          </w:p>
        </w:tc>
        <w:tc>
          <w:tcPr>
            <w:tcW w:w="1560" w:type="dxa"/>
          </w:tcPr>
          <w:p w14:paraId="14E73A37" w14:textId="667750A0" w:rsidR="00293AC6" w:rsidRPr="001C6FBC" w:rsidRDefault="00293AC6" w:rsidP="00B40F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</w:t>
            </w:r>
            <w:r w:rsidR="00B40FB7">
              <w:rPr>
                <w:rFonts w:ascii="Arial" w:hAnsi="Arial" w:cs="Arial"/>
                <w:sz w:val="19"/>
                <w:szCs w:val="19"/>
              </w:rPr>
              <w:t>81</w:t>
            </w:r>
            <w:r w:rsidRPr="001C6FBC">
              <w:rPr>
                <w:rFonts w:ascii="Arial" w:hAnsi="Arial" w:cs="Arial"/>
                <w:sz w:val="19"/>
                <w:szCs w:val="19"/>
              </w:rPr>
              <w:t>; 0.0</w:t>
            </w:r>
            <w:r w:rsidR="00B40FB7">
              <w:rPr>
                <w:rFonts w:ascii="Arial" w:hAnsi="Arial" w:cs="Arial"/>
                <w:sz w:val="19"/>
                <w:szCs w:val="19"/>
              </w:rPr>
              <w:t>39</w:t>
            </w:r>
          </w:p>
        </w:tc>
        <w:tc>
          <w:tcPr>
            <w:tcW w:w="1417" w:type="dxa"/>
          </w:tcPr>
          <w:p w14:paraId="05B10A81" w14:textId="67AC5247" w:rsidR="00293AC6" w:rsidRPr="001C6FBC" w:rsidRDefault="00293AC6" w:rsidP="00B40F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0.5</w:t>
            </w:r>
            <w:r w:rsidR="00B40FB7">
              <w:rPr>
                <w:rFonts w:ascii="Arial" w:hAnsi="Arial" w:cs="Arial"/>
                <w:sz w:val="19"/>
                <w:szCs w:val="19"/>
              </w:rPr>
              <w:t>13</w:t>
            </w:r>
          </w:p>
        </w:tc>
      </w:tr>
      <w:tr w:rsidR="00293AC6" w:rsidRPr="001C6FBC" w14:paraId="7F68E724" w14:textId="77777777" w:rsidTr="00D40E64">
        <w:tc>
          <w:tcPr>
            <w:tcW w:w="268" w:type="dxa"/>
          </w:tcPr>
          <w:p w14:paraId="58838675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48CA2805" w14:textId="47269F61" w:rsidR="00293AC6" w:rsidRPr="001C6FBC" w:rsidRDefault="00293AC6" w:rsidP="00293AC6">
            <w:pPr>
              <w:rPr>
                <w:rFonts w:ascii="Arial" w:eastAsia="Calibri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density of crossing points (n)</w:t>
            </w:r>
          </w:p>
        </w:tc>
        <w:tc>
          <w:tcPr>
            <w:tcW w:w="1275" w:type="dxa"/>
          </w:tcPr>
          <w:p w14:paraId="0E6E28C7" w14:textId="6F9A8A2C" w:rsidR="00293AC6" w:rsidRPr="001C6FBC" w:rsidRDefault="00B40FB7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0.001</w:t>
            </w:r>
          </w:p>
        </w:tc>
        <w:tc>
          <w:tcPr>
            <w:tcW w:w="1560" w:type="dxa"/>
          </w:tcPr>
          <w:p w14:paraId="331F0F6B" w14:textId="06C41373" w:rsidR="00293AC6" w:rsidRPr="001C6FBC" w:rsidRDefault="00B40FB7" w:rsidP="00B40F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-0.036; 0.037</w:t>
            </w:r>
          </w:p>
        </w:tc>
        <w:tc>
          <w:tcPr>
            <w:tcW w:w="1417" w:type="dxa"/>
          </w:tcPr>
          <w:p w14:paraId="499F4D65" w14:textId="383F0541" w:rsidR="00293AC6" w:rsidRPr="001C6FBC" w:rsidRDefault="00293AC6" w:rsidP="00B40F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B40FB7">
              <w:rPr>
                <w:rFonts w:ascii="Arial" w:hAnsi="Arial" w:cs="Arial"/>
                <w:sz w:val="19"/>
                <w:szCs w:val="19"/>
              </w:rPr>
              <w:t>967</w:t>
            </w:r>
          </w:p>
        </w:tc>
      </w:tr>
      <w:tr w:rsidR="00293AC6" w:rsidRPr="001C6FBC" w14:paraId="78740E89" w14:textId="77777777" w:rsidTr="00D40E64">
        <w:tc>
          <w:tcPr>
            <w:tcW w:w="4395" w:type="dxa"/>
            <w:gridSpan w:val="2"/>
          </w:tcPr>
          <w:p w14:paraId="76784CE8" w14:textId="0DA1AB2B" w:rsidR="00293AC6" w:rsidRPr="001C6FBC" w:rsidRDefault="00293AC6" w:rsidP="00293AC6">
            <w:pPr>
              <w:rPr>
                <w:rFonts w:ascii="Arial" w:eastAsia="Calibri" w:hAnsi="Arial" w:cs="Arial"/>
                <w:b/>
                <w:sz w:val="19"/>
                <w:szCs w:val="19"/>
              </w:rPr>
            </w:pPr>
            <w:r w:rsidRPr="001C6FBC">
              <w:rPr>
                <w:rFonts w:ascii="Arial" w:eastAsia="Calibri" w:hAnsi="Arial" w:cs="Arial"/>
                <w:b/>
                <w:sz w:val="19"/>
                <w:szCs w:val="19"/>
              </w:rPr>
              <w:t>Polysaccharide intake (per 10g increase)</w:t>
            </w:r>
          </w:p>
        </w:tc>
        <w:tc>
          <w:tcPr>
            <w:tcW w:w="1275" w:type="dxa"/>
          </w:tcPr>
          <w:p w14:paraId="002B51CD" w14:textId="77777777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</w:tcPr>
          <w:p w14:paraId="18EDE025" w14:textId="77777777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</w:tcPr>
          <w:p w14:paraId="78BCA788" w14:textId="77777777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93AC6" w:rsidRPr="001C6FBC" w14:paraId="5083BF8D" w14:textId="77777777" w:rsidTr="00D40E64">
        <w:tc>
          <w:tcPr>
            <w:tcW w:w="268" w:type="dxa"/>
          </w:tcPr>
          <w:p w14:paraId="175E9309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223B7E16" w14:textId="74E2D931" w:rsidR="00293AC6" w:rsidRPr="001C6FBC" w:rsidRDefault="00293AC6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hAnsi="Cambria Math" w:cs="Arial"/>
                  <w:sz w:val="19"/>
                  <w:szCs w:val="19"/>
                </w:rPr>
                <m:t>∛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PV (cm</w:t>
            </w:r>
            <w:r w:rsidRPr="001C6FBC">
              <w:rPr>
                <w:rFonts w:ascii="Arial" w:eastAsiaTheme="minorEastAsia" w:hAnsi="Arial" w:cs="Arial"/>
                <w:sz w:val="19"/>
                <w:szCs w:val="19"/>
                <w:vertAlign w:val="superscript"/>
              </w:rPr>
              <w:t>3</w:t>
            </w:r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>)</w:t>
            </w:r>
          </w:p>
        </w:tc>
        <w:tc>
          <w:tcPr>
            <w:tcW w:w="1275" w:type="dxa"/>
          </w:tcPr>
          <w:p w14:paraId="5F60E636" w14:textId="4C8544E9" w:rsidR="00293AC6" w:rsidRPr="001C6FBC" w:rsidRDefault="00B81C4F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-0.000</w:t>
            </w:r>
          </w:p>
        </w:tc>
        <w:tc>
          <w:tcPr>
            <w:tcW w:w="1560" w:type="dxa"/>
          </w:tcPr>
          <w:p w14:paraId="236C85C1" w14:textId="6E95A6EB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-0.03</w:t>
            </w:r>
            <w:r w:rsidR="00B81C4F">
              <w:rPr>
                <w:rFonts w:ascii="Arial" w:hAnsi="Arial" w:cs="Arial"/>
                <w:sz w:val="19"/>
                <w:szCs w:val="19"/>
              </w:rPr>
              <w:t>2</w:t>
            </w:r>
            <w:r w:rsidRPr="001C6FBC">
              <w:rPr>
                <w:rFonts w:ascii="Arial" w:hAnsi="Arial" w:cs="Arial"/>
                <w:sz w:val="19"/>
                <w:szCs w:val="19"/>
              </w:rPr>
              <w:t>; 0.0</w:t>
            </w:r>
            <w:r w:rsidR="00B81C4F">
              <w:rPr>
                <w:rFonts w:ascii="Arial" w:hAnsi="Arial" w:cs="Arial"/>
                <w:sz w:val="19"/>
                <w:szCs w:val="19"/>
              </w:rPr>
              <w:t>32</w:t>
            </w:r>
          </w:p>
        </w:tc>
        <w:tc>
          <w:tcPr>
            <w:tcW w:w="1417" w:type="dxa"/>
          </w:tcPr>
          <w:p w14:paraId="1553F251" w14:textId="17F6CB0A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0.9</w:t>
            </w:r>
            <w:r w:rsidR="00B81C4F">
              <w:rPr>
                <w:rFonts w:ascii="Arial" w:hAnsi="Arial" w:cs="Arial"/>
                <w:sz w:val="19"/>
                <w:szCs w:val="19"/>
              </w:rPr>
              <w:t>86</w:t>
            </w:r>
          </w:p>
        </w:tc>
      </w:tr>
      <w:tr w:rsidR="00293AC6" w:rsidRPr="001C6FBC" w14:paraId="3BB797FB" w14:textId="77777777" w:rsidTr="00D40E64">
        <w:tc>
          <w:tcPr>
            <w:tcW w:w="268" w:type="dxa"/>
          </w:tcPr>
          <w:p w14:paraId="695871EA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01171B38" w14:textId="1D201921" w:rsidR="00293AC6" w:rsidRPr="001C6FBC" w:rsidRDefault="00293AC6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hAnsi="Cambria Math" w:cs="Arial"/>
                  <w:sz w:val="19"/>
                  <w:szCs w:val="19"/>
                </w:rPr>
                <m:t>∛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uPVV (cm</w:t>
            </w:r>
            <w:r w:rsidRPr="001C6FBC">
              <w:rPr>
                <w:rFonts w:ascii="Arial" w:eastAsiaTheme="minorEastAsia" w:hAnsi="Arial" w:cs="Arial"/>
                <w:sz w:val="19"/>
                <w:szCs w:val="19"/>
                <w:vertAlign w:val="superscript"/>
              </w:rPr>
              <w:t>3</w:t>
            </w:r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>)</w:t>
            </w:r>
          </w:p>
        </w:tc>
        <w:tc>
          <w:tcPr>
            <w:tcW w:w="1275" w:type="dxa"/>
          </w:tcPr>
          <w:p w14:paraId="6E7BD476" w14:textId="26B09F51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 xml:space="preserve"> 0.0</w:t>
            </w:r>
            <w:r w:rsidR="00B81C4F">
              <w:rPr>
                <w:rFonts w:ascii="Arial" w:hAnsi="Arial" w:cs="Arial"/>
                <w:sz w:val="19"/>
                <w:szCs w:val="19"/>
              </w:rPr>
              <w:t>08</w:t>
            </w:r>
          </w:p>
        </w:tc>
        <w:tc>
          <w:tcPr>
            <w:tcW w:w="1560" w:type="dxa"/>
          </w:tcPr>
          <w:p w14:paraId="1F9297A6" w14:textId="7A6E8662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</w:t>
            </w:r>
            <w:r w:rsidR="00B81C4F">
              <w:rPr>
                <w:rFonts w:ascii="Arial" w:hAnsi="Arial" w:cs="Arial"/>
                <w:sz w:val="19"/>
                <w:szCs w:val="19"/>
              </w:rPr>
              <w:t>27</w:t>
            </w:r>
            <w:r w:rsidRPr="001C6FBC">
              <w:rPr>
                <w:rFonts w:ascii="Arial" w:hAnsi="Arial" w:cs="Arial"/>
                <w:sz w:val="19"/>
                <w:szCs w:val="19"/>
              </w:rPr>
              <w:t>; 0.0</w:t>
            </w:r>
            <w:r w:rsidR="00B81C4F">
              <w:rPr>
                <w:rFonts w:ascii="Arial" w:hAnsi="Arial" w:cs="Arial"/>
                <w:sz w:val="19"/>
                <w:szCs w:val="19"/>
              </w:rPr>
              <w:t>44</w:t>
            </w:r>
          </w:p>
        </w:tc>
        <w:tc>
          <w:tcPr>
            <w:tcW w:w="1417" w:type="dxa"/>
          </w:tcPr>
          <w:p w14:paraId="55D08628" w14:textId="28BA233E" w:rsidR="00293AC6" w:rsidRPr="001C6FBC" w:rsidRDefault="00B81C4F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0.</w:t>
            </w:r>
            <w:r w:rsidR="00293AC6" w:rsidRPr="001C6FBC">
              <w:rPr>
                <w:rFonts w:ascii="Arial" w:hAnsi="Arial" w:cs="Arial"/>
                <w:sz w:val="19"/>
                <w:szCs w:val="19"/>
              </w:rPr>
              <w:t>65</w:t>
            </w:r>
            <w:r>
              <w:rPr>
                <w:rFonts w:ascii="Arial" w:hAnsi="Arial" w:cs="Arial"/>
                <w:sz w:val="19"/>
                <w:szCs w:val="19"/>
              </w:rPr>
              <w:t>4</w:t>
            </w:r>
          </w:p>
        </w:tc>
      </w:tr>
      <w:tr w:rsidR="00293AC6" w:rsidRPr="001C6FBC" w14:paraId="1D53BBD3" w14:textId="77777777" w:rsidTr="00D40E64">
        <w:tc>
          <w:tcPr>
            <w:tcW w:w="268" w:type="dxa"/>
          </w:tcPr>
          <w:p w14:paraId="0D4E3DCC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0DA564C6" w14:textId="77777777" w:rsidR="00293AC6" w:rsidRPr="001C6FBC" w:rsidRDefault="00293AC6" w:rsidP="00293AC6">
            <w:pPr>
              <w:rPr>
                <w:rFonts w:ascii="Arial" w:eastAsia="Calibri" w:hAnsi="Arial" w:cs="Arial"/>
                <w:sz w:val="19"/>
                <w:szCs w:val="19"/>
              </w:rPr>
            </w:pPr>
          </w:p>
        </w:tc>
        <w:tc>
          <w:tcPr>
            <w:tcW w:w="1275" w:type="dxa"/>
          </w:tcPr>
          <w:p w14:paraId="1D17B31C" w14:textId="77777777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</w:tcPr>
          <w:p w14:paraId="313EEEF9" w14:textId="77777777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</w:tcPr>
          <w:p w14:paraId="566289F7" w14:textId="77777777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93AC6" w:rsidRPr="001C6FBC" w14:paraId="3F88C651" w14:textId="77777777" w:rsidTr="00D40E64">
        <w:tc>
          <w:tcPr>
            <w:tcW w:w="268" w:type="dxa"/>
          </w:tcPr>
          <w:p w14:paraId="30594121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6B2460A8" w14:textId="4B73E1F0" w:rsidR="00293AC6" w:rsidRPr="001C6FBC" w:rsidRDefault="00293AC6" w:rsidP="00293AC6">
            <w:pPr>
              <w:rPr>
                <w:rFonts w:ascii="Arial" w:eastAsia="Calibri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end points (n)</w:t>
            </w:r>
          </w:p>
        </w:tc>
        <w:tc>
          <w:tcPr>
            <w:tcW w:w="1275" w:type="dxa"/>
          </w:tcPr>
          <w:p w14:paraId="6D9D0CC8" w14:textId="2B53F262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 xml:space="preserve"> 0.2</w:t>
            </w:r>
            <w:r w:rsidR="00B81C4F">
              <w:rPr>
                <w:rFonts w:ascii="Arial" w:hAnsi="Arial" w:cs="Arial"/>
                <w:sz w:val="19"/>
                <w:szCs w:val="19"/>
              </w:rPr>
              <w:t>11</w:t>
            </w:r>
          </w:p>
        </w:tc>
        <w:tc>
          <w:tcPr>
            <w:tcW w:w="1560" w:type="dxa"/>
          </w:tcPr>
          <w:p w14:paraId="3D004952" w14:textId="6DE7D3DA" w:rsidR="00293AC6" w:rsidRPr="001C6FBC" w:rsidRDefault="00B81C4F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-0.305</w:t>
            </w:r>
            <w:r w:rsidR="00293AC6" w:rsidRPr="001C6FBC">
              <w:rPr>
                <w:rFonts w:ascii="Arial" w:hAnsi="Arial" w:cs="Arial"/>
                <w:sz w:val="19"/>
                <w:szCs w:val="19"/>
              </w:rPr>
              <w:t>; 0.7</w:t>
            </w:r>
            <w:r>
              <w:rPr>
                <w:rFonts w:ascii="Arial" w:hAnsi="Arial" w:cs="Arial"/>
                <w:sz w:val="19"/>
                <w:szCs w:val="19"/>
              </w:rPr>
              <w:t>26</w:t>
            </w:r>
          </w:p>
        </w:tc>
        <w:tc>
          <w:tcPr>
            <w:tcW w:w="1417" w:type="dxa"/>
          </w:tcPr>
          <w:p w14:paraId="4F09A196" w14:textId="5A0C2A1E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B81C4F">
              <w:rPr>
                <w:rFonts w:ascii="Arial" w:hAnsi="Arial" w:cs="Arial"/>
                <w:sz w:val="19"/>
                <w:szCs w:val="19"/>
              </w:rPr>
              <w:t>437</w:t>
            </w:r>
          </w:p>
        </w:tc>
      </w:tr>
      <w:tr w:rsidR="00293AC6" w:rsidRPr="001C6FBC" w14:paraId="611BD33F" w14:textId="77777777" w:rsidTr="00D40E64">
        <w:tc>
          <w:tcPr>
            <w:tcW w:w="268" w:type="dxa"/>
          </w:tcPr>
          <w:p w14:paraId="7D2CEE8F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3FC8DBAF" w14:textId="66D6DDF8" w:rsidR="00293AC6" w:rsidRPr="001C6FBC" w:rsidRDefault="00293AC6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bifurcation points (n)</w:t>
            </w:r>
          </w:p>
        </w:tc>
        <w:tc>
          <w:tcPr>
            <w:tcW w:w="1275" w:type="dxa"/>
          </w:tcPr>
          <w:p w14:paraId="17A0AC9B" w14:textId="3854841F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 xml:space="preserve"> 0.</w:t>
            </w:r>
            <w:r w:rsidR="00B81C4F">
              <w:rPr>
                <w:rFonts w:ascii="Arial" w:hAnsi="Arial" w:cs="Arial"/>
                <w:sz w:val="19"/>
                <w:szCs w:val="19"/>
              </w:rPr>
              <w:t>193</w:t>
            </w:r>
          </w:p>
        </w:tc>
        <w:tc>
          <w:tcPr>
            <w:tcW w:w="1560" w:type="dxa"/>
          </w:tcPr>
          <w:p w14:paraId="0A0A7C98" w14:textId="2487A350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</w:t>
            </w:r>
            <w:r w:rsidR="00B81C4F">
              <w:rPr>
                <w:rFonts w:ascii="Arial" w:hAnsi="Arial" w:cs="Arial"/>
                <w:sz w:val="19"/>
                <w:szCs w:val="19"/>
              </w:rPr>
              <w:t>440</w:t>
            </w:r>
            <w:r w:rsidRPr="001C6FBC">
              <w:rPr>
                <w:rFonts w:ascii="Arial" w:hAnsi="Arial" w:cs="Arial"/>
                <w:sz w:val="19"/>
                <w:szCs w:val="19"/>
              </w:rPr>
              <w:t>; 0.</w:t>
            </w:r>
            <w:r w:rsidR="00B81C4F">
              <w:rPr>
                <w:rFonts w:ascii="Arial" w:hAnsi="Arial" w:cs="Arial"/>
                <w:sz w:val="19"/>
                <w:szCs w:val="19"/>
              </w:rPr>
              <w:t>825</w:t>
            </w:r>
          </w:p>
        </w:tc>
        <w:tc>
          <w:tcPr>
            <w:tcW w:w="1417" w:type="dxa"/>
          </w:tcPr>
          <w:p w14:paraId="4F5A953B" w14:textId="12D754B8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B81C4F">
              <w:rPr>
                <w:rFonts w:ascii="Arial" w:hAnsi="Arial" w:cs="Arial"/>
                <w:sz w:val="19"/>
                <w:szCs w:val="19"/>
              </w:rPr>
              <w:t>562</w:t>
            </w:r>
          </w:p>
        </w:tc>
      </w:tr>
      <w:tr w:rsidR="00293AC6" w:rsidRPr="001C6FBC" w14:paraId="77159CFA" w14:textId="77777777" w:rsidTr="00D40E64">
        <w:tc>
          <w:tcPr>
            <w:tcW w:w="268" w:type="dxa"/>
          </w:tcPr>
          <w:p w14:paraId="0383F76D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78B7B469" w14:textId="2E9B5C9D" w:rsidR="00293AC6" w:rsidRPr="001C6FBC" w:rsidRDefault="00293AC6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crossing points (n)</w:t>
            </w:r>
          </w:p>
        </w:tc>
        <w:tc>
          <w:tcPr>
            <w:tcW w:w="1275" w:type="dxa"/>
          </w:tcPr>
          <w:p w14:paraId="3A91199B" w14:textId="6CC5C359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 xml:space="preserve"> 0.</w:t>
            </w:r>
            <w:r w:rsidR="00B81C4F">
              <w:rPr>
                <w:rFonts w:ascii="Arial" w:hAnsi="Arial" w:cs="Arial"/>
                <w:sz w:val="19"/>
                <w:szCs w:val="19"/>
              </w:rPr>
              <w:t>095</w:t>
            </w:r>
          </w:p>
        </w:tc>
        <w:tc>
          <w:tcPr>
            <w:tcW w:w="1560" w:type="dxa"/>
          </w:tcPr>
          <w:p w14:paraId="6B9013B7" w14:textId="4F3DDDCF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</w:t>
            </w:r>
            <w:r w:rsidR="00B81C4F">
              <w:rPr>
                <w:rFonts w:ascii="Arial" w:hAnsi="Arial" w:cs="Arial"/>
                <w:sz w:val="19"/>
                <w:szCs w:val="19"/>
              </w:rPr>
              <w:t>385</w:t>
            </w:r>
            <w:r w:rsidRPr="001C6FBC">
              <w:rPr>
                <w:rFonts w:ascii="Arial" w:hAnsi="Arial" w:cs="Arial"/>
                <w:sz w:val="19"/>
                <w:szCs w:val="19"/>
              </w:rPr>
              <w:t>; 0.</w:t>
            </w:r>
            <w:r w:rsidR="00B81C4F">
              <w:rPr>
                <w:rFonts w:ascii="Arial" w:hAnsi="Arial" w:cs="Arial"/>
                <w:sz w:val="19"/>
                <w:szCs w:val="19"/>
              </w:rPr>
              <w:t>576</w:t>
            </w:r>
          </w:p>
        </w:tc>
        <w:tc>
          <w:tcPr>
            <w:tcW w:w="1417" w:type="dxa"/>
          </w:tcPr>
          <w:p w14:paraId="11514D78" w14:textId="2C2A2B8B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B81C4F">
              <w:rPr>
                <w:rFonts w:ascii="Arial" w:hAnsi="Arial" w:cs="Arial"/>
                <w:sz w:val="19"/>
                <w:szCs w:val="19"/>
              </w:rPr>
              <w:t>706</w:t>
            </w:r>
          </w:p>
        </w:tc>
      </w:tr>
      <w:tr w:rsidR="00293AC6" w:rsidRPr="001C6FBC" w14:paraId="741BA9E1" w14:textId="77777777" w:rsidTr="00D40E64">
        <w:tc>
          <w:tcPr>
            <w:tcW w:w="268" w:type="dxa"/>
          </w:tcPr>
          <w:p w14:paraId="13341F5B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51A39556" w14:textId="4BA68964" w:rsidR="00293AC6" w:rsidRPr="001C6FBC" w:rsidRDefault="00293AC6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vessel points (n)</w:t>
            </w:r>
          </w:p>
        </w:tc>
        <w:tc>
          <w:tcPr>
            <w:tcW w:w="1275" w:type="dxa"/>
          </w:tcPr>
          <w:p w14:paraId="0BA4F5B0" w14:textId="4E3B743E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 xml:space="preserve"> 0.</w:t>
            </w:r>
            <w:r w:rsidR="00B81C4F">
              <w:rPr>
                <w:rFonts w:ascii="Arial" w:hAnsi="Arial" w:cs="Arial"/>
                <w:sz w:val="19"/>
                <w:szCs w:val="19"/>
              </w:rPr>
              <w:t>530</w:t>
            </w:r>
          </w:p>
        </w:tc>
        <w:tc>
          <w:tcPr>
            <w:tcW w:w="1560" w:type="dxa"/>
          </w:tcPr>
          <w:p w14:paraId="52721490" w14:textId="3F74537C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</w:t>
            </w:r>
            <w:r w:rsidR="00B81C4F">
              <w:rPr>
                <w:rFonts w:ascii="Arial" w:hAnsi="Arial" w:cs="Arial"/>
                <w:sz w:val="19"/>
                <w:szCs w:val="19"/>
              </w:rPr>
              <w:t>930</w:t>
            </w:r>
            <w:r w:rsidRPr="001C6FBC">
              <w:rPr>
                <w:rFonts w:ascii="Arial" w:hAnsi="Arial" w:cs="Arial"/>
                <w:sz w:val="19"/>
                <w:szCs w:val="19"/>
              </w:rPr>
              <w:t xml:space="preserve">; </w:t>
            </w:r>
            <w:r w:rsidR="00B81C4F">
              <w:rPr>
                <w:rFonts w:ascii="Arial" w:hAnsi="Arial" w:cs="Arial"/>
                <w:sz w:val="19"/>
                <w:szCs w:val="19"/>
              </w:rPr>
              <w:t>1.989</w:t>
            </w:r>
          </w:p>
        </w:tc>
        <w:tc>
          <w:tcPr>
            <w:tcW w:w="1417" w:type="dxa"/>
          </w:tcPr>
          <w:p w14:paraId="7D8BB7EB" w14:textId="1DEF1CEE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B81C4F">
              <w:rPr>
                <w:rFonts w:ascii="Arial" w:hAnsi="Arial" w:cs="Arial"/>
                <w:sz w:val="19"/>
                <w:szCs w:val="19"/>
              </w:rPr>
              <w:t>490</w:t>
            </w:r>
          </w:p>
        </w:tc>
      </w:tr>
      <w:tr w:rsidR="00293AC6" w:rsidRPr="001C6FBC" w14:paraId="779DF0F5" w14:textId="77777777" w:rsidTr="00D40E64">
        <w:tc>
          <w:tcPr>
            <w:tcW w:w="268" w:type="dxa"/>
          </w:tcPr>
          <w:p w14:paraId="64511226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15322DEC" w14:textId="29332BC1" w:rsidR="00293AC6" w:rsidRPr="001C6FBC" w:rsidRDefault="00293AC6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total length (mm)</w:t>
            </w:r>
          </w:p>
        </w:tc>
        <w:tc>
          <w:tcPr>
            <w:tcW w:w="1275" w:type="dxa"/>
          </w:tcPr>
          <w:p w14:paraId="411882B6" w14:textId="677BB78E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 xml:space="preserve"> 0.</w:t>
            </w:r>
            <w:r w:rsidR="00B81C4F">
              <w:rPr>
                <w:rFonts w:ascii="Arial" w:hAnsi="Arial" w:cs="Arial"/>
                <w:sz w:val="19"/>
                <w:szCs w:val="19"/>
              </w:rPr>
              <w:t>461</w:t>
            </w:r>
          </w:p>
        </w:tc>
        <w:tc>
          <w:tcPr>
            <w:tcW w:w="1560" w:type="dxa"/>
          </w:tcPr>
          <w:p w14:paraId="645B60FF" w14:textId="3CDCA8B0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</w:t>
            </w:r>
            <w:r w:rsidR="00B81C4F">
              <w:rPr>
                <w:rFonts w:ascii="Arial" w:hAnsi="Arial" w:cs="Arial"/>
                <w:sz w:val="19"/>
                <w:szCs w:val="19"/>
              </w:rPr>
              <w:t>903</w:t>
            </w:r>
            <w:r w:rsidRPr="001C6FBC">
              <w:rPr>
                <w:rFonts w:ascii="Arial" w:hAnsi="Arial" w:cs="Arial"/>
                <w:sz w:val="19"/>
                <w:szCs w:val="19"/>
              </w:rPr>
              <w:t xml:space="preserve">; </w:t>
            </w:r>
            <w:r w:rsidR="00B81C4F">
              <w:rPr>
                <w:rFonts w:ascii="Arial" w:hAnsi="Arial" w:cs="Arial"/>
                <w:sz w:val="19"/>
                <w:szCs w:val="19"/>
              </w:rPr>
              <w:t>1.825</w:t>
            </w:r>
          </w:p>
        </w:tc>
        <w:tc>
          <w:tcPr>
            <w:tcW w:w="1417" w:type="dxa"/>
          </w:tcPr>
          <w:p w14:paraId="20A51185" w14:textId="4462B39D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B81C4F">
              <w:rPr>
                <w:rFonts w:ascii="Arial" w:hAnsi="Arial" w:cs="Arial"/>
                <w:sz w:val="19"/>
                <w:szCs w:val="19"/>
              </w:rPr>
              <w:t>521</w:t>
            </w:r>
          </w:p>
        </w:tc>
      </w:tr>
      <w:tr w:rsidR="00293AC6" w:rsidRPr="001C6FBC" w14:paraId="664BD266" w14:textId="77777777" w:rsidTr="00D40E64">
        <w:tc>
          <w:tcPr>
            <w:tcW w:w="268" w:type="dxa"/>
          </w:tcPr>
          <w:p w14:paraId="0131D873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7049678D" w14:textId="616537DD" w:rsidR="00293AC6" w:rsidRPr="001C6FBC" w:rsidRDefault="00293AC6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average thickness (mm)</w:t>
            </w:r>
          </w:p>
        </w:tc>
        <w:tc>
          <w:tcPr>
            <w:tcW w:w="1275" w:type="dxa"/>
          </w:tcPr>
          <w:p w14:paraId="4B1679C5" w14:textId="4E99426D" w:rsidR="00293AC6" w:rsidRPr="001C6FBC" w:rsidRDefault="00B81C4F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0.001</w:t>
            </w:r>
          </w:p>
        </w:tc>
        <w:tc>
          <w:tcPr>
            <w:tcW w:w="1560" w:type="dxa"/>
          </w:tcPr>
          <w:p w14:paraId="384A4F03" w14:textId="6EB0E5B2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-0.00</w:t>
            </w:r>
            <w:r w:rsidR="00B81C4F">
              <w:rPr>
                <w:rFonts w:ascii="Arial" w:hAnsi="Arial" w:cs="Arial"/>
                <w:sz w:val="19"/>
                <w:szCs w:val="19"/>
              </w:rPr>
              <w:t>4</w:t>
            </w:r>
            <w:r w:rsidRPr="001C6FBC">
              <w:rPr>
                <w:rFonts w:ascii="Arial" w:hAnsi="Arial" w:cs="Arial"/>
                <w:sz w:val="19"/>
                <w:szCs w:val="19"/>
              </w:rPr>
              <w:t>; 0.007</w:t>
            </w:r>
          </w:p>
        </w:tc>
        <w:tc>
          <w:tcPr>
            <w:tcW w:w="1417" w:type="dxa"/>
          </w:tcPr>
          <w:p w14:paraId="15C5F4C4" w14:textId="3B27E719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B81C4F">
              <w:rPr>
                <w:rFonts w:ascii="Arial" w:hAnsi="Arial" w:cs="Arial"/>
                <w:sz w:val="19"/>
                <w:szCs w:val="19"/>
              </w:rPr>
              <w:t>621</w:t>
            </w:r>
          </w:p>
        </w:tc>
      </w:tr>
      <w:tr w:rsidR="00293AC6" w:rsidRPr="001C6FBC" w14:paraId="220BD842" w14:textId="77777777" w:rsidTr="00D40E64">
        <w:tc>
          <w:tcPr>
            <w:tcW w:w="268" w:type="dxa"/>
          </w:tcPr>
          <w:p w14:paraId="05D39309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20BC7D0A" w14:textId="77777777" w:rsidR="00293AC6" w:rsidRPr="001C6FBC" w:rsidRDefault="00293AC6" w:rsidP="00293AC6">
            <w:pPr>
              <w:rPr>
                <w:rFonts w:ascii="Arial" w:eastAsia="Calibri" w:hAnsi="Arial" w:cs="Arial"/>
                <w:sz w:val="19"/>
                <w:szCs w:val="19"/>
              </w:rPr>
            </w:pPr>
          </w:p>
        </w:tc>
        <w:tc>
          <w:tcPr>
            <w:tcW w:w="1275" w:type="dxa"/>
          </w:tcPr>
          <w:p w14:paraId="7A15A805" w14:textId="77777777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</w:tcPr>
          <w:p w14:paraId="2BDBBB48" w14:textId="77777777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</w:tcPr>
          <w:p w14:paraId="27AC8F8D" w14:textId="77777777" w:rsidR="00293AC6" w:rsidRPr="001C6FBC" w:rsidRDefault="00293AC6" w:rsidP="00293AC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293AC6" w:rsidRPr="001C6FBC" w14:paraId="246A44C1" w14:textId="77777777" w:rsidTr="00D40E64">
        <w:tc>
          <w:tcPr>
            <w:tcW w:w="268" w:type="dxa"/>
          </w:tcPr>
          <w:p w14:paraId="3B74331E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73D9E940" w14:textId="0A4011F0" w:rsidR="00293AC6" w:rsidRPr="001C6FBC" w:rsidRDefault="00293AC6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density of end points (n)</w:t>
            </w:r>
          </w:p>
        </w:tc>
        <w:tc>
          <w:tcPr>
            <w:tcW w:w="1275" w:type="dxa"/>
          </w:tcPr>
          <w:p w14:paraId="09D636E9" w14:textId="4409E043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</w:t>
            </w:r>
            <w:r w:rsidR="00B81C4F">
              <w:rPr>
                <w:rFonts w:ascii="Arial" w:hAnsi="Arial" w:cs="Arial"/>
                <w:sz w:val="19"/>
                <w:szCs w:val="19"/>
              </w:rPr>
              <w:t>066</w:t>
            </w:r>
          </w:p>
        </w:tc>
        <w:tc>
          <w:tcPr>
            <w:tcW w:w="1560" w:type="dxa"/>
          </w:tcPr>
          <w:p w14:paraId="7A054974" w14:textId="79EFD9B4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</w:t>
            </w:r>
            <w:r w:rsidR="00B81C4F">
              <w:rPr>
                <w:rFonts w:ascii="Arial" w:hAnsi="Arial" w:cs="Arial"/>
                <w:sz w:val="19"/>
                <w:szCs w:val="19"/>
              </w:rPr>
              <w:t>350</w:t>
            </w:r>
            <w:r w:rsidRPr="001C6FBC">
              <w:rPr>
                <w:rFonts w:ascii="Arial" w:hAnsi="Arial" w:cs="Arial"/>
                <w:sz w:val="19"/>
                <w:szCs w:val="19"/>
              </w:rPr>
              <w:t>; 0.</w:t>
            </w:r>
            <w:r w:rsidR="00B81C4F">
              <w:rPr>
                <w:rFonts w:ascii="Arial" w:hAnsi="Arial" w:cs="Arial"/>
                <w:sz w:val="19"/>
                <w:szCs w:val="19"/>
              </w:rPr>
              <w:t>217</w:t>
            </w:r>
          </w:p>
        </w:tc>
        <w:tc>
          <w:tcPr>
            <w:tcW w:w="1417" w:type="dxa"/>
          </w:tcPr>
          <w:p w14:paraId="37DFEBEA" w14:textId="31C301D9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B81C4F">
              <w:rPr>
                <w:rFonts w:ascii="Arial" w:hAnsi="Arial" w:cs="Arial"/>
                <w:sz w:val="19"/>
                <w:szCs w:val="19"/>
              </w:rPr>
              <w:t>656</w:t>
            </w:r>
          </w:p>
        </w:tc>
      </w:tr>
      <w:tr w:rsidR="00293AC6" w:rsidRPr="001C6FBC" w14:paraId="2E6E83EF" w14:textId="77777777" w:rsidTr="00D40E64">
        <w:tc>
          <w:tcPr>
            <w:tcW w:w="268" w:type="dxa"/>
          </w:tcPr>
          <w:p w14:paraId="1BDC644D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71009CAF" w14:textId="3B638F03" w:rsidR="00293AC6" w:rsidRPr="001C6FBC" w:rsidRDefault="00293AC6" w:rsidP="00293AC6">
            <w:pPr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density of bifurcation points (n)</w:t>
            </w:r>
          </w:p>
        </w:tc>
        <w:tc>
          <w:tcPr>
            <w:tcW w:w="1275" w:type="dxa"/>
          </w:tcPr>
          <w:p w14:paraId="3F87E70D" w14:textId="2C14AA87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 xml:space="preserve">  0.0</w:t>
            </w:r>
            <w:r w:rsidR="00B81C4F">
              <w:rPr>
                <w:rFonts w:ascii="Arial" w:hAnsi="Arial" w:cs="Arial"/>
                <w:sz w:val="19"/>
                <w:szCs w:val="19"/>
              </w:rPr>
              <w:t>06</w:t>
            </w:r>
          </w:p>
        </w:tc>
        <w:tc>
          <w:tcPr>
            <w:tcW w:w="1560" w:type="dxa"/>
          </w:tcPr>
          <w:p w14:paraId="5BB7B2C4" w14:textId="3026AB16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-0.1</w:t>
            </w:r>
            <w:r w:rsidR="00B81C4F">
              <w:rPr>
                <w:rFonts w:ascii="Arial" w:hAnsi="Arial" w:cs="Arial"/>
                <w:sz w:val="19"/>
                <w:szCs w:val="19"/>
              </w:rPr>
              <w:t>11</w:t>
            </w:r>
            <w:r w:rsidRPr="001C6FBC">
              <w:rPr>
                <w:rFonts w:ascii="Arial" w:hAnsi="Arial" w:cs="Arial"/>
                <w:sz w:val="19"/>
                <w:szCs w:val="19"/>
              </w:rPr>
              <w:t>; 0.12</w:t>
            </w:r>
            <w:r w:rsidR="00B81C4F">
              <w:rPr>
                <w:rFonts w:ascii="Arial" w:hAnsi="Arial" w:cs="Arial"/>
                <w:sz w:val="19"/>
                <w:szCs w:val="19"/>
              </w:rPr>
              <w:t>3</w:t>
            </w:r>
          </w:p>
        </w:tc>
        <w:tc>
          <w:tcPr>
            <w:tcW w:w="1417" w:type="dxa"/>
          </w:tcPr>
          <w:p w14:paraId="3151E943" w14:textId="055BF4B4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B81C4F">
              <w:rPr>
                <w:rFonts w:ascii="Arial" w:hAnsi="Arial" w:cs="Arial"/>
                <w:sz w:val="19"/>
                <w:szCs w:val="19"/>
              </w:rPr>
              <w:t>925</w:t>
            </w:r>
          </w:p>
        </w:tc>
      </w:tr>
      <w:tr w:rsidR="00293AC6" w:rsidRPr="001C6FBC" w14:paraId="25DCF694" w14:textId="77777777" w:rsidTr="00D40E64">
        <w:tc>
          <w:tcPr>
            <w:tcW w:w="268" w:type="dxa"/>
          </w:tcPr>
          <w:p w14:paraId="60C8446F" w14:textId="77777777" w:rsidR="00293AC6" w:rsidRPr="001C6FBC" w:rsidRDefault="00293AC6" w:rsidP="00293AC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127" w:type="dxa"/>
          </w:tcPr>
          <w:p w14:paraId="7DF643A4" w14:textId="3AD4C197" w:rsidR="00293AC6" w:rsidRPr="001C6FBC" w:rsidRDefault="00293AC6" w:rsidP="00293AC6">
            <w:pPr>
              <w:rPr>
                <w:rFonts w:ascii="Arial" w:eastAsia="Calibri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density of crossing points (n)</w:t>
            </w:r>
          </w:p>
        </w:tc>
        <w:tc>
          <w:tcPr>
            <w:tcW w:w="1275" w:type="dxa"/>
          </w:tcPr>
          <w:p w14:paraId="6B8DEB4D" w14:textId="1CA40ABF" w:rsidR="00293AC6" w:rsidRPr="001C6FBC" w:rsidRDefault="00B81C4F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0.026</w:t>
            </w:r>
          </w:p>
        </w:tc>
        <w:tc>
          <w:tcPr>
            <w:tcW w:w="1560" w:type="dxa"/>
          </w:tcPr>
          <w:p w14:paraId="3E88EB93" w14:textId="284714C3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</w:t>
            </w:r>
            <w:r w:rsidR="00B81C4F">
              <w:rPr>
                <w:rFonts w:ascii="Arial" w:hAnsi="Arial" w:cs="Arial"/>
                <w:sz w:val="19"/>
                <w:szCs w:val="19"/>
              </w:rPr>
              <w:t>4</w:t>
            </w:r>
            <w:r w:rsidRPr="001C6FBC">
              <w:rPr>
                <w:rFonts w:ascii="Arial" w:hAnsi="Arial" w:cs="Arial"/>
                <w:sz w:val="19"/>
                <w:szCs w:val="19"/>
              </w:rPr>
              <w:t>5; 0.</w:t>
            </w:r>
            <w:r w:rsidR="00B81C4F">
              <w:rPr>
                <w:rFonts w:ascii="Arial" w:hAnsi="Arial" w:cs="Arial"/>
                <w:sz w:val="19"/>
                <w:szCs w:val="19"/>
              </w:rPr>
              <w:t>098</w:t>
            </w:r>
          </w:p>
        </w:tc>
        <w:tc>
          <w:tcPr>
            <w:tcW w:w="1417" w:type="dxa"/>
          </w:tcPr>
          <w:p w14:paraId="25C230F5" w14:textId="08612110" w:rsidR="00293AC6" w:rsidRPr="001C6FBC" w:rsidRDefault="00293AC6" w:rsidP="00B81C4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B81C4F">
              <w:rPr>
                <w:rFonts w:ascii="Arial" w:hAnsi="Arial" w:cs="Arial"/>
                <w:sz w:val="19"/>
                <w:szCs w:val="19"/>
              </w:rPr>
              <w:t>479</w:t>
            </w:r>
          </w:p>
        </w:tc>
      </w:tr>
    </w:tbl>
    <w:p w14:paraId="5A3EAF05" w14:textId="72627791" w:rsidR="003E3072" w:rsidRPr="001C6FBC" w:rsidRDefault="00CB01FD" w:rsidP="001013E9">
      <w:pPr>
        <w:spacing w:line="480" w:lineRule="auto"/>
        <w:rPr>
          <w:rFonts w:ascii="Arial" w:hAnsi="Arial" w:cs="Arial"/>
        </w:rPr>
        <w:sectPr w:rsidR="003E3072" w:rsidRPr="001C6FBC" w:rsidSect="002D049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Arial" w:hAnsi="Arial" w:cs="Arial"/>
        </w:rPr>
        <w:lastRenderedPageBreak/>
        <w:t>Model 3</w:t>
      </w:r>
      <w:r w:rsidR="001013E9">
        <w:rPr>
          <w:rFonts w:ascii="Arial" w:hAnsi="Arial" w:cs="Arial"/>
        </w:rPr>
        <w:t xml:space="preserve">: adjusted for gestational age, </w:t>
      </w:r>
      <w:r w:rsidR="001013E9">
        <w:rPr>
          <w:rFonts w:ascii="Arial" w:hAnsi="Arial" w:cs="Arial"/>
          <w:lang w:val="en-GB"/>
        </w:rPr>
        <w:t>maternal age, BMI, parity, conception mode, foetal sex and periconceptional alcohol consumption, smoking and folic acid supplement</w:t>
      </w:r>
      <w:r w:rsidR="00727FC9">
        <w:rPr>
          <w:rFonts w:ascii="Arial" w:hAnsi="Arial" w:cs="Arial"/>
          <w:lang w:val="en-GB"/>
        </w:rPr>
        <w:t xml:space="preserve"> use</w:t>
      </w:r>
      <w:r w:rsidR="001013E9">
        <w:rPr>
          <w:rFonts w:ascii="Arial" w:hAnsi="Arial" w:cs="Arial"/>
        </w:rPr>
        <w:t xml:space="preserve"> and total energy intake. </w:t>
      </w:r>
      <w:r w:rsidR="003628F3">
        <w:rPr>
          <w:rFonts w:ascii="Arial" w:hAnsi="Arial" w:cs="Arial"/>
          <w:kern w:val="0"/>
          <w14:ligatures w14:val="none"/>
        </w:rPr>
        <w:t xml:space="preserve">Model 2 showed comparable results and is therefore not displayed. </w:t>
      </w:r>
      <w:r w:rsidR="00293AC6" w:rsidRPr="001C6FBC">
        <w:rPr>
          <w:rFonts w:ascii="Arial" w:hAnsi="Arial" w:cs="Arial"/>
        </w:rPr>
        <w:t>PV = placental volume. uPVV = utero-placental vascular volume. uPVS = utero-placental vasc</w:t>
      </w:r>
      <w:r w:rsidR="001013E9">
        <w:rPr>
          <w:rFonts w:ascii="Arial" w:hAnsi="Arial" w:cs="Arial"/>
        </w:rPr>
        <w:t>ular skeleton. *significance at p-value&lt;0.05.</w:t>
      </w:r>
    </w:p>
    <w:p w14:paraId="0C8227AA" w14:textId="757E40F9" w:rsidR="00102077" w:rsidRPr="00A62418" w:rsidRDefault="002D049F" w:rsidP="00A62418">
      <w:pPr>
        <w:spacing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Table</w:t>
      </w:r>
      <w:r w:rsidR="006065E9">
        <w:rPr>
          <w:rFonts w:ascii="Arial" w:hAnsi="Arial" w:cs="Arial"/>
          <w:b/>
          <w:bCs/>
        </w:rPr>
        <w:t xml:space="preserve"> 3</w:t>
      </w:r>
      <w:r w:rsidR="00102077" w:rsidRPr="00A62418">
        <w:rPr>
          <w:rFonts w:ascii="Arial" w:hAnsi="Arial" w:cs="Arial"/>
          <w:b/>
          <w:bCs/>
        </w:rPr>
        <w:t>. The association</w:t>
      </w:r>
      <w:r w:rsidR="00727FC9">
        <w:rPr>
          <w:rFonts w:ascii="Arial" w:hAnsi="Arial" w:cs="Arial"/>
          <w:b/>
          <w:bCs/>
        </w:rPr>
        <w:t>s</w:t>
      </w:r>
      <w:r w:rsidR="00102077" w:rsidRPr="00A62418">
        <w:rPr>
          <w:rFonts w:ascii="Arial" w:hAnsi="Arial" w:cs="Arial"/>
          <w:b/>
          <w:bCs/>
        </w:rPr>
        <w:t xml:space="preserve"> between periconceptional </w:t>
      </w:r>
      <w:r w:rsidR="00C66011">
        <w:rPr>
          <w:rFonts w:ascii="Arial" w:hAnsi="Arial" w:cs="Arial"/>
          <w:b/>
          <w:bCs/>
        </w:rPr>
        <w:t xml:space="preserve">maternal </w:t>
      </w:r>
      <w:r w:rsidR="00CB01FD">
        <w:rPr>
          <w:rFonts w:ascii="Arial" w:hAnsi="Arial" w:cs="Arial"/>
          <w:b/>
          <w:bCs/>
        </w:rPr>
        <w:t>adh</w:t>
      </w:r>
      <w:r w:rsidR="00102077" w:rsidRPr="00A62418">
        <w:rPr>
          <w:rFonts w:ascii="Arial" w:hAnsi="Arial" w:cs="Arial"/>
          <w:b/>
          <w:bCs/>
        </w:rPr>
        <w:t>erence to a W</w:t>
      </w:r>
      <w:r w:rsidR="00377706">
        <w:rPr>
          <w:rFonts w:ascii="Arial" w:hAnsi="Arial" w:cs="Arial"/>
          <w:b/>
          <w:bCs/>
        </w:rPr>
        <w:t>estern, Mediterranean and S</w:t>
      </w:r>
      <w:r w:rsidR="00102077" w:rsidRPr="00A62418">
        <w:rPr>
          <w:rFonts w:ascii="Arial" w:hAnsi="Arial" w:cs="Arial"/>
          <w:b/>
          <w:bCs/>
        </w:rPr>
        <w:t>nack dietary pattern and virtual imaging markers of first-trimester utero-placental vascular development (n=9</w:t>
      </w:r>
      <w:r w:rsidR="000A6216" w:rsidRPr="00A62418">
        <w:rPr>
          <w:rFonts w:ascii="Arial" w:hAnsi="Arial" w:cs="Arial"/>
          <w:b/>
          <w:bCs/>
        </w:rPr>
        <w:t>3</w:t>
      </w:r>
      <w:r w:rsidR="0018693C">
        <w:rPr>
          <w:rFonts w:ascii="Arial" w:hAnsi="Arial" w:cs="Arial"/>
          <w:b/>
          <w:bCs/>
        </w:rPr>
        <w:t>)</w:t>
      </w: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"/>
        <w:gridCol w:w="3016"/>
        <w:gridCol w:w="1134"/>
        <w:gridCol w:w="1417"/>
        <w:gridCol w:w="992"/>
        <w:gridCol w:w="1134"/>
        <w:gridCol w:w="1560"/>
        <w:gridCol w:w="850"/>
      </w:tblGrid>
      <w:tr w:rsidR="00CE1BC5" w:rsidRPr="001C6FBC" w14:paraId="092E3C45" w14:textId="77777777" w:rsidTr="00FB1563">
        <w:tc>
          <w:tcPr>
            <w:tcW w:w="3261" w:type="dxa"/>
            <w:gridSpan w:val="2"/>
            <w:tcBorders>
              <w:top w:val="single" w:sz="18" w:space="0" w:color="auto"/>
            </w:tcBorders>
          </w:tcPr>
          <w:p w14:paraId="4EE44A44" w14:textId="77777777" w:rsidR="00CE1BC5" w:rsidRPr="001C6FBC" w:rsidRDefault="00CE1BC5" w:rsidP="000F59E5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43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14:paraId="0E865190" w14:textId="034EF061" w:rsidR="00CE1BC5" w:rsidRPr="001C6FBC" w:rsidRDefault="00CB01FD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Model 2</w:t>
            </w:r>
          </w:p>
        </w:tc>
        <w:tc>
          <w:tcPr>
            <w:tcW w:w="3544" w:type="dxa"/>
            <w:gridSpan w:val="3"/>
            <w:tcBorders>
              <w:top w:val="single" w:sz="18" w:space="0" w:color="auto"/>
              <w:left w:val="single" w:sz="8" w:space="0" w:color="auto"/>
            </w:tcBorders>
          </w:tcPr>
          <w:p w14:paraId="0C1B2A30" w14:textId="0CDDC3F0" w:rsidR="00CE1BC5" w:rsidRPr="001C6FBC" w:rsidRDefault="00CB01FD" w:rsidP="001C6FBC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Model 3</w:t>
            </w:r>
          </w:p>
        </w:tc>
      </w:tr>
      <w:tr w:rsidR="001C6FBC" w:rsidRPr="001C6FBC" w14:paraId="5609A584" w14:textId="77777777" w:rsidTr="001B1DEA">
        <w:tc>
          <w:tcPr>
            <w:tcW w:w="3261" w:type="dxa"/>
            <w:gridSpan w:val="2"/>
            <w:tcBorders>
              <w:bottom w:val="single" w:sz="8" w:space="0" w:color="auto"/>
            </w:tcBorders>
          </w:tcPr>
          <w:p w14:paraId="4DCAEBD2" w14:textId="77777777" w:rsidR="00CE1BC5" w:rsidRPr="001C6FBC" w:rsidRDefault="00CE1BC5" w:rsidP="000F59E5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</w:tcBorders>
          </w:tcPr>
          <w:p w14:paraId="38912FD8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Effect size</w:t>
            </w: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14:paraId="34E54B02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95% CI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</w:tcPr>
          <w:p w14:paraId="5B7B67E3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p-value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</w:tcBorders>
          </w:tcPr>
          <w:p w14:paraId="284D5957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Effect size</w:t>
            </w:r>
          </w:p>
        </w:tc>
        <w:tc>
          <w:tcPr>
            <w:tcW w:w="1560" w:type="dxa"/>
            <w:tcBorders>
              <w:bottom w:val="single" w:sz="8" w:space="0" w:color="auto"/>
            </w:tcBorders>
          </w:tcPr>
          <w:p w14:paraId="3A692B55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95% CI</w:t>
            </w:r>
          </w:p>
        </w:tc>
        <w:tc>
          <w:tcPr>
            <w:tcW w:w="850" w:type="dxa"/>
            <w:tcBorders>
              <w:bottom w:val="single" w:sz="8" w:space="0" w:color="auto"/>
            </w:tcBorders>
          </w:tcPr>
          <w:p w14:paraId="6FB035B7" w14:textId="77777777" w:rsidR="00CE1BC5" w:rsidRPr="001C6FBC" w:rsidRDefault="00CE1BC5" w:rsidP="000F59E5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6FBC">
              <w:rPr>
                <w:rFonts w:ascii="Arial" w:hAnsi="Arial" w:cs="Arial"/>
                <w:sz w:val="20"/>
                <w:szCs w:val="20"/>
              </w:rPr>
              <w:t>p-value</w:t>
            </w:r>
          </w:p>
        </w:tc>
      </w:tr>
      <w:tr w:rsidR="001C6FBC" w:rsidRPr="001C6FBC" w14:paraId="160E0FFC" w14:textId="77777777" w:rsidTr="001B1DEA">
        <w:tc>
          <w:tcPr>
            <w:tcW w:w="3261" w:type="dxa"/>
            <w:gridSpan w:val="2"/>
            <w:tcBorders>
              <w:top w:val="single" w:sz="8" w:space="0" w:color="auto"/>
            </w:tcBorders>
          </w:tcPr>
          <w:p w14:paraId="4B1F927E" w14:textId="4A5532C1" w:rsidR="001C6FBC" w:rsidRPr="001C6FBC" w:rsidRDefault="001C6FBC" w:rsidP="001C6FBC">
            <w:pPr>
              <w:pStyle w:val="NoSpacing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sz w:val="19"/>
                <w:szCs w:val="19"/>
              </w:rPr>
              <w:t>W</w:t>
            </w: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estern dietary pattern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</w:tcBorders>
          </w:tcPr>
          <w:p w14:paraId="558775F4" w14:textId="77777777" w:rsidR="001C6FBC" w:rsidRPr="001C6FBC" w:rsidRDefault="001C6FBC" w:rsidP="001C6FBC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single" w:sz="8" w:space="0" w:color="auto"/>
            </w:tcBorders>
          </w:tcPr>
          <w:p w14:paraId="48C4E363" w14:textId="77777777" w:rsidR="001C6FBC" w:rsidRPr="001C6FBC" w:rsidRDefault="001C6FBC" w:rsidP="001C6FBC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</w:tcPr>
          <w:p w14:paraId="44542D53" w14:textId="77777777" w:rsidR="001C6FBC" w:rsidRPr="001C6FBC" w:rsidRDefault="001C6FBC" w:rsidP="001C6FBC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</w:tcBorders>
          </w:tcPr>
          <w:p w14:paraId="6C5B9341" w14:textId="77777777" w:rsidR="001C6FBC" w:rsidRPr="001C6FBC" w:rsidRDefault="001C6FBC" w:rsidP="001C6FBC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  <w:tcBorders>
              <w:top w:val="single" w:sz="8" w:space="0" w:color="auto"/>
            </w:tcBorders>
          </w:tcPr>
          <w:p w14:paraId="102D171B" w14:textId="77777777" w:rsidR="001C6FBC" w:rsidRPr="001C6FBC" w:rsidRDefault="001C6FBC" w:rsidP="001C6FBC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8" w:space="0" w:color="auto"/>
            </w:tcBorders>
          </w:tcPr>
          <w:p w14:paraId="2CDC2F44" w14:textId="77777777" w:rsidR="001C6FBC" w:rsidRPr="001C6FBC" w:rsidRDefault="001C6FBC" w:rsidP="001C6FBC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FBC" w:rsidRPr="001C6FBC" w14:paraId="21D23C1B" w14:textId="77777777" w:rsidTr="001B1DEA">
        <w:tc>
          <w:tcPr>
            <w:tcW w:w="245" w:type="dxa"/>
          </w:tcPr>
          <w:p w14:paraId="3487E694" w14:textId="77777777" w:rsidR="001C6FBC" w:rsidRPr="001C6FBC" w:rsidRDefault="001C6FBC" w:rsidP="001C6FBC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5CA57FCD" w14:textId="77777777" w:rsidR="001C6FBC" w:rsidRPr="001C6FBC" w:rsidRDefault="001C6FBC" w:rsidP="001C6FBC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hAnsi="Cambria Math" w:cs="Arial"/>
                  <w:sz w:val="19"/>
                  <w:szCs w:val="19"/>
                </w:rPr>
                <m:t>∛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PV (cm</w:t>
            </w:r>
            <w:r w:rsidRPr="001C6FBC">
              <w:rPr>
                <w:rFonts w:ascii="Arial" w:eastAsiaTheme="minorEastAsia" w:hAnsi="Arial" w:cs="Arial"/>
                <w:sz w:val="19"/>
                <w:szCs w:val="19"/>
                <w:vertAlign w:val="superscript"/>
              </w:rPr>
              <w:t>3</w:t>
            </w:r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62BFFEDC" w14:textId="75ED68B9" w:rsidR="001C6FBC" w:rsidRPr="001C6FBC" w:rsidRDefault="001C6FBC" w:rsidP="001C6FBC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-0.008</w:t>
            </w:r>
          </w:p>
        </w:tc>
        <w:tc>
          <w:tcPr>
            <w:tcW w:w="1417" w:type="dxa"/>
          </w:tcPr>
          <w:p w14:paraId="7AA13BB9" w14:textId="2FD7848F" w:rsidR="001C6FBC" w:rsidRPr="001C6FBC" w:rsidRDefault="001C6FBC" w:rsidP="001C6FBC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-0.098; 0.081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167D2770" w14:textId="6102B1FC" w:rsidR="001C6FBC" w:rsidRPr="001C6FBC" w:rsidRDefault="001C6FBC" w:rsidP="00472BD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0.85</w:t>
            </w:r>
            <w:r w:rsidR="00472BD5">
              <w:rPr>
                <w:rFonts w:ascii="Arial" w:hAnsi="Arial" w:cs="Arial"/>
                <w:sz w:val="19"/>
                <w:szCs w:val="19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5A5EB7A5" w14:textId="2E87DABE" w:rsidR="001C6FBC" w:rsidRPr="001C6FBC" w:rsidRDefault="00FB368A" w:rsidP="001C6FBC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  <w:r w:rsidR="00102077">
              <w:rPr>
                <w:rFonts w:ascii="Arial" w:hAnsi="Arial" w:cs="Arial"/>
                <w:sz w:val="19"/>
                <w:szCs w:val="19"/>
              </w:rPr>
              <w:t>0.0</w:t>
            </w:r>
            <w:r>
              <w:rPr>
                <w:rFonts w:ascii="Arial" w:hAnsi="Arial" w:cs="Arial"/>
                <w:sz w:val="19"/>
                <w:szCs w:val="19"/>
              </w:rPr>
              <w:t>0</w:t>
            </w:r>
            <w:r w:rsidR="00102077">
              <w:rPr>
                <w:rFonts w:ascii="Arial" w:hAnsi="Arial" w:cs="Arial"/>
                <w:sz w:val="19"/>
                <w:szCs w:val="19"/>
              </w:rPr>
              <w:t>4</w:t>
            </w:r>
          </w:p>
        </w:tc>
        <w:tc>
          <w:tcPr>
            <w:tcW w:w="1560" w:type="dxa"/>
          </w:tcPr>
          <w:p w14:paraId="7EB82B79" w14:textId="013BA92E" w:rsidR="001C6FBC" w:rsidRPr="001C6FBC" w:rsidRDefault="00102077" w:rsidP="001C6FBC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-0.</w:t>
            </w:r>
            <w:r w:rsidR="00FB368A">
              <w:rPr>
                <w:rFonts w:ascii="Arial" w:hAnsi="Arial" w:cs="Arial"/>
                <w:sz w:val="19"/>
                <w:szCs w:val="19"/>
              </w:rPr>
              <w:t>128</w:t>
            </w:r>
            <w:r>
              <w:rPr>
                <w:rFonts w:ascii="Arial" w:hAnsi="Arial" w:cs="Arial"/>
                <w:sz w:val="19"/>
                <w:szCs w:val="19"/>
              </w:rPr>
              <w:t>; 0.1</w:t>
            </w:r>
            <w:r w:rsidR="00FB368A">
              <w:rPr>
                <w:rFonts w:ascii="Arial" w:hAnsi="Arial" w:cs="Arial"/>
                <w:sz w:val="19"/>
                <w:szCs w:val="19"/>
              </w:rPr>
              <w:t>19</w:t>
            </w:r>
          </w:p>
        </w:tc>
        <w:tc>
          <w:tcPr>
            <w:tcW w:w="850" w:type="dxa"/>
          </w:tcPr>
          <w:p w14:paraId="7A68CECB" w14:textId="1C0C7832" w:rsidR="001C6FBC" w:rsidRPr="001C6FBC" w:rsidRDefault="00102077" w:rsidP="00FB337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FB368A">
              <w:rPr>
                <w:rFonts w:ascii="Arial" w:hAnsi="Arial" w:cs="Arial"/>
                <w:sz w:val="20"/>
                <w:szCs w:val="20"/>
              </w:rPr>
              <w:t>94</w:t>
            </w:r>
            <w:r w:rsidR="00FB3379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FB368A" w:rsidRPr="001C6FBC" w14:paraId="6A3F0D15" w14:textId="77777777" w:rsidTr="001B1DEA">
        <w:tc>
          <w:tcPr>
            <w:tcW w:w="245" w:type="dxa"/>
          </w:tcPr>
          <w:p w14:paraId="1958A31D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78765810" w14:textId="77777777" w:rsidR="00FB368A" w:rsidRPr="001C6FBC" w:rsidRDefault="00FB368A" w:rsidP="00FB368A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hAnsi="Cambria Math" w:cs="Arial"/>
                  <w:sz w:val="19"/>
                  <w:szCs w:val="19"/>
                </w:rPr>
                <m:t>∛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uPVV (cm</w:t>
            </w:r>
            <w:r w:rsidRPr="001C6FBC">
              <w:rPr>
                <w:rFonts w:ascii="Arial" w:eastAsiaTheme="minorEastAsia" w:hAnsi="Arial" w:cs="Arial"/>
                <w:sz w:val="19"/>
                <w:szCs w:val="19"/>
                <w:vertAlign w:val="superscript"/>
              </w:rPr>
              <w:t>3</w:t>
            </w:r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6C8CE998" w14:textId="7BBC9ECC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 xml:space="preserve"> 0.01</w:t>
            </w:r>
            <w:r w:rsidR="00472BD5">
              <w:rPr>
                <w:rFonts w:ascii="Arial" w:hAnsi="Arial" w:cs="Arial"/>
                <w:sz w:val="19"/>
                <w:szCs w:val="19"/>
              </w:rPr>
              <w:t>8</w:t>
            </w:r>
          </w:p>
        </w:tc>
        <w:tc>
          <w:tcPr>
            <w:tcW w:w="1417" w:type="dxa"/>
          </w:tcPr>
          <w:p w14:paraId="74EA5D95" w14:textId="55F66D7C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</w:t>
            </w:r>
            <w:r w:rsidR="00472BD5">
              <w:rPr>
                <w:rFonts w:ascii="Arial" w:hAnsi="Arial" w:cs="Arial"/>
                <w:sz w:val="19"/>
                <w:szCs w:val="19"/>
              </w:rPr>
              <w:t>80</w:t>
            </w:r>
            <w:r w:rsidRPr="001C6FBC">
              <w:rPr>
                <w:rFonts w:ascii="Arial" w:hAnsi="Arial" w:cs="Arial"/>
                <w:sz w:val="19"/>
                <w:szCs w:val="19"/>
              </w:rPr>
              <w:t>; 0.1</w:t>
            </w:r>
            <w:r w:rsidR="00472BD5">
              <w:rPr>
                <w:rFonts w:ascii="Arial" w:hAnsi="Arial" w:cs="Arial"/>
                <w:sz w:val="19"/>
                <w:szCs w:val="19"/>
              </w:rPr>
              <w:t>16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5E151696" w14:textId="47CA600A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472BD5">
              <w:rPr>
                <w:rFonts w:ascii="Arial" w:hAnsi="Arial" w:cs="Arial"/>
                <w:sz w:val="19"/>
                <w:szCs w:val="19"/>
              </w:rPr>
              <w:t>722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6A106343" w14:textId="2FF7CF6A" w:rsidR="00FB368A" w:rsidRPr="001C6FBC" w:rsidRDefault="00FB368A" w:rsidP="00FB337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0.0</w:t>
            </w:r>
            <w:r w:rsidR="00FB3379">
              <w:rPr>
                <w:rFonts w:ascii="Arial" w:hAnsi="Arial" w:cs="Arial"/>
                <w:sz w:val="19"/>
                <w:szCs w:val="19"/>
              </w:rPr>
              <w:t>39</w:t>
            </w:r>
          </w:p>
        </w:tc>
        <w:tc>
          <w:tcPr>
            <w:tcW w:w="1560" w:type="dxa"/>
          </w:tcPr>
          <w:p w14:paraId="11BCFB54" w14:textId="4B7C9EB0" w:rsidR="00FB368A" w:rsidRPr="001C6FBC" w:rsidRDefault="00FB368A" w:rsidP="00FB337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-0.</w:t>
            </w:r>
            <w:r w:rsidR="00FB3379">
              <w:rPr>
                <w:rFonts w:ascii="Arial" w:hAnsi="Arial" w:cs="Arial"/>
                <w:sz w:val="19"/>
                <w:szCs w:val="19"/>
              </w:rPr>
              <w:t>096;</w:t>
            </w:r>
            <w:r>
              <w:rPr>
                <w:rFonts w:ascii="Arial" w:hAnsi="Arial" w:cs="Arial"/>
                <w:sz w:val="19"/>
                <w:szCs w:val="19"/>
              </w:rPr>
              <w:t xml:space="preserve"> 0.1</w:t>
            </w:r>
            <w:r w:rsidR="00FB3379">
              <w:rPr>
                <w:rFonts w:ascii="Arial" w:hAnsi="Arial" w:cs="Arial"/>
                <w:sz w:val="19"/>
                <w:szCs w:val="19"/>
              </w:rPr>
              <w:t>75</w:t>
            </w:r>
          </w:p>
        </w:tc>
        <w:tc>
          <w:tcPr>
            <w:tcW w:w="850" w:type="dxa"/>
          </w:tcPr>
          <w:p w14:paraId="1A026DE8" w14:textId="1B6636D0" w:rsidR="00FB368A" w:rsidRPr="001C6FBC" w:rsidRDefault="00FB368A" w:rsidP="00FB337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</w:t>
            </w:r>
            <w:r w:rsidR="00FB3379">
              <w:rPr>
                <w:rFonts w:ascii="Arial" w:hAnsi="Arial" w:cs="Arial"/>
                <w:sz w:val="20"/>
                <w:szCs w:val="20"/>
              </w:rPr>
              <w:t>81</w:t>
            </w:r>
          </w:p>
        </w:tc>
      </w:tr>
      <w:tr w:rsidR="00FB368A" w:rsidRPr="001C6FBC" w14:paraId="2B47E4B2" w14:textId="77777777" w:rsidTr="001B1DEA">
        <w:tc>
          <w:tcPr>
            <w:tcW w:w="245" w:type="dxa"/>
          </w:tcPr>
          <w:p w14:paraId="0FE5DA7D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7FFBAA8C" w14:textId="77777777" w:rsidR="00FB368A" w:rsidRPr="001C6FBC" w:rsidRDefault="00FB368A" w:rsidP="00FB368A">
            <w:pPr>
              <w:pStyle w:val="NoSpacing"/>
              <w:rPr>
                <w:rFonts w:ascii="Arial" w:eastAsia="Calibri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75B3CD62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</w:tcPr>
          <w:p w14:paraId="0DDB0C2F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276F29FD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6EAA8A40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</w:tcPr>
          <w:p w14:paraId="1F86B40F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</w:tcPr>
          <w:p w14:paraId="0DB67234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68A" w:rsidRPr="001C6FBC" w14:paraId="7B97A1A6" w14:textId="77777777" w:rsidTr="001B1DEA">
        <w:tc>
          <w:tcPr>
            <w:tcW w:w="245" w:type="dxa"/>
          </w:tcPr>
          <w:p w14:paraId="001D5629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007F200A" w14:textId="77777777" w:rsidR="00FB368A" w:rsidRPr="001C6FBC" w:rsidRDefault="00FB368A" w:rsidP="00FB368A">
            <w:pPr>
              <w:pStyle w:val="NoSpacing"/>
              <w:rPr>
                <w:rFonts w:ascii="Arial" w:eastAsia="Calibri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end points (n)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065D972C" w14:textId="474B8D96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 xml:space="preserve"> 0.</w:t>
            </w:r>
            <w:r w:rsidR="00472BD5">
              <w:rPr>
                <w:rFonts w:ascii="Arial" w:hAnsi="Arial" w:cs="Arial"/>
                <w:sz w:val="19"/>
                <w:szCs w:val="19"/>
              </w:rPr>
              <w:t>560</w:t>
            </w:r>
          </w:p>
        </w:tc>
        <w:tc>
          <w:tcPr>
            <w:tcW w:w="1417" w:type="dxa"/>
          </w:tcPr>
          <w:p w14:paraId="4F7D1560" w14:textId="2E1898ED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-0.9</w:t>
            </w:r>
            <w:r w:rsidR="00472BD5">
              <w:rPr>
                <w:rFonts w:ascii="Arial" w:hAnsi="Arial" w:cs="Arial"/>
                <w:sz w:val="19"/>
                <w:szCs w:val="19"/>
              </w:rPr>
              <w:t>0</w:t>
            </w:r>
            <w:r w:rsidRPr="001C6FBC">
              <w:rPr>
                <w:rFonts w:ascii="Arial" w:hAnsi="Arial" w:cs="Arial"/>
                <w:sz w:val="19"/>
                <w:szCs w:val="19"/>
              </w:rPr>
              <w:t xml:space="preserve">8; </w:t>
            </w:r>
            <w:r w:rsidR="00472BD5">
              <w:rPr>
                <w:rFonts w:ascii="Arial" w:hAnsi="Arial" w:cs="Arial"/>
                <w:sz w:val="19"/>
                <w:szCs w:val="19"/>
              </w:rPr>
              <w:t>2.029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0CA9EC07" w14:textId="53AD645F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472BD5">
              <w:rPr>
                <w:rFonts w:ascii="Arial" w:hAnsi="Arial" w:cs="Arial"/>
                <w:sz w:val="19"/>
                <w:szCs w:val="19"/>
              </w:rPr>
              <w:t>464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6DD08E73" w14:textId="4613A918" w:rsidR="00FB368A" w:rsidRPr="001C6FBC" w:rsidRDefault="00FB368A" w:rsidP="00FB337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1.2</w:t>
            </w:r>
            <w:r w:rsidR="00FB3379">
              <w:rPr>
                <w:rFonts w:ascii="Arial" w:hAnsi="Arial" w:cs="Arial"/>
                <w:sz w:val="19"/>
                <w:szCs w:val="19"/>
              </w:rPr>
              <w:t>47</w:t>
            </w:r>
          </w:p>
        </w:tc>
        <w:tc>
          <w:tcPr>
            <w:tcW w:w="1560" w:type="dxa"/>
          </w:tcPr>
          <w:p w14:paraId="74F5BDAC" w14:textId="50A14334" w:rsidR="00FB368A" w:rsidRPr="001C6FBC" w:rsidRDefault="00FB368A" w:rsidP="00FB337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  <w:r w:rsidR="00FB3379">
              <w:rPr>
                <w:rFonts w:ascii="Arial" w:hAnsi="Arial" w:cs="Arial"/>
                <w:sz w:val="19"/>
                <w:szCs w:val="19"/>
              </w:rPr>
              <w:t>0.</w:t>
            </w:r>
            <w:r>
              <w:rPr>
                <w:rFonts w:ascii="Arial" w:hAnsi="Arial" w:cs="Arial"/>
                <w:sz w:val="19"/>
                <w:szCs w:val="19"/>
              </w:rPr>
              <w:t>7</w:t>
            </w:r>
            <w:r w:rsidR="00FB3379">
              <w:rPr>
                <w:rFonts w:ascii="Arial" w:hAnsi="Arial" w:cs="Arial"/>
                <w:sz w:val="19"/>
                <w:szCs w:val="19"/>
              </w:rPr>
              <w:t>22</w:t>
            </w:r>
            <w:r>
              <w:rPr>
                <w:rFonts w:ascii="Arial" w:hAnsi="Arial" w:cs="Arial"/>
                <w:sz w:val="19"/>
                <w:szCs w:val="19"/>
              </w:rPr>
              <w:t>; 3.2</w:t>
            </w:r>
            <w:r w:rsidR="00FB3379">
              <w:rPr>
                <w:rFonts w:ascii="Arial" w:hAnsi="Arial" w:cs="Arial"/>
                <w:sz w:val="19"/>
                <w:szCs w:val="19"/>
              </w:rPr>
              <w:t>15</w:t>
            </w:r>
          </w:p>
        </w:tc>
        <w:tc>
          <w:tcPr>
            <w:tcW w:w="850" w:type="dxa"/>
          </w:tcPr>
          <w:p w14:paraId="127A5EE8" w14:textId="2418ADA3" w:rsidR="00FB368A" w:rsidRPr="001C6FBC" w:rsidRDefault="00FB368A" w:rsidP="00FB337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</w:t>
            </w:r>
            <w:r w:rsidR="00FB3379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FB368A" w:rsidRPr="001C6FBC" w14:paraId="5896AFD7" w14:textId="77777777" w:rsidTr="001B1DEA">
        <w:tc>
          <w:tcPr>
            <w:tcW w:w="245" w:type="dxa"/>
          </w:tcPr>
          <w:p w14:paraId="0321666D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336326A9" w14:textId="77777777" w:rsidR="00FB368A" w:rsidRPr="001C6FBC" w:rsidRDefault="00FB368A" w:rsidP="00FB368A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bifurcation points (n)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4782C365" w14:textId="6E67057E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 xml:space="preserve"> 0.</w:t>
            </w:r>
            <w:r w:rsidR="00472BD5">
              <w:rPr>
                <w:rFonts w:ascii="Arial" w:hAnsi="Arial" w:cs="Arial"/>
                <w:sz w:val="19"/>
                <w:szCs w:val="19"/>
              </w:rPr>
              <w:t>463</w:t>
            </w:r>
          </w:p>
        </w:tc>
        <w:tc>
          <w:tcPr>
            <w:tcW w:w="1417" w:type="dxa"/>
          </w:tcPr>
          <w:p w14:paraId="7E8ED061" w14:textId="130147FB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-1.</w:t>
            </w:r>
            <w:r w:rsidR="00472BD5">
              <w:rPr>
                <w:rFonts w:ascii="Arial" w:hAnsi="Arial" w:cs="Arial"/>
                <w:sz w:val="19"/>
                <w:szCs w:val="19"/>
              </w:rPr>
              <w:t>296</w:t>
            </w:r>
            <w:r w:rsidRPr="001C6FBC">
              <w:rPr>
                <w:rFonts w:ascii="Arial" w:hAnsi="Arial" w:cs="Arial"/>
                <w:sz w:val="19"/>
                <w:szCs w:val="19"/>
              </w:rPr>
              <w:t>; 2.</w:t>
            </w:r>
            <w:r w:rsidR="00472BD5">
              <w:rPr>
                <w:rFonts w:ascii="Arial" w:hAnsi="Arial" w:cs="Arial"/>
                <w:sz w:val="19"/>
                <w:szCs w:val="19"/>
              </w:rPr>
              <w:t>222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47DD1F82" w14:textId="475559EC" w:rsidR="00FB368A" w:rsidRPr="001C6FBC" w:rsidRDefault="00472BD5" w:rsidP="00472BD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0.614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090EAB40" w14:textId="1C712119" w:rsidR="00FB368A" w:rsidRPr="001C6FBC" w:rsidRDefault="00FB368A" w:rsidP="00FB337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1.</w:t>
            </w:r>
            <w:r w:rsidR="00FB3379">
              <w:rPr>
                <w:rFonts w:ascii="Arial" w:hAnsi="Arial" w:cs="Arial"/>
                <w:sz w:val="19"/>
                <w:szCs w:val="19"/>
              </w:rPr>
              <w:t>571</w:t>
            </w:r>
          </w:p>
        </w:tc>
        <w:tc>
          <w:tcPr>
            <w:tcW w:w="1560" w:type="dxa"/>
          </w:tcPr>
          <w:p w14:paraId="12CC74BE" w14:textId="2812FAB5" w:rsidR="00FB368A" w:rsidRPr="001C6FBC" w:rsidRDefault="00FB368A" w:rsidP="00FB337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  <w:r w:rsidR="00FB3379">
              <w:rPr>
                <w:rFonts w:ascii="Arial" w:hAnsi="Arial" w:cs="Arial"/>
                <w:sz w:val="19"/>
                <w:szCs w:val="19"/>
              </w:rPr>
              <w:t>0.</w:t>
            </w:r>
            <w:r>
              <w:rPr>
                <w:rFonts w:ascii="Arial" w:hAnsi="Arial" w:cs="Arial"/>
                <w:sz w:val="19"/>
                <w:szCs w:val="19"/>
              </w:rPr>
              <w:t>8</w:t>
            </w:r>
            <w:r w:rsidR="00FB3379">
              <w:rPr>
                <w:rFonts w:ascii="Arial" w:hAnsi="Arial" w:cs="Arial"/>
                <w:sz w:val="19"/>
                <w:szCs w:val="19"/>
              </w:rPr>
              <w:t>17</w:t>
            </w:r>
            <w:r>
              <w:rPr>
                <w:rFonts w:ascii="Arial" w:hAnsi="Arial" w:cs="Arial"/>
                <w:sz w:val="19"/>
                <w:szCs w:val="19"/>
              </w:rPr>
              <w:t xml:space="preserve">; </w:t>
            </w:r>
            <w:r w:rsidR="00FB3379">
              <w:rPr>
                <w:rFonts w:ascii="Arial" w:hAnsi="Arial" w:cs="Arial"/>
                <w:sz w:val="19"/>
                <w:szCs w:val="19"/>
              </w:rPr>
              <w:t>3.959</w:t>
            </w:r>
          </w:p>
        </w:tc>
        <w:tc>
          <w:tcPr>
            <w:tcW w:w="850" w:type="dxa"/>
          </w:tcPr>
          <w:p w14:paraId="48A7633B" w14:textId="42CEE838" w:rsidR="00FB368A" w:rsidRPr="001C6FBC" w:rsidRDefault="00FB368A" w:rsidP="00FB337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FB3379">
              <w:rPr>
                <w:rFonts w:ascii="Arial" w:hAnsi="Arial" w:cs="Arial"/>
                <w:sz w:val="20"/>
                <w:szCs w:val="20"/>
              </w:rPr>
              <w:t>213</w:t>
            </w:r>
          </w:p>
        </w:tc>
      </w:tr>
      <w:tr w:rsidR="00FB368A" w:rsidRPr="001C6FBC" w14:paraId="3F34F145" w14:textId="77777777" w:rsidTr="001B1DEA">
        <w:tc>
          <w:tcPr>
            <w:tcW w:w="245" w:type="dxa"/>
          </w:tcPr>
          <w:p w14:paraId="27E4AA0B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0A5C20CC" w14:textId="77777777" w:rsidR="00FB368A" w:rsidRPr="001C6FBC" w:rsidRDefault="00FB368A" w:rsidP="00FB368A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crossing points (n)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7ED026AE" w14:textId="277F612B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 xml:space="preserve"> 0.</w:t>
            </w:r>
            <w:r w:rsidR="00472BD5">
              <w:rPr>
                <w:rFonts w:ascii="Arial" w:hAnsi="Arial" w:cs="Arial"/>
                <w:sz w:val="19"/>
                <w:szCs w:val="19"/>
              </w:rPr>
              <w:t>337</w:t>
            </w:r>
          </w:p>
        </w:tc>
        <w:tc>
          <w:tcPr>
            <w:tcW w:w="1417" w:type="dxa"/>
          </w:tcPr>
          <w:p w14:paraId="1268CE62" w14:textId="10080EF2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</w:t>
            </w:r>
            <w:r w:rsidR="00472BD5">
              <w:rPr>
                <w:rFonts w:ascii="Arial" w:hAnsi="Arial" w:cs="Arial"/>
                <w:sz w:val="19"/>
                <w:szCs w:val="19"/>
              </w:rPr>
              <w:t>0.981</w:t>
            </w:r>
            <w:r w:rsidRPr="001C6FBC">
              <w:rPr>
                <w:rFonts w:ascii="Arial" w:hAnsi="Arial" w:cs="Arial"/>
                <w:sz w:val="19"/>
                <w:szCs w:val="19"/>
              </w:rPr>
              <w:t>; 1.6</w:t>
            </w:r>
            <w:r w:rsidR="00472BD5">
              <w:rPr>
                <w:rFonts w:ascii="Arial" w:hAnsi="Arial" w:cs="Arial"/>
                <w:sz w:val="19"/>
                <w:szCs w:val="19"/>
              </w:rPr>
              <w:t>55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59C2521A" w14:textId="40FE5029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472BD5">
              <w:rPr>
                <w:rFonts w:ascii="Arial" w:hAnsi="Arial" w:cs="Arial"/>
                <w:sz w:val="19"/>
                <w:szCs w:val="19"/>
              </w:rPr>
              <w:t>624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0ED49ABF" w14:textId="4DF44BED" w:rsidR="00FB368A" w:rsidRPr="001C6FBC" w:rsidRDefault="00FB368A" w:rsidP="00FB337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0.9</w:t>
            </w:r>
            <w:r w:rsidR="00FB3379">
              <w:rPr>
                <w:rFonts w:ascii="Arial" w:hAnsi="Arial" w:cs="Arial"/>
                <w:sz w:val="19"/>
                <w:szCs w:val="19"/>
              </w:rPr>
              <w:t>23</w:t>
            </w:r>
          </w:p>
        </w:tc>
        <w:tc>
          <w:tcPr>
            <w:tcW w:w="1560" w:type="dxa"/>
          </w:tcPr>
          <w:p w14:paraId="0D414910" w14:textId="0D647644" w:rsidR="00FB368A" w:rsidRPr="001C6FBC" w:rsidRDefault="00FB368A" w:rsidP="00FB337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-0.8</w:t>
            </w:r>
            <w:r w:rsidR="00FB3379">
              <w:rPr>
                <w:rFonts w:ascii="Arial" w:hAnsi="Arial" w:cs="Arial"/>
                <w:sz w:val="19"/>
                <w:szCs w:val="19"/>
              </w:rPr>
              <w:t>95</w:t>
            </w:r>
            <w:r>
              <w:rPr>
                <w:rFonts w:ascii="Arial" w:hAnsi="Arial" w:cs="Arial"/>
                <w:sz w:val="19"/>
                <w:szCs w:val="19"/>
              </w:rPr>
              <w:t>; 2.</w:t>
            </w:r>
            <w:r w:rsidR="00FB3379">
              <w:rPr>
                <w:rFonts w:ascii="Arial" w:hAnsi="Arial" w:cs="Arial"/>
                <w:sz w:val="19"/>
                <w:szCs w:val="19"/>
              </w:rPr>
              <w:t>741</w:t>
            </w:r>
          </w:p>
        </w:tc>
        <w:tc>
          <w:tcPr>
            <w:tcW w:w="850" w:type="dxa"/>
          </w:tcPr>
          <w:p w14:paraId="1C9C9CB8" w14:textId="04C37E84" w:rsidR="00FB368A" w:rsidRPr="001C6FBC" w:rsidRDefault="00FB368A" w:rsidP="00FB337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</w:t>
            </w:r>
            <w:r w:rsidR="00FB3379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FB368A" w:rsidRPr="001C6FBC" w14:paraId="73EA28E7" w14:textId="77777777" w:rsidTr="001B1DEA">
        <w:tc>
          <w:tcPr>
            <w:tcW w:w="245" w:type="dxa"/>
          </w:tcPr>
          <w:p w14:paraId="6D18C745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6AA18EC9" w14:textId="77777777" w:rsidR="00FB368A" w:rsidRPr="001C6FBC" w:rsidRDefault="00FB368A" w:rsidP="00FB368A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vessel points (n)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61A5204B" w14:textId="28E1CDCA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72BD5">
              <w:rPr>
                <w:rFonts w:ascii="Arial" w:hAnsi="Arial" w:cs="Arial"/>
                <w:sz w:val="19"/>
                <w:szCs w:val="19"/>
              </w:rPr>
              <w:t>1.188</w:t>
            </w:r>
          </w:p>
        </w:tc>
        <w:tc>
          <w:tcPr>
            <w:tcW w:w="1417" w:type="dxa"/>
          </w:tcPr>
          <w:p w14:paraId="16D4BE95" w14:textId="0A6F1008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</w:t>
            </w:r>
            <w:r w:rsidR="00472BD5">
              <w:rPr>
                <w:rFonts w:ascii="Arial" w:hAnsi="Arial" w:cs="Arial"/>
                <w:sz w:val="19"/>
                <w:szCs w:val="19"/>
              </w:rPr>
              <w:t>2.892</w:t>
            </w:r>
            <w:r w:rsidRPr="001C6FBC">
              <w:rPr>
                <w:rFonts w:ascii="Arial" w:hAnsi="Arial" w:cs="Arial"/>
                <w:sz w:val="19"/>
                <w:szCs w:val="19"/>
              </w:rPr>
              <w:t xml:space="preserve">; </w:t>
            </w:r>
            <w:r w:rsidR="00472BD5">
              <w:rPr>
                <w:rFonts w:ascii="Arial" w:hAnsi="Arial" w:cs="Arial"/>
                <w:sz w:val="19"/>
                <w:szCs w:val="19"/>
              </w:rPr>
              <w:t>5.267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7AA00BBA" w14:textId="5765FC12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472BD5">
              <w:rPr>
                <w:rFonts w:ascii="Arial" w:hAnsi="Arial" w:cs="Arial"/>
                <w:sz w:val="19"/>
                <w:szCs w:val="19"/>
              </w:rPr>
              <w:t>576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68EEE836" w14:textId="0A482C2A" w:rsidR="00FB368A" w:rsidRPr="001C6FBC" w:rsidRDefault="00FB368A" w:rsidP="00FB3379">
            <w:pPr>
              <w:pStyle w:val="NoSpacing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="00FB3379">
              <w:rPr>
                <w:rFonts w:ascii="Arial" w:hAnsi="Arial" w:cs="Arial"/>
                <w:bCs/>
                <w:sz w:val="19"/>
                <w:szCs w:val="19"/>
              </w:rPr>
              <w:t>3.975</w:t>
            </w:r>
          </w:p>
        </w:tc>
        <w:tc>
          <w:tcPr>
            <w:tcW w:w="1560" w:type="dxa"/>
          </w:tcPr>
          <w:p w14:paraId="304F5362" w14:textId="2180E19D" w:rsidR="00FB368A" w:rsidRPr="001C6FBC" w:rsidRDefault="00FB368A" w:rsidP="00FB3379">
            <w:pPr>
              <w:pStyle w:val="NoSpacing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>-1.5</w:t>
            </w:r>
            <w:r w:rsidR="00FB3379">
              <w:rPr>
                <w:rFonts w:ascii="Arial" w:hAnsi="Arial" w:cs="Arial"/>
                <w:bCs/>
                <w:sz w:val="19"/>
                <w:szCs w:val="19"/>
              </w:rPr>
              <w:t>33</w:t>
            </w:r>
            <w:r>
              <w:rPr>
                <w:rFonts w:ascii="Arial" w:hAnsi="Arial" w:cs="Arial"/>
                <w:bCs/>
                <w:sz w:val="19"/>
                <w:szCs w:val="19"/>
              </w:rPr>
              <w:t>; 9.</w:t>
            </w:r>
            <w:r w:rsidR="00FB3379">
              <w:rPr>
                <w:rFonts w:ascii="Arial" w:hAnsi="Arial" w:cs="Arial"/>
                <w:bCs/>
                <w:sz w:val="19"/>
                <w:szCs w:val="19"/>
              </w:rPr>
              <w:t>484</w:t>
            </w:r>
          </w:p>
        </w:tc>
        <w:tc>
          <w:tcPr>
            <w:tcW w:w="850" w:type="dxa"/>
          </w:tcPr>
          <w:p w14:paraId="6E3EA26D" w14:textId="3E73D3A8" w:rsidR="00FB368A" w:rsidRPr="001C6FBC" w:rsidRDefault="00FB368A" w:rsidP="00FB3379">
            <w:pPr>
              <w:pStyle w:val="NoSpacing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0.1</w:t>
            </w:r>
            <w:r w:rsidR="00FB3379">
              <w:rPr>
                <w:rFonts w:ascii="Arial" w:hAnsi="Arial" w:cs="Arial"/>
                <w:bCs/>
                <w:sz w:val="20"/>
                <w:szCs w:val="20"/>
              </w:rPr>
              <w:t>72</w:t>
            </w:r>
          </w:p>
        </w:tc>
      </w:tr>
      <w:tr w:rsidR="00FB368A" w:rsidRPr="001C6FBC" w14:paraId="3D1E8D01" w14:textId="77777777" w:rsidTr="001B1DEA">
        <w:tc>
          <w:tcPr>
            <w:tcW w:w="245" w:type="dxa"/>
          </w:tcPr>
          <w:p w14:paraId="7930291D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47A63FD6" w14:textId="77777777" w:rsidR="00FB368A" w:rsidRPr="001C6FBC" w:rsidRDefault="00FB368A" w:rsidP="00FB368A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total length (mm)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0CE79F89" w14:textId="037A6AD0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472BD5">
              <w:rPr>
                <w:rFonts w:ascii="Arial" w:hAnsi="Arial" w:cs="Arial"/>
                <w:sz w:val="19"/>
                <w:szCs w:val="19"/>
              </w:rPr>
              <w:t>1.181</w:t>
            </w:r>
          </w:p>
        </w:tc>
        <w:tc>
          <w:tcPr>
            <w:tcW w:w="1417" w:type="dxa"/>
          </w:tcPr>
          <w:p w14:paraId="2CE011BA" w14:textId="307DBB6D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-2.</w:t>
            </w:r>
            <w:r w:rsidR="00472BD5">
              <w:rPr>
                <w:rFonts w:ascii="Arial" w:hAnsi="Arial" w:cs="Arial"/>
                <w:sz w:val="19"/>
                <w:szCs w:val="19"/>
              </w:rPr>
              <w:t>615</w:t>
            </w:r>
            <w:r w:rsidRPr="001C6FBC">
              <w:rPr>
                <w:rFonts w:ascii="Arial" w:hAnsi="Arial" w:cs="Arial"/>
                <w:sz w:val="19"/>
                <w:szCs w:val="19"/>
              </w:rPr>
              <w:t>; 4.</w:t>
            </w:r>
            <w:r w:rsidR="00472BD5">
              <w:rPr>
                <w:rFonts w:ascii="Arial" w:hAnsi="Arial" w:cs="Arial"/>
                <w:sz w:val="19"/>
                <w:szCs w:val="19"/>
              </w:rPr>
              <w:t>977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2B14E6EF" w14:textId="4CD0DD1F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472BD5">
              <w:rPr>
                <w:rFonts w:ascii="Arial" w:hAnsi="Arial" w:cs="Arial"/>
                <w:sz w:val="19"/>
                <w:szCs w:val="19"/>
              </w:rPr>
              <w:t>551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5BEC3AE9" w14:textId="436133F8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2.746</w:t>
            </w:r>
          </w:p>
        </w:tc>
        <w:tc>
          <w:tcPr>
            <w:tcW w:w="1560" w:type="dxa"/>
          </w:tcPr>
          <w:p w14:paraId="109CDF8E" w14:textId="28D44B99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-2.470; 7.962</w:t>
            </w:r>
          </w:p>
        </w:tc>
        <w:tc>
          <w:tcPr>
            <w:tcW w:w="850" w:type="dxa"/>
          </w:tcPr>
          <w:p w14:paraId="6D38F511" w14:textId="61B98B49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0.316</w:t>
            </w:r>
          </w:p>
        </w:tc>
      </w:tr>
      <w:tr w:rsidR="00FB368A" w:rsidRPr="001C6FBC" w14:paraId="314CA4D5" w14:textId="77777777" w:rsidTr="001B1DEA">
        <w:tc>
          <w:tcPr>
            <w:tcW w:w="245" w:type="dxa"/>
          </w:tcPr>
          <w:p w14:paraId="581434B5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1A36D953" w14:textId="77777777" w:rsidR="00FB368A" w:rsidRPr="001C6FBC" w:rsidRDefault="00FB368A" w:rsidP="00FB368A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average thickness (mm)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5F776BC2" w14:textId="0103C7B8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</w:t>
            </w:r>
            <w:r w:rsidR="00472BD5">
              <w:rPr>
                <w:rFonts w:ascii="Arial" w:hAnsi="Arial" w:cs="Arial"/>
                <w:sz w:val="19"/>
                <w:szCs w:val="19"/>
              </w:rPr>
              <w:t>38</w:t>
            </w:r>
          </w:p>
        </w:tc>
        <w:tc>
          <w:tcPr>
            <w:tcW w:w="1417" w:type="dxa"/>
          </w:tcPr>
          <w:p w14:paraId="036DD50F" w14:textId="2B252E20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-1.5</w:t>
            </w:r>
            <w:r w:rsidR="00472BD5">
              <w:rPr>
                <w:rFonts w:ascii="Arial" w:hAnsi="Arial" w:cs="Arial"/>
                <w:sz w:val="19"/>
                <w:szCs w:val="19"/>
              </w:rPr>
              <w:t>09</w:t>
            </w:r>
            <w:r w:rsidRPr="001C6FBC">
              <w:rPr>
                <w:rFonts w:ascii="Arial" w:hAnsi="Arial" w:cs="Arial"/>
                <w:sz w:val="19"/>
                <w:szCs w:val="19"/>
              </w:rPr>
              <w:t>; 1.</w:t>
            </w:r>
            <w:r w:rsidR="00472BD5">
              <w:rPr>
                <w:rFonts w:ascii="Arial" w:hAnsi="Arial" w:cs="Arial"/>
                <w:sz w:val="19"/>
                <w:szCs w:val="19"/>
              </w:rPr>
              <w:t>43</w:t>
            </w:r>
            <w:r w:rsidRPr="001C6FBC">
              <w:rPr>
                <w:rFonts w:ascii="Arial" w:hAnsi="Arial" w:cs="Arial"/>
                <w:sz w:val="19"/>
                <w:szCs w:val="19"/>
              </w:rPr>
              <w:t>3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27936349" w14:textId="59C80074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0.9</w:t>
            </w:r>
            <w:r w:rsidR="00472BD5">
              <w:rPr>
                <w:rFonts w:ascii="Arial" w:hAnsi="Arial" w:cs="Arial"/>
                <w:sz w:val="19"/>
                <w:szCs w:val="19"/>
              </w:rPr>
              <w:t>61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5C54C242" w14:textId="0C944399" w:rsidR="00FB368A" w:rsidRPr="001C6FBC" w:rsidRDefault="00FB368A" w:rsidP="0070178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-0.</w:t>
            </w:r>
            <w:r w:rsidR="00701789">
              <w:rPr>
                <w:rFonts w:ascii="Arial" w:hAnsi="Arial" w:cs="Arial"/>
                <w:sz w:val="19"/>
                <w:szCs w:val="19"/>
              </w:rPr>
              <w:t>709</w:t>
            </w:r>
          </w:p>
        </w:tc>
        <w:tc>
          <w:tcPr>
            <w:tcW w:w="1560" w:type="dxa"/>
          </w:tcPr>
          <w:p w14:paraId="3AAD368B" w14:textId="30A89BB5" w:rsidR="00FB368A" w:rsidRPr="001C6FBC" w:rsidRDefault="00FB368A" w:rsidP="0070178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-2.7</w:t>
            </w:r>
            <w:r w:rsidR="00701789">
              <w:rPr>
                <w:rFonts w:ascii="Arial" w:hAnsi="Arial" w:cs="Arial"/>
                <w:sz w:val="19"/>
                <w:szCs w:val="19"/>
              </w:rPr>
              <w:t>72</w:t>
            </w:r>
            <w:r>
              <w:rPr>
                <w:rFonts w:ascii="Arial" w:hAnsi="Arial" w:cs="Arial"/>
                <w:sz w:val="19"/>
                <w:szCs w:val="19"/>
              </w:rPr>
              <w:t>;</w:t>
            </w:r>
            <w:r w:rsidR="00701789">
              <w:rPr>
                <w:rFonts w:ascii="Arial" w:hAnsi="Arial" w:cs="Arial"/>
                <w:sz w:val="19"/>
                <w:szCs w:val="19"/>
              </w:rPr>
              <w:t xml:space="preserve"> 1.354</w:t>
            </w:r>
          </w:p>
        </w:tc>
        <w:tc>
          <w:tcPr>
            <w:tcW w:w="850" w:type="dxa"/>
          </w:tcPr>
          <w:p w14:paraId="221240CC" w14:textId="0D43898F" w:rsidR="00FB368A" w:rsidRPr="001C6FBC" w:rsidRDefault="00FB368A" w:rsidP="0070178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</w:t>
            </w:r>
            <w:r w:rsidR="0070178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FB368A" w:rsidRPr="001C6FBC" w14:paraId="20A3E815" w14:textId="77777777" w:rsidTr="001B1DEA">
        <w:tc>
          <w:tcPr>
            <w:tcW w:w="245" w:type="dxa"/>
          </w:tcPr>
          <w:p w14:paraId="645C473C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4325AA0E" w14:textId="77777777" w:rsidR="00FB368A" w:rsidRPr="001C6FBC" w:rsidRDefault="00FB368A" w:rsidP="00FB368A">
            <w:pPr>
              <w:pStyle w:val="NoSpacing"/>
              <w:rPr>
                <w:rFonts w:ascii="Arial" w:eastAsia="Calibri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1490F44F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</w:tcPr>
          <w:p w14:paraId="17F930A4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4DCBC5C7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1D6F3C59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</w:tcPr>
          <w:p w14:paraId="4F6AE46B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</w:tcPr>
          <w:p w14:paraId="52C9BEA7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68A" w:rsidRPr="001C6FBC" w14:paraId="01739A58" w14:textId="77777777" w:rsidTr="001B1DEA">
        <w:tc>
          <w:tcPr>
            <w:tcW w:w="245" w:type="dxa"/>
          </w:tcPr>
          <w:p w14:paraId="4B0B382F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087732A7" w14:textId="77777777" w:rsidR="00FB368A" w:rsidRPr="001C6FBC" w:rsidRDefault="00FB368A" w:rsidP="00FB368A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density of end points (n)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795BEE2E" w14:textId="226A618E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472BD5">
              <w:rPr>
                <w:rFonts w:ascii="Arial" w:hAnsi="Arial" w:cs="Arial"/>
                <w:sz w:val="19"/>
                <w:szCs w:val="19"/>
              </w:rPr>
              <w:t>086</w:t>
            </w:r>
          </w:p>
        </w:tc>
        <w:tc>
          <w:tcPr>
            <w:tcW w:w="1417" w:type="dxa"/>
          </w:tcPr>
          <w:p w14:paraId="56CD6374" w14:textId="0208C5E4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-0.6</w:t>
            </w:r>
            <w:r w:rsidR="00472BD5">
              <w:rPr>
                <w:rFonts w:ascii="Arial" w:hAnsi="Arial" w:cs="Arial"/>
                <w:sz w:val="19"/>
                <w:szCs w:val="19"/>
              </w:rPr>
              <w:t>85</w:t>
            </w:r>
            <w:r w:rsidRPr="001C6FBC">
              <w:rPr>
                <w:rFonts w:ascii="Arial" w:hAnsi="Arial" w:cs="Arial"/>
                <w:sz w:val="19"/>
                <w:szCs w:val="19"/>
              </w:rPr>
              <w:t>; 0.</w:t>
            </w:r>
            <w:r w:rsidR="00472BD5">
              <w:rPr>
                <w:rFonts w:ascii="Arial" w:hAnsi="Arial" w:cs="Arial"/>
                <w:sz w:val="19"/>
                <w:szCs w:val="19"/>
              </w:rPr>
              <w:t>858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206D4604" w14:textId="20DC453C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472BD5">
              <w:rPr>
                <w:rFonts w:ascii="Arial" w:hAnsi="Arial" w:cs="Arial"/>
                <w:sz w:val="19"/>
                <w:szCs w:val="19"/>
              </w:rPr>
              <w:t>830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1B23B802" w14:textId="1839F6C8" w:rsidR="00FB368A" w:rsidRPr="001C6FBC" w:rsidRDefault="00FB368A" w:rsidP="0070178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0.</w:t>
            </w:r>
            <w:r w:rsidR="00701789">
              <w:rPr>
                <w:rFonts w:ascii="Arial" w:hAnsi="Arial" w:cs="Arial"/>
                <w:sz w:val="19"/>
                <w:szCs w:val="19"/>
              </w:rPr>
              <w:t>332</w:t>
            </w:r>
          </w:p>
        </w:tc>
        <w:tc>
          <w:tcPr>
            <w:tcW w:w="1560" w:type="dxa"/>
          </w:tcPr>
          <w:p w14:paraId="4456F32D" w14:textId="2321D739" w:rsidR="00FB368A" w:rsidRPr="001C6FBC" w:rsidRDefault="00FB368A" w:rsidP="0070178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-0.</w:t>
            </w:r>
            <w:r w:rsidR="00701789">
              <w:rPr>
                <w:rFonts w:ascii="Arial" w:hAnsi="Arial" w:cs="Arial"/>
                <w:sz w:val="19"/>
                <w:szCs w:val="19"/>
              </w:rPr>
              <w:t>750; 1.414</w:t>
            </w:r>
          </w:p>
        </w:tc>
        <w:tc>
          <w:tcPr>
            <w:tcW w:w="850" w:type="dxa"/>
          </w:tcPr>
          <w:p w14:paraId="56BBE601" w14:textId="3872A8DF" w:rsidR="00FB368A" w:rsidRPr="001C6FBC" w:rsidRDefault="00FB368A" w:rsidP="0070178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701789">
              <w:rPr>
                <w:rFonts w:ascii="Arial" w:hAnsi="Arial" w:cs="Arial"/>
                <w:sz w:val="20"/>
                <w:szCs w:val="20"/>
              </w:rPr>
              <w:t>560</w:t>
            </w:r>
          </w:p>
        </w:tc>
      </w:tr>
      <w:tr w:rsidR="00FB368A" w:rsidRPr="001C6FBC" w14:paraId="01561727" w14:textId="77777777" w:rsidTr="001B1DEA">
        <w:trPr>
          <w:trHeight w:val="88"/>
        </w:trPr>
        <w:tc>
          <w:tcPr>
            <w:tcW w:w="245" w:type="dxa"/>
          </w:tcPr>
          <w:p w14:paraId="4AF4DD9D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2EE699FE" w14:textId="20499EE3" w:rsidR="00FB368A" w:rsidRPr="001C6FBC" w:rsidRDefault="00FB368A" w:rsidP="00FB368A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density of bifurcation points (n)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6067B35E" w14:textId="47B9EDEB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-0.08</w:t>
            </w:r>
            <w:r w:rsidR="00472BD5">
              <w:rPr>
                <w:rFonts w:ascii="Arial" w:hAnsi="Arial" w:cs="Arial"/>
                <w:sz w:val="19"/>
                <w:szCs w:val="19"/>
              </w:rPr>
              <w:t>0</w:t>
            </w:r>
          </w:p>
        </w:tc>
        <w:tc>
          <w:tcPr>
            <w:tcW w:w="1417" w:type="dxa"/>
          </w:tcPr>
          <w:p w14:paraId="055908AD" w14:textId="462760A2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</w:t>
            </w:r>
            <w:r w:rsidR="00472BD5">
              <w:rPr>
                <w:rFonts w:ascii="Arial" w:hAnsi="Arial" w:cs="Arial"/>
                <w:sz w:val="19"/>
                <w:szCs w:val="19"/>
              </w:rPr>
              <w:t>407;</w:t>
            </w:r>
            <w:r w:rsidRPr="001C6FBC">
              <w:rPr>
                <w:rFonts w:ascii="Arial" w:hAnsi="Arial" w:cs="Arial"/>
                <w:sz w:val="19"/>
                <w:szCs w:val="19"/>
              </w:rPr>
              <w:t xml:space="preserve"> 0.24</w:t>
            </w:r>
            <w:r w:rsidR="00472BD5"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43AE7B10" w14:textId="732490C0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0.6</w:t>
            </w:r>
            <w:r w:rsidR="00472BD5">
              <w:rPr>
                <w:rFonts w:ascii="Arial" w:hAnsi="Arial" w:cs="Arial"/>
                <w:sz w:val="19"/>
                <w:szCs w:val="19"/>
              </w:rPr>
              <w:t>38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17B3E0B8" w14:textId="2E4F2A12" w:rsidR="00FB368A" w:rsidRPr="00FB368A" w:rsidRDefault="00FB368A" w:rsidP="00701789">
            <w:pPr>
              <w:pStyle w:val="NoSpacing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Pr="00FB368A">
              <w:rPr>
                <w:rFonts w:ascii="Arial" w:hAnsi="Arial" w:cs="Arial"/>
                <w:bCs/>
                <w:sz w:val="19"/>
                <w:szCs w:val="19"/>
              </w:rPr>
              <w:t>0.3</w:t>
            </w:r>
            <w:r w:rsidR="00701789">
              <w:rPr>
                <w:rFonts w:ascii="Arial" w:hAnsi="Arial" w:cs="Arial"/>
                <w:bCs/>
                <w:sz w:val="19"/>
                <w:szCs w:val="19"/>
              </w:rPr>
              <w:t>07</w:t>
            </w:r>
          </w:p>
        </w:tc>
        <w:tc>
          <w:tcPr>
            <w:tcW w:w="1560" w:type="dxa"/>
          </w:tcPr>
          <w:p w14:paraId="6AC0A664" w14:textId="22BCD634" w:rsidR="00FB368A" w:rsidRPr="00FB368A" w:rsidRDefault="00FB368A" w:rsidP="00701789">
            <w:pPr>
              <w:pStyle w:val="NoSpacing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FB368A">
              <w:rPr>
                <w:rFonts w:ascii="Arial" w:hAnsi="Arial" w:cs="Arial"/>
                <w:bCs/>
                <w:sz w:val="19"/>
                <w:szCs w:val="19"/>
              </w:rPr>
              <w:t>-0.13</w:t>
            </w:r>
            <w:r w:rsidR="00701789">
              <w:rPr>
                <w:rFonts w:ascii="Arial" w:hAnsi="Arial" w:cs="Arial"/>
                <w:bCs/>
                <w:sz w:val="19"/>
                <w:szCs w:val="19"/>
              </w:rPr>
              <w:t>8</w:t>
            </w:r>
            <w:r w:rsidRPr="00FB368A">
              <w:rPr>
                <w:rFonts w:ascii="Arial" w:hAnsi="Arial" w:cs="Arial"/>
                <w:bCs/>
                <w:sz w:val="19"/>
                <w:szCs w:val="19"/>
              </w:rPr>
              <w:t>; 0.75</w:t>
            </w:r>
            <w:r w:rsidR="00701789">
              <w:rPr>
                <w:rFonts w:ascii="Arial" w:hAnsi="Arial" w:cs="Arial"/>
                <w:bCs/>
                <w:sz w:val="19"/>
                <w:szCs w:val="19"/>
              </w:rPr>
              <w:t>2</w:t>
            </w:r>
          </w:p>
        </w:tc>
        <w:tc>
          <w:tcPr>
            <w:tcW w:w="850" w:type="dxa"/>
          </w:tcPr>
          <w:p w14:paraId="7BBC4954" w14:textId="1B912077" w:rsidR="00FB368A" w:rsidRPr="00FB368A" w:rsidRDefault="00FB368A" w:rsidP="00701789">
            <w:pPr>
              <w:pStyle w:val="NoSpacing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B368A">
              <w:rPr>
                <w:rFonts w:ascii="Arial" w:hAnsi="Arial" w:cs="Arial"/>
                <w:bCs/>
                <w:sz w:val="20"/>
                <w:szCs w:val="20"/>
              </w:rPr>
              <w:t>0.1</w:t>
            </w:r>
            <w:r w:rsidR="00701789">
              <w:rPr>
                <w:rFonts w:ascii="Arial" w:hAnsi="Arial" w:cs="Arial"/>
                <w:bCs/>
                <w:sz w:val="20"/>
                <w:szCs w:val="20"/>
              </w:rPr>
              <w:t>92</w:t>
            </w:r>
          </w:p>
        </w:tc>
      </w:tr>
      <w:tr w:rsidR="00FB368A" w:rsidRPr="001C6FBC" w14:paraId="77A5CFAB" w14:textId="77777777" w:rsidTr="001B1DEA">
        <w:tc>
          <w:tcPr>
            <w:tcW w:w="245" w:type="dxa"/>
          </w:tcPr>
          <w:p w14:paraId="5EC2DB8E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746DACC0" w14:textId="2D87FDBC" w:rsidR="00FB368A" w:rsidRPr="001C6FBC" w:rsidRDefault="00FB368A" w:rsidP="00FB368A">
            <w:pPr>
              <w:pStyle w:val="NoSpacing"/>
              <w:rPr>
                <w:rFonts w:ascii="Arial" w:eastAsia="Calibri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density of crossing points (n)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5C5CBC69" w14:textId="44CA1219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</w:t>
            </w:r>
            <w:r w:rsidR="00472BD5">
              <w:rPr>
                <w:rFonts w:ascii="Arial" w:hAnsi="Arial" w:cs="Arial"/>
                <w:sz w:val="19"/>
                <w:szCs w:val="19"/>
              </w:rPr>
              <w:t>11</w:t>
            </w:r>
          </w:p>
        </w:tc>
        <w:tc>
          <w:tcPr>
            <w:tcW w:w="1417" w:type="dxa"/>
          </w:tcPr>
          <w:p w14:paraId="6CB4DF5C" w14:textId="7F6BCAD5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-0.2</w:t>
            </w:r>
            <w:r w:rsidR="00472BD5">
              <w:rPr>
                <w:rFonts w:ascii="Arial" w:hAnsi="Arial" w:cs="Arial"/>
                <w:sz w:val="19"/>
                <w:szCs w:val="19"/>
              </w:rPr>
              <w:t>09</w:t>
            </w:r>
            <w:r w:rsidRPr="001C6FBC">
              <w:rPr>
                <w:rFonts w:ascii="Arial" w:hAnsi="Arial" w:cs="Arial"/>
                <w:sz w:val="19"/>
                <w:szCs w:val="19"/>
              </w:rPr>
              <w:t>; 0.1</w:t>
            </w:r>
            <w:r w:rsidR="00472BD5">
              <w:rPr>
                <w:rFonts w:ascii="Arial" w:hAnsi="Arial" w:cs="Arial"/>
                <w:sz w:val="19"/>
                <w:szCs w:val="19"/>
              </w:rPr>
              <w:t>86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71E9B6BE" w14:textId="6E255BE7" w:rsidR="00FB368A" w:rsidRPr="001C6FBC" w:rsidRDefault="00FB368A" w:rsidP="00472BD5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472BD5">
              <w:rPr>
                <w:rFonts w:ascii="Arial" w:hAnsi="Arial" w:cs="Arial"/>
                <w:sz w:val="19"/>
                <w:szCs w:val="19"/>
              </w:rPr>
              <w:t>913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2E148DA3" w14:textId="58D0BCF2" w:rsidR="00FB368A" w:rsidRPr="00FB368A" w:rsidRDefault="00DA626E" w:rsidP="00701789">
            <w:pPr>
              <w:pStyle w:val="NoSpacing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="00701789">
              <w:rPr>
                <w:rFonts w:ascii="Arial" w:hAnsi="Arial" w:cs="Arial"/>
                <w:bCs/>
                <w:sz w:val="19"/>
                <w:szCs w:val="19"/>
              </w:rPr>
              <w:t>0.168</w:t>
            </w:r>
          </w:p>
        </w:tc>
        <w:tc>
          <w:tcPr>
            <w:tcW w:w="1560" w:type="dxa"/>
          </w:tcPr>
          <w:p w14:paraId="658A6E5E" w14:textId="04F2EEE3" w:rsidR="00FB368A" w:rsidRPr="00FB368A" w:rsidRDefault="00FB368A" w:rsidP="00701789">
            <w:pPr>
              <w:pStyle w:val="NoSpacing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FB368A">
              <w:rPr>
                <w:rFonts w:ascii="Arial" w:hAnsi="Arial" w:cs="Arial"/>
                <w:bCs/>
                <w:sz w:val="19"/>
                <w:szCs w:val="19"/>
              </w:rPr>
              <w:t>-0.</w:t>
            </w:r>
            <w:r w:rsidR="00701789">
              <w:rPr>
                <w:rFonts w:ascii="Arial" w:hAnsi="Arial" w:cs="Arial"/>
                <w:bCs/>
                <w:sz w:val="19"/>
                <w:szCs w:val="19"/>
              </w:rPr>
              <w:t>104</w:t>
            </w:r>
            <w:r w:rsidRPr="00FB368A">
              <w:rPr>
                <w:rFonts w:ascii="Arial" w:hAnsi="Arial" w:cs="Arial"/>
                <w:bCs/>
                <w:sz w:val="19"/>
                <w:szCs w:val="19"/>
              </w:rPr>
              <w:t>; 0.4</w:t>
            </w:r>
            <w:r w:rsidR="00701789">
              <w:rPr>
                <w:rFonts w:ascii="Arial" w:hAnsi="Arial" w:cs="Arial"/>
                <w:bCs/>
                <w:sz w:val="19"/>
                <w:szCs w:val="19"/>
              </w:rPr>
              <w:t>41</w:t>
            </w:r>
          </w:p>
        </w:tc>
        <w:tc>
          <w:tcPr>
            <w:tcW w:w="850" w:type="dxa"/>
          </w:tcPr>
          <w:p w14:paraId="0AB90948" w14:textId="4A965CC4" w:rsidR="00FB368A" w:rsidRPr="00FB368A" w:rsidRDefault="00FB368A" w:rsidP="00701789">
            <w:pPr>
              <w:pStyle w:val="NoSpacing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B368A">
              <w:rPr>
                <w:rFonts w:ascii="Arial" w:hAnsi="Arial" w:cs="Arial"/>
                <w:bCs/>
                <w:sz w:val="20"/>
                <w:szCs w:val="20"/>
              </w:rPr>
              <w:t>0.2</w:t>
            </w:r>
            <w:r w:rsidR="00701789">
              <w:rPr>
                <w:rFonts w:ascii="Arial" w:hAnsi="Arial" w:cs="Arial"/>
                <w:bCs/>
                <w:sz w:val="20"/>
                <w:szCs w:val="20"/>
              </w:rPr>
              <w:t>43</w:t>
            </w:r>
          </w:p>
        </w:tc>
      </w:tr>
      <w:tr w:rsidR="00FB368A" w:rsidRPr="001C6FBC" w14:paraId="293879E4" w14:textId="77777777" w:rsidTr="001B1DEA">
        <w:tc>
          <w:tcPr>
            <w:tcW w:w="3261" w:type="dxa"/>
            <w:gridSpan w:val="2"/>
          </w:tcPr>
          <w:p w14:paraId="5B111AF0" w14:textId="4188EE27" w:rsidR="00FB368A" w:rsidRPr="001C6FBC" w:rsidRDefault="00FB368A" w:rsidP="00FB368A">
            <w:pPr>
              <w:pStyle w:val="NoSpacing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Mediterranean dietary pattern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3A433E28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</w:tcPr>
          <w:p w14:paraId="40B45D9F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6278757A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423FA58F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</w:tcPr>
          <w:p w14:paraId="1EBF296E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</w:tcPr>
          <w:p w14:paraId="26A52991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68A" w:rsidRPr="001C6FBC" w14:paraId="4344D905" w14:textId="77777777" w:rsidTr="001B1DEA">
        <w:tc>
          <w:tcPr>
            <w:tcW w:w="245" w:type="dxa"/>
          </w:tcPr>
          <w:p w14:paraId="76A8EDFA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49BE7AF8" w14:textId="77777777" w:rsidR="00FB368A" w:rsidRPr="001C6FBC" w:rsidRDefault="00FB368A" w:rsidP="00FB368A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hAnsi="Cambria Math" w:cs="Arial"/>
                  <w:sz w:val="19"/>
                  <w:szCs w:val="19"/>
                </w:rPr>
                <m:t>∛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PV (cm</w:t>
            </w:r>
            <w:r w:rsidRPr="001C6FBC">
              <w:rPr>
                <w:rFonts w:ascii="Arial" w:eastAsiaTheme="minorEastAsia" w:hAnsi="Arial" w:cs="Arial"/>
                <w:sz w:val="19"/>
                <w:szCs w:val="19"/>
                <w:vertAlign w:val="superscript"/>
              </w:rPr>
              <w:t>3</w:t>
            </w:r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2B804C58" w14:textId="72D5A023" w:rsidR="00FB368A" w:rsidRPr="001C6FBC" w:rsidRDefault="00FB368A" w:rsidP="000544D6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0.02</w:t>
            </w:r>
            <w:r w:rsidR="000544D6"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1417" w:type="dxa"/>
          </w:tcPr>
          <w:p w14:paraId="73FD940C" w14:textId="60625B3F" w:rsidR="00FB368A" w:rsidRPr="001C6FBC" w:rsidRDefault="00FB368A" w:rsidP="000544D6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</w:t>
            </w:r>
            <w:r w:rsidR="000544D6">
              <w:rPr>
                <w:rFonts w:ascii="Arial" w:hAnsi="Arial" w:cs="Arial"/>
                <w:sz w:val="19"/>
                <w:szCs w:val="19"/>
              </w:rPr>
              <w:t>61; 0.113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62258685" w14:textId="612238C0" w:rsidR="00FB368A" w:rsidRPr="001C6FBC" w:rsidRDefault="00FB368A" w:rsidP="000544D6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0544D6">
              <w:rPr>
                <w:rFonts w:ascii="Arial" w:hAnsi="Arial" w:cs="Arial"/>
                <w:sz w:val="19"/>
                <w:szCs w:val="19"/>
              </w:rPr>
              <w:t>566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54A68763" w14:textId="17073313" w:rsidR="00FB368A" w:rsidRPr="001C6FBC" w:rsidRDefault="00797292" w:rsidP="0070178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0.02</w:t>
            </w:r>
            <w:r w:rsidR="00701789">
              <w:rPr>
                <w:rFonts w:ascii="Arial" w:hAnsi="Arial" w:cs="Arial"/>
                <w:sz w:val="19"/>
                <w:szCs w:val="19"/>
              </w:rPr>
              <w:t>7</w:t>
            </w:r>
          </w:p>
        </w:tc>
        <w:tc>
          <w:tcPr>
            <w:tcW w:w="1560" w:type="dxa"/>
          </w:tcPr>
          <w:p w14:paraId="13A4D076" w14:textId="60F8E583" w:rsidR="00FB368A" w:rsidRPr="001C6FBC" w:rsidRDefault="00797292" w:rsidP="0070178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-0.06</w:t>
            </w:r>
            <w:r w:rsidR="00701789">
              <w:rPr>
                <w:rFonts w:ascii="Arial" w:hAnsi="Arial" w:cs="Arial"/>
                <w:sz w:val="19"/>
                <w:szCs w:val="19"/>
              </w:rPr>
              <w:t>8</w:t>
            </w:r>
            <w:r>
              <w:rPr>
                <w:rFonts w:ascii="Arial" w:hAnsi="Arial" w:cs="Arial"/>
                <w:sz w:val="19"/>
                <w:szCs w:val="19"/>
              </w:rPr>
              <w:t>; 0.1</w:t>
            </w:r>
            <w:r w:rsidR="00701789">
              <w:rPr>
                <w:rFonts w:ascii="Arial" w:hAnsi="Arial" w:cs="Arial"/>
                <w:sz w:val="19"/>
                <w:szCs w:val="19"/>
              </w:rPr>
              <w:t>2</w:t>
            </w:r>
            <w:r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850" w:type="dxa"/>
          </w:tcPr>
          <w:p w14:paraId="34DDFD22" w14:textId="7B8093A8" w:rsidR="00FB368A" w:rsidRPr="001C6FBC" w:rsidRDefault="00797292" w:rsidP="0070178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701789">
              <w:rPr>
                <w:rFonts w:ascii="Arial" w:hAnsi="Arial" w:cs="Arial"/>
                <w:sz w:val="20"/>
                <w:szCs w:val="20"/>
              </w:rPr>
              <w:t>592</w:t>
            </w:r>
          </w:p>
        </w:tc>
      </w:tr>
      <w:tr w:rsidR="00FB368A" w:rsidRPr="001C6FBC" w14:paraId="4883F69D" w14:textId="77777777" w:rsidTr="001B1DEA">
        <w:tc>
          <w:tcPr>
            <w:tcW w:w="245" w:type="dxa"/>
          </w:tcPr>
          <w:p w14:paraId="43465C39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7D4CD484" w14:textId="77777777" w:rsidR="00FB368A" w:rsidRPr="001C6FBC" w:rsidRDefault="00FB368A" w:rsidP="00FB368A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hAnsi="Cambria Math" w:cs="Arial"/>
                  <w:sz w:val="19"/>
                  <w:szCs w:val="19"/>
                </w:rPr>
                <m:t>∛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uPVV (cm</w:t>
            </w:r>
            <w:r w:rsidRPr="001C6FBC">
              <w:rPr>
                <w:rFonts w:ascii="Arial" w:eastAsiaTheme="minorEastAsia" w:hAnsi="Arial" w:cs="Arial"/>
                <w:sz w:val="19"/>
                <w:szCs w:val="19"/>
                <w:vertAlign w:val="superscript"/>
              </w:rPr>
              <w:t>3</w:t>
            </w:r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0781B5AE" w14:textId="19513B64" w:rsidR="00FB368A" w:rsidRPr="001C6FBC" w:rsidRDefault="00FB368A" w:rsidP="000544D6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0.0</w:t>
            </w:r>
            <w:r w:rsidR="000544D6">
              <w:rPr>
                <w:rFonts w:ascii="Arial" w:hAnsi="Arial" w:cs="Arial"/>
                <w:sz w:val="19"/>
                <w:szCs w:val="19"/>
              </w:rPr>
              <w:t>42</w:t>
            </w:r>
          </w:p>
        </w:tc>
        <w:tc>
          <w:tcPr>
            <w:tcW w:w="1417" w:type="dxa"/>
          </w:tcPr>
          <w:p w14:paraId="16239314" w14:textId="53BCF137" w:rsidR="00FB368A" w:rsidRPr="001C6FBC" w:rsidRDefault="00FB368A" w:rsidP="000544D6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-0.0</w:t>
            </w:r>
            <w:r w:rsidR="000544D6">
              <w:rPr>
                <w:rFonts w:ascii="Arial" w:hAnsi="Arial" w:cs="Arial"/>
                <w:sz w:val="19"/>
                <w:szCs w:val="19"/>
              </w:rPr>
              <w:t>55</w:t>
            </w:r>
            <w:r w:rsidRPr="001C6FBC">
              <w:rPr>
                <w:rFonts w:ascii="Arial" w:hAnsi="Arial" w:cs="Arial"/>
                <w:sz w:val="19"/>
                <w:szCs w:val="19"/>
              </w:rPr>
              <w:t>; 0.</w:t>
            </w:r>
            <w:r w:rsidR="000544D6">
              <w:rPr>
                <w:rFonts w:ascii="Arial" w:hAnsi="Arial" w:cs="Arial"/>
                <w:sz w:val="19"/>
                <w:szCs w:val="19"/>
              </w:rPr>
              <w:t>138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6DCE28F3" w14:textId="2C7E5A91" w:rsidR="00FB368A" w:rsidRPr="001C6FBC" w:rsidRDefault="00FB368A" w:rsidP="000544D6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0544D6">
              <w:rPr>
                <w:rFonts w:ascii="Arial" w:hAnsi="Arial" w:cs="Arial"/>
                <w:sz w:val="19"/>
                <w:szCs w:val="19"/>
              </w:rPr>
              <w:t>409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1905E572" w14:textId="1AFBF30A" w:rsidR="00FB368A" w:rsidRPr="001C6FBC" w:rsidRDefault="00DA626E" w:rsidP="0070178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0.0</w:t>
            </w:r>
            <w:r w:rsidR="00701789">
              <w:rPr>
                <w:rFonts w:ascii="Arial" w:hAnsi="Arial" w:cs="Arial"/>
                <w:sz w:val="19"/>
                <w:szCs w:val="19"/>
              </w:rPr>
              <w:t>79</w:t>
            </w:r>
          </w:p>
        </w:tc>
        <w:tc>
          <w:tcPr>
            <w:tcW w:w="1560" w:type="dxa"/>
          </w:tcPr>
          <w:p w14:paraId="124000F0" w14:textId="1B733D13" w:rsidR="00FB368A" w:rsidRPr="001C6FBC" w:rsidRDefault="00701789" w:rsidP="0070178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-0.020</w:t>
            </w:r>
            <w:r w:rsidR="00DA626E">
              <w:rPr>
                <w:rFonts w:ascii="Arial" w:hAnsi="Arial" w:cs="Arial"/>
                <w:sz w:val="19"/>
                <w:szCs w:val="19"/>
              </w:rPr>
              <w:t>; 0.1</w:t>
            </w:r>
            <w:r>
              <w:rPr>
                <w:rFonts w:ascii="Arial" w:hAnsi="Arial" w:cs="Arial"/>
                <w:sz w:val="19"/>
                <w:szCs w:val="19"/>
              </w:rPr>
              <w:t>78</w:t>
            </w:r>
          </w:p>
        </w:tc>
        <w:tc>
          <w:tcPr>
            <w:tcW w:w="850" w:type="dxa"/>
          </w:tcPr>
          <w:p w14:paraId="3C70A558" w14:textId="727E6006" w:rsidR="00FB368A" w:rsidRPr="001C6FBC" w:rsidRDefault="00701789" w:rsidP="0070178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0.133</w:t>
            </w:r>
          </w:p>
        </w:tc>
      </w:tr>
      <w:tr w:rsidR="00FB368A" w:rsidRPr="001C6FBC" w14:paraId="148AF921" w14:textId="77777777" w:rsidTr="001B1DEA">
        <w:tc>
          <w:tcPr>
            <w:tcW w:w="245" w:type="dxa"/>
          </w:tcPr>
          <w:p w14:paraId="0998B01E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41A92286" w14:textId="77777777" w:rsidR="00FB368A" w:rsidRPr="001C6FBC" w:rsidRDefault="00FB368A" w:rsidP="00FB368A">
            <w:pPr>
              <w:pStyle w:val="NoSpacing"/>
              <w:rPr>
                <w:rFonts w:ascii="Arial" w:eastAsia="Calibri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109E4E4B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</w:tcPr>
          <w:p w14:paraId="242E3E08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1D0E87E2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517FADCF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</w:tcPr>
          <w:p w14:paraId="2A3BCDB2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</w:tcPr>
          <w:p w14:paraId="534EE3EE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68A" w:rsidRPr="001C6FBC" w14:paraId="1659977D" w14:textId="77777777" w:rsidTr="001B1DEA">
        <w:tc>
          <w:tcPr>
            <w:tcW w:w="245" w:type="dxa"/>
          </w:tcPr>
          <w:p w14:paraId="32842E65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13F4B681" w14:textId="77777777" w:rsidR="00FB368A" w:rsidRPr="001C6FBC" w:rsidRDefault="00FB368A" w:rsidP="00FB368A">
            <w:pPr>
              <w:pStyle w:val="NoSpacing"/>
              <w:rPr>
                <w:rFonts w:ascii="Arial" w:eastAsia="Calibri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end points (n)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2E0A363A" w14:textId="5F3589DC" w:rsidR="00FB368A" w:rsidRPr="001C6FBC" w:rsidRDefault="00FB368A" w:rsidP="000544D6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</w:t>
            </w:r>
            <w:r w:rsidR="000544D6">
              <w:rPr>
                <w:rFonts w:ascii="Arial" w:hAnsi="Arial" w:cs="Arial"/>
                <w:sz w:val="19"/>
                <w:szCs w:val="19"/>
              </w:rPr>
              <w:t>288</w:t>
            </w:r>
          </w:p>
        </w:tc>
        <w:tc>
          <w:tcPr>
            <w:tcW w:w="1417" w:type="dxa"/>
          </w:tcPr>
          <w:p w14:paraId="58CF0DDC" w14:textId="43284D1D" w:rsidR="00FB368A" w:rsidRPr="001C6FBC" w:rsidRDefault="00FB368A" w:rsidP="000544D6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-1.</w:t>
            </w:r>
            <w:r w:rsidR="000544D6">
              <w:rPr>
                <w:rFonts w:ascii="Arial" w:hAnsi="Arial" w:cs="Arial"/>
                <w:sz w:val="19"/>
                <w:szCs w:val="19"/>
              </w:rPr>
              <w:t>713</w:t>
            </w:r>
            <w:r w:rsidRPr="001C6FBC">
              <w:rPr>
                <w:rFonts w:ascii="Arial" w:hAnsi="Arial" w:cs="Arial"/>
                <w:sz w:val="19"/>
                <w:szCs w:val="19"/>
              </w:rPr>
              <w:t xml:space="preserve">; </w:t>
            </w:r>
            <w:r w:rsidR="000544D6">
              <w:rPr>
                <w:rFonts w:ascii="Arial" w:hAnsi="Arial" w:cs="Arial"/>
                <w:sz w:val="19"/>
                <w:szCs w:val="19"/>
              </w:rPr>
              <w:t>1.136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1A539301" w14:textId="3FDE3D5D" w:rsidR="00FB368A" w:rsidRPr="001C6FBC" w:rsidRDefault="00FB368A" w:rsidP="000544D6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0544D6">
              <w:rPr>
                <w:rFonts w:ascii="Arial" w:hAnsi="Arial" w:cs="Arial"/>
                <w:sz w:val="19"/>
                <w:szCs w:val="19"/>
              </w:rPr>
              <w:t>698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133B5E4A" w14:textId="6650F2B8" w:rsidR="00FB368A" w:rsidRPr="001C6FBC" w:rsidRDefault="00797292" w:rsidP="0070178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0.</w:t>
            </w:r>
            <w:r w:rsidR="00701789">
              <w:rPr>
                <w:rFonts w:ascii="Arial" w:hAnsi="Arial" w:cs="Arial"/>
                <w:sz w:val="19"/>
                <w:szCs w:val="19"/>
              </w:rPr>
              <w:t>226</w:t>
            </w:r>
          </w:p>
        </w:tc>
        <w:tc>
          <w:tcPr>
            <w:tcW w:w="1560" w:type="dxa"/>
          </w:tcPr>
          <w:p w14:paraId="679CF6F3" w14:textId="3678F79F" w:rsidR="00FB368A" w:rsidRPr="001C6FBC" w:rsidRDefault="00797292" w:rsidP="0070178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-1.</w:t>
            </w:r>
            <w:r w:rsidR="00701789">
              <w:rPr>
                <w:rFonts w:ascii="Arial" w:hAnsi="Arial" w:cs="Arial"/>
                <w:sz w:val="19"/>
                <w:szCs w:val="19"/>
              </w:rPr>
              <w:t>218</w:t>
            </w:r>
            <w:r>
              <w:rPr>
                <w:rFonts w:ascii="Arial" w:hAnsi="Arial" w:cs="Arial"/>
                <w:sz w:val="19"/>
                <w:szCs w:val="19"/>
              </w:rPr>
              <w:t>; 1.</w:t>
            </w:r>
            <w:r w:rsidR="00701789">
              <w:rPr>
                <w:rFonts w:ascii="Arial" w:hAnsi="Arial" w:cs="Arial"/>
                <w:sz w:val="19"/>
                <w:szCs w:val="19"/>
              </w:rPr>
              <w:t>670</w:t>
            </w:r>
          </w:p>
        </w:tc>
        <w:tc>
          <w:tcPr>
            <w:tcW w:w="850" w:type="dxa"/>
          </w:tcPr>
          <w:p w14:paraId="0BBABFB7" w14:textId="43E229BC" w:rsidR="00FB368A" w:rsidRPr="001C6FBC" w:rsidRDefault="00797292" w:rsidP="0070178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701789">
              <w:rPr>
                <w:rFonts w:ascii="Arial" w:hAnsi="Arial" w:cs="Arial"/>
                <w:sz w:val="20"/>
                <w:szCs w:val="20"/>
              </w:rPr>
              <w:t>766</w:t>
            </w:r>
          </w:p>
        </w:tc>
      </w:tr>
      <w:tr w:rsidR="00FB368A" w:rsidRPr="001C6FBC" w14:paraId="03326825" w14:textId="77777777" w:rsidTr="001B1DEA">
        <w:tc>
          <w:tcPr>
            <w:tcW w:w="245" w:type="dxa"/>
          </w:tcPr>
          <w:p w14:paraId="06155F3F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7CF39647" w14:textId="77777777" w:rsidR="00FB368A" w:rsidRPr="001C6FBC" w:rsidRDefault="00FB368A" w:rsidP="00FB368A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bifurcation points (n)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27D909F2" w14:textId="184BD50D" w:rsidR="00FB368A" w:rsidRPr="001C6FBC" w:rsidRDefault="000544D6" w:rsidP="000544D6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B368A" w:rsidRPr="001C6FBC">
              <w:rPr>
                <w:rFonts w:ascii="Arial" w:hAnsi="Arial" w:cs="Arial"/>
                <w:sz w:val="19"/>
                <w:szCs w:val="19"/>
              </w:rPr>
              <w:t>0.34</w:t>
            </w:r>
            <w:r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1417" w:type="dxa"/>
          </w:tcPr>
          <w:p w14:paraId="4C5F4EF9" w14:textId="3C950A47" w:rsidR="00FB368A" w:rsidRPr="001C6FBC" w:rsidRDefault="00FB368A" w:rsidP="000544D6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-1.</w:t>
            </w:r>
            <w:r w:rsidR="000544D6">
              <w:rPr>
                <w:rFonts w:ascii="Arial" w:hAnsi="Arial" w:cs="Arial"/>
                <w:sz w:val="19"/>
                <w:szCs w:val="19"/>
              </w:rPr>
              <w:t>388</w:t>
            </w:r>
            <w:r w:rsidRPr="001C6FBC">
              <w:rPr>
                <w:rFonts w:ascii="Arial" w:hAnsi="Arial" w:cs="Arial"/>
                <w:sz w:val="19"/>
                <w:szCs w:val="19"/>
              </w:rPr>
              <w:t xml:space="preserve">; </w:t>
            </w:r>
            <w:r w:rsidR="000544D6">
              <w:rPr>
                <w:rFonts w:ascii="Arial" w:hAnsi="Arial" w:cs="Arial"/>
                <w:sz w:val="19"/>
                <w:szCs w:val="19"/>
              </w:rPr>
              <w:t>2.081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7F6579EC" w14:textId="0C72F972" w:rsidR="00FB368A" w:rsidRPr="001C6FBC" w:rsidRDefault="00FB368A" w:rsidP="000544D6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0544D6">
              <w:rPr>
                <w:rFonts w:ascii="Arial" w:hAnsi="Arial" w:cs="Arial"/>
                <w:sz w:val="19"/>
                <w:szCs w:val="19"/>
              </w:rPr>
              <w:t>702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73036045" w14:textId="0636CCB8" w:rsidR="00FB368A" w:rsidRPr="001C6FBC" w:rsidRDefault="00A672AF" w:rsidP="0070178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01789">
              <w:rPr>
                <w:rFonts w:ascii="Arial" w:hAnsi="Arial" w:cs="Arial"/>
                <w:sz w:val="19"/>
                <w:szCs w:val="19"/>
              </w:rPr>
              <w:t>1.069</w:t>
            </w:r>
          </w:p>
        </w:tc>
        <w:tc>
          <w:tcPr>
            <w:tcW w:w="1560" w:type="dxa"/>
          </w:tcPr>
          <w:p w14:paraId="63913BEA" w14:textId="4EA6DBE8" w:rsidR="00FB368A" w:rsidRPr="001C6FBC" w:rsidRDefault="00A672AF" w:rsidP="0070178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  <w:r w:rsidR="00701789">
              <w:rPr>
                <w:rFonts w:ascii="Arial" w:hAnsi="Arial" w:cs="Arial"/>
                <w:sz w:val="19"/>
                <w:szCs w:val="19"/>
              </w:rPr>
              <w:t>0.701</w:t>
            </w:r>
            <w:r>
              <w:rPr>
                <w:rFonts w:ascii="Arial" w:hAnsi="Arial" w:cs="Arial"/>
                <w:sz w:val="19"/>
                <w:szCs w:val="19"/>
              </w:rPr>
              <w:t>; 2.</w:t>
            </w:r>
            <w:r w:rsidR="00701789">
              <w:rPr>
                <w:rFonts w:ascii="Arial" w:hAnsi="Arial" w:cs="Arial"/>
                <w:sz w:val="19"/>
                <w:szCs w:val="19"/>
              </w:rPr>
              <w:t>340</w:t>
            </w:r>
          </w:p>
        </w:tc>
        <w:tc>
          <w:tcPr>
            <w:tcW w:w="850" w:type="dxa"/>
          </w:tcPr>
          <w:p w14:paraId="55B45BCB" w14:textId="75F0A977" w:rsidR="00FB368A" w:rsidRPr="001C6FBC" w:rsidRDefault="00A672AF" w:rsidP="0070178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701789">
              <w:rPr>
                <w:rFonts w:ascii="Arial" w:hAnsi="Arial" w:cs="Arial"/>
                <w:sz w:val="20"/>
                <w:szCs w:val="20"/>
              </w:rPr>
              <w:t>252</w:t>
            </w:r>
          </w:p>
        </w:tc>
      </w:tr>
      <w:tr w:rsidR="00FB368A" w:rsidRPr="001C6FBC" w14:paraId="301D034F" w14:textId="77777777" w:rsidTr="001B1DEA">
        <w:tc>
          <w:tcPr>
            <w:tcW w:w="245" w:type="dxa"/>
          </w:tcPr>
          <w:p w14:paraId="3FD20E69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787FAA1C" w14:textId="77777777" w:rsidR="00FB368A" w:rsidRPr="001C6FBC" w:rsidRDefault="00FB368A" w:rsidP="00FB368A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crossing points (n)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54ADEE74" w14:textId="67BF1750" w:rsidR="00FB368A" w:rsidRPr="001C6FBC" w:rsidRDefault="00FB368A" w:rsidP="000544D6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 xml:space="preserve"> 0.</w:t>
            </w:r>
            <w:r w:rsidR="000544D6">
              <w:rPr>
                <w:rFonts w:ascii="Arial" w:hAnsi="Arial" w:cs="Arial"/>
                <w:sz w:val="19"/>
                <w:szCs w:val="19"/>
              </w:rPr>
              <w:t>637</w:t>
            </w:r>
          </w:p>
        </w:tc>
        <w:tc>
          <w:tcPr>
            <w:tcW w:w="1417" w:type="dxa"/>
          </w:tcPr>
          <w:p w14:paraId="2FA1C2C4" w14:textId="61069C26" w:rsidR="00FB368A" w:rsidRPr="001C6FBC" w:rsidRDefault="00FB368A" w:rsidP="000544D6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</w:t>
            </w:r>
            <w:r w:rsidR="000544D6">
              <w:rPr>
                <w:rFonts w:ascii="Arial" w:hAnsi="Arial" w:cs="Arial"/>
                <w:sz w:val="19"/>
                <w:szCs w:val="19"/>
              </w:rPr>
              <w:t>0.664</w:t>
            </w:r>
            <w:r w:rsidRPr="001C6FBC">
              <w:rPr>
                <w:rFonts w:ascii="Arial" w:hAnsi="Arial" w:cs="Arial"/>
                <w:sz w:val="19"/>
                <w:szCs w:val="19"/>
              </w:rPr>
              <w:t>; 1</w:t>
            </w:r>
            <w:r w:rsidR="000544D6">
              <w:rPr>
                <w:rFonts w:ascii="Arial" w:hAnsi="Arial" w:cs="Arial"/>
                <w:sz w:val="19"/>
                <w:szCs w:val="19"/>
              </w:rPr>
              <w:t>.939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6BB99EE2" w14:textId="7FEA3664" w:rsidR="00FB368A" w:rsidRPr="001C6FBC" w:rsidRDefault="00FB368A" w:rsidP="000544D6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0544D6">
              <w:rPr>
                <w:rFonts w:ascii="Arial" w:hAnsi="Arial" w:cs="Arial"/>
                <w:sz w:val="19"/>
                <w:szCs w:val="19"/>
              </w:rPr>
              <w:t>348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4B114175" w14:textId="66F116D2" w:rsidR="00FB368A" w:rsidRPr="001C6FBC" w:rsidRDefault="00A672AF" w:rsidP="0070178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701789">
              <w:rPr>
                <w:rFonts w:ascii="Arial" w:hAnsi="Arial" w:cs="Arial"/>
                <w:sz w:val="19"/>
                <w:szCs w:val="19"/>
              </w:rPr>
              <w:t>1.130</w:t>
            </w:r>
          </w:p>
        </w:tc>
        <w:tc>
          <w:tcPr>
            <w:tcW w:w="1560" w:type="dxa"/>
          </w:tcPr>
          <w:p w14:paraId="7008FAFF" w14:textId="285A391B" w:rsidR="00FB368A" w:rsidRPr="001C6FBC" w:rsidRDefault="00A672AF" w:rsidP="0070178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-0.</w:t>
            </w:r>
            <w:r w:rsidR="00701789">
              <w:rPr>
                <w:rFonts w:ascii="Arial" w:hAnsi="Arial" w:cs="Arial"/>
                <w:sz w:val="19"/>
                <w:szCs w:val="19"/>
              </w:rPr>
              <w:t>210</w:t>
            </w:r>
            <w:r>
              <w:rPr>
                <w:rFonts w:ascii="Arial" w:hAnsi="Arial" w:cs="Arial"/>
                <w:sz w:val="19"/>
                <w:szCs w:val="19"/>
              </w:rPr>
              <w:t>; 2.</w:t>
            </w:r>
            <w:r w:rsidR="00701789">
              <w:rPr>
                <w:rFonts w:ascii="Arial" w:hAnsi="Arial" w:cs="Arial"/>
                <w:sz w:val="19"/>
                <w:szCs w:val="19"/>
              </w:rPr>
              <w:t>471</w:t>
            </w:r>
          </w:p>
        </w:tc>
        <w:tc>
          <w:tcPr>
            <w:tcW w:w="850" w:type="dxa"/>
          </w:tcPr>
          <w:p w14:paraId="2391EC25" w14:textId="10C0DD38" w:rsidR="00FB368A" w:rsidRPr="001C6FBC" w:rsidRDefault="00A672AF" w:rsidP="00701789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701789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</w:tr>
      <w:tr w:rsidR="00FB368A" w:rsidRPr="001C6FBC" w14:paraId="5CC2D6AB" w14:textId="77777777" w:rsidTr="001B1DEA">
        <w:tc>
          <w:tcPr>
            <w:tcW w:w="245" w:type="dxa"/>
          </w:tcPr>
          <w:p w14:paraId="6414CC8E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0CF86225" w14:textId="77777777" w:rsidR="00FB368A" w:rsidRPr="001C6FBC" w:rsidRDefault="00FB368A" w:rsidP="00FB368A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vessel points (n)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2FD9D0E7" w14:textId="077B6BAD" w:rsidR="00FB368A" w:rsidRPr="001C6FBC" w:rsidRDefault="000544D6" w:rsidP="00FB368A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0.188</w:t>
            </w:r>
          </w:p>
        </w:tc>
        <w:tc>
          <w:tcPr>
            <w:tcW w:w="1417" w:type="dxa"/>
          </w:tcPr>
          <w:p w14:paraId="522FEEE1" w14:textId="19C70F22" w:rsidR="00FB368A" w:rsidRPr="001C6FBC" w:rsidRDefault="00FB368A" w:rsidP="000544D6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</w:t>
            </w:r>
            <w:r w:rsidR="000544D6">
              <w:rPr>
                <w:rFonts w:ascii="Arial" w:hAnsi="Arial" w:cs="Arial"/>
                <w:sz w:val="19"/>
                <w:szCs w:val="19"/>
              </w:rPr>
              <w:t>3</w:t>
            </w:r>
            <w:r w:rsidRPr="001C6FBC">
              <w:rPr>
                <w:rFonts w:ascii="Arial" w:hAnsi="Arial" w:cs="Arial"/>
                <w:sz w:val="19"/>
                <w:szCs w:val="19"/>
              </w:rPr>
              <w:t>.</w:t>
            </w:r>
            <w:r w:rsidR="000544D6">
              <w:rPr>
                <w:rFonts w:ascii="Arial" w:hAnsi="Arial" w:cs="Arial"/>
                <w:sz w:val="19"/>
                <w:szCs w:val="19"/>
              </w:rPr>
              <w:t>830;</w:t>
            </w:r>
            <w:r w:rsidRPr="001C6FBC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0544D6">
              <w:rPr>
                <w:rFonts w:ascii="Arial" w:hAnsi="Arial" w:cs="Arial"/>
                <w:sz w:val="19"/>
                <w:szCs w:val="19"/>
              </w:rPr>
              <w:t>4</w:t>
            </w:r>
            <w:r w:rsidRPr="001C6FBC">
              <w:rPr>
                <w:rFonts w:ascii="Arial" w:hAnsi="Arial" w:cs="Arial"/>
                <w:sz w:val="19"/>
                <w:szCs w:val="19"/>
              </w:rPr>
              <w:t>.</w:t>
            </w:r>
            <w:r w:rsidR="000544D6">
              <w:rPr>
                <w:rFonts w:ascii="Arial" w:hAnsi="Arial" w:cs="Arial"/>
                <w:sz w:val="19"/>
                <w:szCs w:val="19"/>
              </w:rPr>
              <w:t>206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13EC1A16" w14:textId="4F8C16F8" w:rsidR="00FB368A" w:rsidRPr="001C6FBC" w:rsidRDefault="00FB368A" w:rsidP="000544D6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</w:t>
            </w:r>
            <w:r w:rsidR="000544D6">
              <w:rPr>
                <w:rFonts w:ascii="Arial" w:hAnsi="Arial" w:cs="Arial"/>
                <w:sz w:val="19"/>
                <w:szCs w:val="19"/>
              </w:rPr>
              <w:t>.928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63B18A7E" w14:textId="08A9BB99" w:rsidR="00FB368A" w:rsidRPr="001C6FBC" w:rsidRDefault="00A672AF" w:rsidP="00A511AA">
            <w:pPr>
              <w:pStyle w:val="NoSpacing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="00A511AA">
              <w:rPr>
                <w:rFonts w:ascii="Arial" w:hAnsi="Arial" w:cs="Arial"/>
                <w:bCs/>
                <w:sz w:val="19"/>
                <w:szCs w:val="19"/>
              </w:rPr>
              <w:t>1.878</w:t>
            </w:r>
          </w:p>
        </w:tc>
        <w:tc>
          <w:tcPr>
            <w:tcW w:w="1560" w:type="dxa"/>
          </w:tcPr>
          <w:p w14:paraId="2D1AEF12" w14:textId="30297B27" w:rsidR="00FB368A" w:rsidRPr="001C6FBC" w:rsidRDefault="00A672AF" w:rsidP="00A511AA">
            <w:pPr>
              <w:pStyle w:val="NoSpacing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>-</w:t>
            </w:r>
            <w:r w:rsidR="00A511AA">
              <w:rPr>
                <w:rFonts w:ascii="Arial" w:hAnsi="Arial" w:cs="Arial"/>
                <w:bCs/>
                <w:sz w:val="19"/>
                <w:szCs w:val="19"/>
              </w:rPr>
              <w:t>2.217</w:t>
            </w:r>
            <w:r>
              <w:rPr>
                <w:rFonts w:ascii="Arial" w:hAnsi="Arial" w:cs="Arial"/>
                <w:bCs/>
                <w:sz w:val="19"/>
                <w:szCs w:val="19"/>
              </w:rPr>
              <w:t xml:space="preserve">; </w:t>
            </w:r>
            <w:r w:rsidR="00A511AA">
              <w:rPr>
                <w:rFonts w:ascii="Arial" w:hAnsi="Arial" w:cs="Arial"/>
                <w:bCs/>
                <w:sz w:val="19"/>
                <w:szCs w:val="19"/>
              </w:rPr>
              <w:t>5.973</w:t>
            </w:r>
          </w:p>
        </w:tc>
        <w:tc>
          <w:tcPr>
            <w:tcW w:w="850" w:type="dxa"/>
          </w:tcPr>
          <w:p w14:paraId="7D526392" w14:textId="335DC2A5" w:rsidR="00FB368A" w:rsidRPr="001C6FBC" w:rsidRDefault="00A672AF" w:rsidP="00A511AA">
            <w:pPr>
              <w:pStyle w:val="NoSpacing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0.</w:t>
            </w:r>
            <w:r w:rsidR="00A511AA">
              <w:rPr>
                <w:rFonts w:ascii="Arial" w:hAnsi="Arial" w:cs="Arial"/>
                <w:bCs/>
                <w:sz w:val="20"/>
                <w:szCs w:val="20"/>
              </w:rPr>
              <w:t>384</w:t>
            </w:r>
          </w:p>
        </w:tc>
      </w:tr>
      <w:tr w:rsidR="00FB368A" w:rsidRPr="001C6FBC" w14:paraId="3082C090" w14:textId="77777777" w:rsidTr="001B1DEA">
        <w:tc>
          <w:tcPr>
            <w:tcW w:w="245" w:type="dxa"/>
          </w:tcPr>
          <w:p w14:paraId="39B23710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04F72B98" w14:textId="77777777" w:rsidR="00FB368A" w:rsidRPr="001C6FBC" w:rsidRDefault="00FB368A" w:rsidP="00FB368A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total length (mm)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19502456" w14:textId="0D169586" w:rsidR="00FB368A" w:rsidRPr="001C6FBC" w:rsidRDefault="000544D6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1.472</w:t>
            </w:r>
          </w:p>
        </w:tc>
        <w:tc>
          <w:tcPr>
            <w:tcW w:w="1417" w:type="dxa"/>
          </w:tcPr>
          <w:p w14:paraId="328EC0F9" w14:textId="6EA04AB3" w:rsidR="00FB368A" w:rsidRPr="001C6FBC" w:rsidRDefault="00FB368A" w:rsidP="000544D6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</w:t>
            </w:r>
            <w:r w:rsidR="000544D6">
              <w:rPr>
                <w:rFonts w:ascii="Arial" w:hAnsi="Arial" w:cs="Arial"/>
                <w:sz w:val="19"/>
                <w:szCs w:val="19"/>
              </w:rPr>
              <w:t>2</w:t>
            </w:r>
            <w:r w:rsidRPr="001C6FBC">
              <w:rPr>
                <w:rFonts w:ascii="Arial" w:hAnsi="Arial" w:cs="Arial"/>
                <w:sz w:val="19"/>
                <w:szCs w:val="19"/>
              </w:rPr>
              <w:t>.</w:t>
            </w:r>
            <w:r w:rsidR="000544D6">
              <w:rPr>
                <w:rFonts w:ascii="Arial" w:hAnsi="Arial" w:cs="Arial"/>
                <w:sz w:val="19"/>
                <w:szCs w:val="19"/>
              </w:rPr>
              <w:t>257</w:t>
            </w:r>
            <w:r w:rsidRPr="001C6FBC">
              <w:rPr>
                <w:rFonts w:ascii="Arial" w:hAnsi="Arial" w:cs="Arial"/>
                <w:sz w:val="19"/>
                <w:szCs w:val="19"/>
              </w:rPr>
              <w:t xml:space="preserve">; </w:t>
            </w:r>
            <w:r w:rsidR="000544D6">
              <w:rPr>
                <w:rFonts w:ascii="Arial" w:hAnsi="Arial" w:cs="Arial"/>
                <w:sz w:val="19"/>
                <w:szCs w:val="19"/>
              </w:rPr>
              <w:t>5</w:t>
            </w:r>
            <w:r w:rsidRPr="001C6FBC">
              <w:rPr>
                <w:rFonts w:ascii="Arial" w:hAnsi="Arial" w:cs="Arial"/>
                <w:sz w:val="19"/>
                <w:szCs w:val="19"/>
              </w:rPr>
              <w:t>.</w:t>
            </w:r>
            <w:r w:rsidR="000544D6">
              <w:rPr>
                <w:rFonts w:ascii="Arial" w:hAnsi="Arial" w:cs="Arial"/>
                <w:sz w:val="19"/>
                <w:szCs w:val="19"/>
              </w:rPr>
              <w:t>201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298DE01C" w14:textId="0B09494E" w:rsidR="00FB368A" w:rsidRPr="001C6FBC" w:rsidRDefault="00FB368A" w:rsidP="000544D6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0544D6">
              <w:rPr>
                <w:rFonts w:ascii="Arial" w:hAnsi="Arial" w:cs="Arial"/>
                <w:sz w:val="19"/>
                <w:szCs w:val="19"/>
              </w:rPr>
              <w:t>449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42DB48DF" w14:textId="1685379D" w:rsidR="00FB368A" w:rsidRPr="001C6FBC" w:rsidRDefault="00A672AF" w:rsidP="00A511A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511AA">
              <w:rPr>
                <w:rFonts w:ascii="Arial" w:hAnsi="Arial" w:cs="Arial"/>
                <w:sz w:val="19"/>
                <w:szCs w:val="19"/>
              </w:rPr>
              <w:t>3.000</w:t>
            </w:r>
          </w:p>
        </w:tc>
        <w:tc>
          <w:tcPr>
            <w:tcW w:w="1560" w:type="dxa"/>
          </w:tcPr>
          <w:p w14:paraId="71875D6A" w14:textId="743E8BD1" w:rsidR="00FB368A" w:rsidRPr="001C6FBC" w:rsidRDefault="00A672AF" w:rsidP="00A511A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</w:t>
            </w:r>
            <w:r w:rsidR="00A511AA">
              <w:rPr>
                <w:rFonts w:ascii="Arial" w:hAnsi="Arial" w:cs="Arial"/>
                <w:sz w:val="19"/>
                <w:szCs w:val="19"/>
              </w:rPr>
              <w:t>0.799</w:t>
            </w:r>
            <w:r>
              <w:rPr>
                <w:rFonts w:ascii="Arial" w:hAnsi="Arial" w:cs="Arial"/>
                <w:sz w:val="19"/>
                <w:szCs w:val="19"/>
              </w:rPr>
              <w:t xml:space="preserve">; </w:t>
            </w:r>
            <w:r w:rsidR="00A511AA">
              <w:rPr>
                <w:rFonts w:ascii="Arial" w:hAnsi="Arial" w:cs="Arial"/>
                <w:sz w:val="19"/>
                <w:szCs w:val="19"/>
              </w:rPr>
              <w:t>6.800</w:t>
            </w:r>
          </w:p>
        </w:tc>
        <w:tc>
          <w:tcPr>
            <w:tcW w:w="850" w:type="dxa"/>
          </w:tcPr>
          <w:p w14:paraId="71179381" w14:textId="547974FD" w:rsidR="00FB368A" w:rsidRPr="001C6FBC" w:rsidRDefault="00A672AF" w:rsidP="00A511AA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9"/>
                <w:szCs w:val="19"/>
              </w:rPr>
              <w:t>0.</w:t>
            </w:r>
            <w:r w:rsidR="00A511AA">
              <w:rPr>
                <w:rFonts w:ascii="Arial" w:hAnsi="Arial" w:cs="Arial"/>
                <w:sz w:val="19"/>
                <w:szCs w:val="19"/>
              </w:rPr>
              <w:t>136</w:t>
            </w:r>
          </w:p>
        </w:tc>
      </w:tr>
      <w:tr w:rsidR="00FB368A" w:rsidRPr="001C6FBC" w14:paraId="37040D85" w14:textId="77777777" w:rsidTr="001B1DEA">
        <w:tc>
          <w:tcPr>
            <w:tcW w:w="245" w:type="dxa"/>
          </w:tcPr>
          <w:p w14:paraId="2322222A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6F857488" w14:textId="77777777" w:rsidR="00FB368A" w:rsidRPr="001C6FBC" w:rsidRDefault="00FB368A" w:rsidP="00FB368A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average thickness (mm)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6DD465FD" w14:textId="300AF5C6" w:rsidR="00FB368A" w:rsidRPr="001C6FBC" w:rsidRDefault="000544D6" w:rsidP="000544D6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0.796</w:t>
            </w:r>
          </w:p>
        </w:tc>
        <w:tc>
          <w:tcPr>
            <w:tcW w:w="1417" w:type="dxa"/>
          </w:tcPr>
          <w:p w14:paraId="085979FF" w14:textId="2CB8AE83" w:rsidR="00FB368A" w:rsidRPr="001C6FBC" w:rsidRDefault="00FB368A" w:rsidP="000544D6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</w:t>
            </w:r>
            <w:r w:rsidR="000544D6">
              <w:rPr>
                <w:rFonts w:ascii="Arial" w:hAnsi="Arial" w:cs="Arial"/>
                <w:sz w:val="19"/>
                <w:szCs w:val="19"/>
              </w:rPr>
              <w:t>661; 2</w:t>
            </w:r>
            <w:r w:rsidRPr="001C6FBC">
              <w:rPr>
                <w:rFonts w:ascii="Arial" w:hAnsi="Arial" w:cs="Arial"/>
                <w:sz w:val="19"/>
                <w:szCs w:val="19"/>
              </w:rPr>
              <w:t>.</w:t>
            </w:r>
            <w:r w:rsidR="000544D6">
              <w:rPr>
                <w:rFonts w:ascii="Arial" w:hAnsi="Arial" w:cs="Arial"/>
                <w:sz w:val="19"/>
                <w:szCs w:val="19"/>
              </w:rPr>
              <w:t>253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6BA9F271" w14:textId="6DA24B12" w:rsidR="00FB368A" w:rsidRPr="001C6FBC" w:rsidRDefault="000544D6" w:rsidP="000544D6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0.296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71C6CBD7" w14:textId="4C7C0F9C" w:rsidR="00FB368A" w:rsidRPr="001C6FBC" w:rsidRDefault="00A672AF" w:rsidP="00A511A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511AA">
              <w:rPr>
                <w:rFonts w:ascii="Arial" w:hAnsi="Arial" w:cs="Arial"/>
                <w:sz w:val="19"/>
                <w:szCs w:val="19"/>
              </w:rPr>
              <w:t>1.068</w:t>
            </w:r>
          </w:p>
        </w:tc>
        <w:tc>
          <w:tcPr>
            <w:tcW w:w="1560" w:type="dxa"/>
          </w:tcPr>
          <w:p w14:paraId="7286DB6F" w14:textId="595069DC" w:rsidR="00FB368A" w:rsidRPr="001C6FBC" w:rsidRDefault="00A672AF" w:rsidP="00A511A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-0.</w:t>
            </w:r>
            <w:r w:rsidR="00A511AA">
              <w:rPr>
                <w:rFonts w:ascii="Arial" w:hAnsi="Arial" w:cs="Arial"/>
                <w:sz w:val="19"/>
                <w:szCs w:val="19"/>
              </w:rPr>
              <w:t>460</w:t>
            </w:r>
            <w:r>
              <w:rPr>
                <w:rFonts w:ascii="Arial" w:hAnsi="Arial" w:cs="Arial"/>
                <w:sz w:val="19"/>
                <w:szCs w:val="19"/>
              </w:rPr>
              <w:t>; 2.</w:t>
            </w:r>
            <w:r w:rsidR="00A511AA">
              <w:rPr>
                <w:rFonts w:ascii="Arial" w:hAnsi="Arial" w:cs="Arial"/>
                <w:sz w:val="19"/>
                <w:szCs w:val="19"/>
              </w:rPr>
              <w:t>597</w:t>
            </w:r>
          </w:p>
        </w:tc>
        <w:tc>
          <w:tcPr>
            <w:tcW w:w="850" w:type="dxa"/>
          </w:tcPr>
          <w:p w14:paraId="3A9D138E" w14:textId="03FC4EB5" w:rsidR="00FB368A" w:rsidRPr="001C6FBC" w:rsidRDefault="00A672AF" w:rsidP="00A511AA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A511AA">
              <w:rPr>
                <w:rFonts w:ascii="Arial" w:hAnsi="Arial" w:cs="Arial"/>
                <w:sz w:val="20"/>
                <w:szCs w:val="20"/>
              </w:rPr>
              <w:t>186</w:t>
            </w:r>
          </w:p>
        </w:tc>
      </w:tr>
      <w:tr w:rsidR="00FB368A" w:rsidRPr="001C6FBC" w14:paraId="70895198" w14:textId="77777777" w:rsidTr="001B1DEA">
        <w:tc>
          <w:tcPr>
            <w:tcW w:w="245" w:type="dxa"/>
          </w:tcPr>
          <w:p w14:paraId="3187867A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373EC406" w14:textId="77777777" w:rsidR="00FB368A" w:rsidRPr="001C6FBC" w:rsidRDefault="00FB368A" w:rsidP="00FB368A">
            <w:pPr>
              <w:pStyle w:val="NoSpacing"/>
              <w:rPr>
                <w:rFonts w:ascii="Arial" w:eastAsia="Calibri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7DF2DB84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</w:tcPr>
          <w:p w14:paraId="68DC3FC7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648793A0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40375544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</w:tcPr>
          <w:p w14:paraId="25CEDA03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</w:tcPr>
          <w:p w14:paraId="0B8E636F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68A" w:rsidRPr="001C6FBC" w14:paraId="56C92B43" w14:textId="77777777" w:rsidTr="001B1DEA">
        <w:tc>
          <w:tcPr>
            <w:tcW w:w="245" w:type="dxa"/>
          </w:tcPr>
          <w:p w14:paraId="5F0C1DDE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6EE2ABFB" w14:textId="77777777" w:rsidR="00FB368A" w:rsidRPr="001C6FBC" w:rsidRDefault="00FB368A" w:rsidP="00FB368A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density of end points (n)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08ECB053" w14:textId="00A79D6E" w:rsidR="00FB368A" w:rsidRPr="001C6FBC" w:rsidRDefault="00FB368A" w:rsidP="000544D6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</w:t>
            </w:r>
            <w:r w:rsidR="000544D6">
              <w:rPr>
                <w:rFonts w:ascii="Arial" w:hAnsi="Arial" w:cs="Arial"/>
                <w:sz w:val="19"/>
                <w:szCs w:val="19"/>
              </w:rPr>
              <w:t>433</w:t>
            </w:r>
          </w:p>
        </w:tc>
        <w:tc>
          <w:tcPr>
            <w:tcW w:w="1417" w:type="dxa"/>
          </w:tcPr>
          <w:p w14:paraId="7B35289B" w14:textId="55725D08" w:rsidR="00FB368A" w:rsidRPr="001C6FBC" w:rsidRDefault="00FB368A" w:rsidP="000544D6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</w:t>
            </w:r>
            <w:r w:rsidR="000544D6">
              <w:rPr>
                <w:rFonts w:ascii="Arial" w:hAnsi="Arial" w:cs="Arial"/>
                <w:sz w:val="19"/>
                <w:szCs w:val="19"/>
              </w:rPr>
              <w:t>1</w:t>
            </w:r>
            <w:r w:rsidRPr="001C6FBC">
              <w:rPr>
                <w:rFonts w:ascii="Arial" w:hAnsi="Arial" w:cs="Arial"/>
                <w:sz w:val="19"/>
                <w:szCs w:val="19"/>
              </w:rPr>
              <w:t>.</w:t>
            </w:r>
            <w:r w:rsidR="000544D6">
              <w:rPr>
                <w:rFonts w:ascii="Arial" w:hAnsi="Arial" w:cs="Arial"/>
                <w:sz w:val="19"/>
                <w:szCs w:val="19"/>
              </w:rPr>
              <w:t>1</w:t>
            </w:r>
            <w:r w:rsidRPr="001C6FBC">
              <w:rPr>
                <w:rFonts w:ascii="Arial" w:hAnsi="Arial" w:cs="Arial"/>
                <w:sz w:val="19"/>
                <w:szCs w:val="19"/>
              </w:rPr>
              <w:t>8</w:t>
            </w:r>
            <w:r w:rsidR="000544D6">
              <w:rPr>
                <w:rFonts w:ascii="Arial" w:hAnsi="Arial" w:cs="Arial"/>
                <w:sz w:val="19"/>
                <w:szCs w:val="19"/>
              </w:rPr>
              <w:t>4</w:t>
            </w:r>
            <w:r w:rsidRPr="001C6FBC">
              <w:rPr>
                <w:rFonts w:ascii="Arial" w:hAnsi="Arial" w:cs="Arial"/>
                <w:sz w:val="19"/>
                <w:szCs w:val="19"/>
              </w:rPr>
              <w:t>; 0.</w:t>
            </w:r>
            <w:r w:rsidR="000544D6">
              <w:rPr>
                <w:rFonts w:ascii="Arial" w:hAnsi="Arial" w:cs="Arial"/>
                <w:sz w:val="19"/>
                <w:szCs w:val="19"/>
              </w:rPr>
              <w:t>319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4163B4F3" w14:textId="7775D1CA" w:rsidR="00FB368A" w:rsidRPr="001C6FBC" w:rsidRDefault="00FB368A" w:rsidP="000544D6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</w:t>
            </w:r>
            <w:r w:rsidR="000544D6">
              <w:rPr>
                <w:rFonts w:ascii="Arial" w:hAnsi="Arial" w:cs="Arial"/>
                <w:sz w:val="19"/>
                <w:szCs w:val="19"/>
              </w:rPr>
              <w:t>271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2921A4D2" w14:textId="6AD30B5F" w:rsidR="00FB368A" w:rsidRPr="001C6FBC" w:rsidRDefault="00A672AF" w:rsidP="00A511A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-0.</w:t>
            </w:r>
            <w:r w:rsidR="00A511AA">
              <w:rPr>
                <w:rFonts w:ascii="Arial" w:hAnsi="Arial" w:cs="Arial"/>
                <w:sz w:val="19"/>
                <w:szCs w:val="19"/>
              </w:rPr>
              <w:t>596</w:t>
            </w:r>
          </w:p>
        </w:tc>
        <w:tc>
          <w:tcPr>
            <w:tcW w:w="1560" w:type="dxa"/>
          </w:tcPr>
          <w:p w14:paraId="0ABCDE44" w14:textId="0BE421F3" w:rsidR="00FB368A" w:rsidRPr="001C6FBC" w:rsidRDefault="00A672AF" w:rsidP="00A511A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-1.</w:t>
            </w:r>
            <w:r w:rsidR="00A511AA">
              <w:rPr>
                <w:rFonts w:ascii="Arial" w:hAnsi="Arial" w:cs="Arial"/>
                <w:sz w:val="19"/>
                <w:szCs w:val="19"/>
              </w:rPr>
              <w:t>386</w:t>
            </w:r>
            <w:r>
              <w:rPr>
                <w:rFonts w:ascii="Arial" w:hAnsi="Arial" w:cs="Arial"/>
                <w:sz w:val="19"/>
                <w:szCs w:val="19"/>
              </w:rPr>
              <w:t>; 0.</w:t>
            </w:r>
            <w:r w:rsidR="00A511AA">
              <w:rPr>
                <w:rFonts w:ascii="Arial" w:hAnsi="Arial" w:cs="Arial"/>
                <w:sz w:val="19"/>
                <w:szCs w:val="19"/>
              </w:rPr>
              <w:t>194</w:t>
            </w:r>
          </w:p>
        </w:tc>
        <w:tc>
          <w:tcPr>
            <w:tcW w:w="850" w:type="dxa"/>
          </w:tcPr>
          <w:p w14:paraId="0AA77F3E" w14:textId="2CC8C819" w:rsidR="00FB368A" w:rsidRPr="001C6FBC" w:rsidRDefault="00A672AF" w:rsidP="00A511AA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A511AA">
              <w:rPr>
                <w:rFonts w:ascii="Arial" w:hAnsi="Arial" w:cs="Arial"/>
                <w:sz w:val="20"/>
                <w:szCs w:val="20"/>
              </w:rPr>
              <w:t>154</w:t>
            </w:r>
          </w:p>
        </w:tc>
      </w:tr>
      <w:tr w:rsidR="00FB368A" w:rsidRPr="001C6FBC" w14:paraId="4BB55F1E" w14:textId="77777777" w:rsidTr="001B1DEA">
        <w:trPr>
          <w:trHeight w:val="88"/>
        </w:trPr>
        <w:tc>
          <w:tcPr>
            <w:tcW w:w="245" w:type="dxa"/>
          </w:tcPr>
          <w:p w14:paraId="7E8D9CF3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19CB20E6" w14:textId="1804349C" w:rsidR="00FB368A" w:rsidRPr="001C6FBC" w:rsidRDefault="00AC2305" w:rsidP="00FB368A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="00FB368A"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density of bifurcation points (n)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20B9CC88" w14:textId="1B4D5306" w:rsidR="00FB368A" w:rsidRPr="003B1503" w:rsidRDefault="00FB368A" w:rsidP="000544D6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B1503">
              <w:rPr>
                <w:rFonts w:ascii="Arial" w:hAnsi="Arial" w:cs="Arial"/>
                <w:sz w:val="19"/>
                <w:szCs w:val="19"/>
              </w:rPr>
              <w:t>-0.2</w:t>
            </w:r>
            <w:r w:rsidR="000544D6" w:rsidRPr="003B1503">
              <w:rPr>
                <w:rFonts w:ascii="Arial" w:hAnsi="Arial" w:cs="Arial"/>
                <w:sz w:val="19"/>
                <w:szCs w:val="19"/>
              </w:rPr>
              <w:t>87</w:t>
            </w:r>
          </w:p>
        </w:tc>
        <w:tc>
          <w:tcPr>
            <w:tcW w:w="1417" w:type="dxa"/>
          </w:tcPr>
          <w:p w14:paraId="12E840FF" w14:textId="51E68860" w:rsidR="00FB368A" w:rsidRPr="003B1503" w:rsidRDefault="00FB368A" w:rsidP="00FB368A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B1503">
              <w:rPr>
                <w:rFonts w:ascii="Arial" w:hAnsi="Arial" w:cs="Arial"/>
                <w:sz w:val="19"/>
                <w:szCs w:val="19"/>
              </w:rPr>
              <w:t>-0.551; 0.018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731223F7" w14:textId="6B48A8C2" w:rsidR="00FB368A" w:rsidRPr="003B1503" w:rsidRDefault="000544D6" w:rsidP="000544D6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B1503">
              <w:rPr>
                <w:rFonts w:ascii="Arial" w:hAnsi="Arial" w:cs="Arial"/>
                <w:sz w:val="19"/>
                <w:szCs w:val="19"/>
              </w:rPr>
              <w:t>0.081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19FAB6D0" w14:textId="622F8770" w:rsidR="00FB368A" w:rsidRPr="00AC2305" w:rsidRDefault="00AC2305" w:rsidP="00A511AA">
            <w:pPr>
              <w:pStyle w:val="NoSpacing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AC2305">
              <w:rPr>
                <w:rFonts w:ascii="Arial" w:hAnsi="Arial" w:cs="Arial"/>
                <w:bCs/>
                <w:sz w:val="19"/>
                <w:szCs w:val="19"/>
              </w:rPr>
              <w:t>-0.2</w:t>
            </w:r>
            <w:r w:rsidR="00A511AA">
              <w:rPr>
                <w:rFonts w:ascii="Arial" w:hAnsi="Arial" w:cs="Arial"/>
                <w:bCs/>
                <w:sz w:val="19"/>
                <w:szCs w:val="19"/>
              </w:rPr>
              <w:t>81</w:t>
            </w:r>
          </w:p>
        </w:tc>
        <w:tc>
          <w:tcPr>
            <w:tcW w:w="1560" w:type="dxa"/>
          </w:tcPr>
          <w:p w14:paraId="42441B9C" w14:textId="41FF0359" w:rsidR="00FB368A" w:rsidRPr="00AC2305" w:rsidRDefault="00AC2305" w:rsidP="00A511AA">
            <w:pPr>
              <w:pStyle w:val="NoSpacing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AC2305">
              <w:rPr>
                <w:rFonts w:ascii="Arial" w:hAnsi="Arial" w:cs="Arial"/>
                <w:bCs/>
                <w:sz w:val="19"/>
                <w:szCs w:val="19"/>
              </w:rPr>
              <w:t>-0</w:t>
            </w:r>
            <w:r w:rsidR="00A511AA">
              <w:rPr>
                <w:rFonts w:ascii="Arial" w:hAnsi="Arial" w:cs="Arial"/>
                <w:bCs/>
                <w:sz w:val="19"/>
                <w:szCs w:val="19"/>
              </w:rPr>
              <w:t>.604</w:t>
            </w:r>
            <w:r w:rsidRPr="00AC2305">
              <w:rPr>
                <w:rFonts w:ascii="Arial" w:hAnsi="Arial" w:cs="Arial"/>
                <w:bCs/>
                <w:sz w:val="19"/>
                <w:szCs w:val="19"/>
              </w:rPr>
              <w:t>; 0.0</w:t>
            </w:r>
            <w:r w:rsidR="00A511AA">
              <w:rPr>
                <w:rFonts w:ascii="Arial" w:hAnsi="Arial" w:cs="Arial"/>
                <w:bCs/>
                <w:sz w:val="19"/>
                <w:szCs w:val="19"/>
              </w:rPr>
              <w:t>42</w:t>
            </w:r>
          </w:p>
        </w:tc>
        <w:tc>
          <w:tcPr>
            <w:tcW w:w="850" w:type="dxa"/>
          </w:tcPr>
          <w:p w14:paraId="49E4058A" w14:textId="67F96253" w:rsidR="00FB368A" w:rsidRPr="00AC2305" w:rsidRDefault="00AC2305" w:rsidP="00A511AA">
            <w:pPr>
              <w:pStyle w:val="NoSpacing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C2305">
              <w:rPr>
                <w:rFonts w:ascii="Arial" w:hAnsi="Arial" w:cs="Arial"/>
                <w:bCs/>
                <w:sz w:val="20"/>
                <w:szCs w:val="20"/>
              </w:rPr>
              <w:t>0.</w:t>
            </w:r>
            <w:r w:rsidR="00A511A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</w:tr>
      <w:tr w:rsidR="00FB368A" w:rsidRPr="001C6FBC" w14:paraId="4D5EDD0F" w14:textId="77777777" w:rsidTr="001B1DEA">
        <w:tc>
          <w:tcPr>
            <w:tcW w:w="245" w:type="dxa"/>
          </w:tcPr>
          <w:p w14:paraId="080ECF87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3B3C286A" w14:textId="039CEA12" w:rsidR="00FB368A" w:rsidRPr="001C6FBC" w:rsidRDefault="00AC2305" w:rsidP="00FB368A">
            <w:pPr>
              <w:pStyle w:val="NoSpacing"/>
              <w:rPr>
                <w:rFonts w:ascii="Arial" w:eastAsia="Calibri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="00FB368A"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density of crossing points (n)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0DE73118" w14:textId="7951FBA5" w:rsidR="00FB368A" w:rsidRPr="003B1503" w:rsidRDefault="00FB368A" w:rsidP="00FB368A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B1503">
              <w:rPr>
                <w:rFonts w:ascii="Arial" w:hAnsi="Arial" w:cs="Arial"/>
                <w:sz w:val="19"/>
                <w:szCs w:val="19"/>
              </w:rPr>
              <w:t>-0.156</w:t>
            </w:r>
          </w:p>
        </w:tc>
        <w:tc>
          <w:tcPr>
            <w:tcW w:w="1417" w:type="dxa"/>
          </w:tcPr>
          <w:p w14:paraId="79531D3D" w14:textId="7E76A84B" w:rsidR="00FB368A" w:rsidRPr="003B1503" w:rsidRDefault="000544D6" w:rsidP="000544D6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B1503">
              <w:rPr>
                <w:rFonts w:ascii="Arial" w:hAnsi="Arial" w:cs="Arial"/>
                <w:sz w:val="19"/>
                <w:szCs w:val="19"/>
              </w:rPr>
              <w:t>-0.600</w:t>
            </w:r>
            <w:r w:rsidR="00FB368A" w:rsidRPr="003B1503">
              <w:rPr>
                <w:rFonts w:ascii="Arial" w:hAnsi="Arial" w:cs="Arial"/>
                <w:sz w:val="19"/>
                <w:szCs w:val="19"/>
              </w:rPr>
              <w:t>; 0.02</w:t>
            </w:r>
            <w:r w:rsidRPr="003B1503">
              <w:rPr>
                <w:rFonts w:ascii="Arial" w:hAnsi="Arial" w:cs="Arial"/>
                <w:sz w:val="19"/>
                <w:szCs w:val="19"/>
              </w:rPr>
              <w:t>6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04959DDB" w14:textId="1FC4EE88" w:rsidR="00FB368A" w:rsidRPr="003B1503" w:rsidRDefault="00FB368A" w:rsidP="00FB368A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B1503">
              <w:rPr>
                <w:rFonts w:ascii="Arial" w:hAnsi="Arial" w:cs="Arial"/>
                <w:sz w:val="19"/>
                <w:szCs w:val="19"/>
              </w:rPr>
              <w:t>0.091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7AD59539" w14:textId="5B08B2AA" w:rsidR="00FB368A" w:rsidRPr="00AC2305" w:rsidRDefault="00AC2305" w:rsidP="00A511AA">
            <w:pPr>
              <w:pStyle w:val="NoSpacing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AC2305">
              <w:rPr>
                <w:rFonts w:ascii="Arial" w:hAnsi="Arial" w:cs="Arial"/>
                <w:bCs/>
                <w:sz w:val="19"/>
                <w:szCs w:val="19"/>
              </w:rPr>
              <w:t>-0.</w:t>
            </w:r>
            <w:r w:rsidR="00A511AA">
              <w:rPr>
                <w:rFonts w:ascii="Arial" w:hAnsi="Arial" w:cs="Arial"/>
                <w:bCs/>
                <w:sz w:val="19"/>
                <w:szCs w:val="19"/>
              </w:rPr>
              <w:t>068</w:t>
            </w:r>
          </w:p>
        </w:tc>
        <w:tc>
          <w:tcPr>
            <w:tcW w:w="1560" w:type="dxa"/>
          </w:tcPr>
          <w:p w14:paraId="6ECAB486" w14:textId="6ABEE98C" w:rsidR="00FB368A" w:rsidRPr="00AC2305" w:rsidRDefault="00AC2305" w:rsidP="00A511AA">
            <w:pPr>
              <w:pStyle w:val="NoSpacing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AC2305">
              <w:rPr>
                <w:rFonts w:ascii="Arial" w:hAnsi="Arial" w:cs="Arial"/>
                <w:bCs/>
                <w:sz w:val="19"/>
                <w:szCs w:val="19"/>
              </w:rPr>
              <w:t>-0.</w:t>
            </w:r>
            <w:r w:rsidR="00A511AA">
              <w:rPr>
                <w:rFonts w:ascii="Arial" w:hAnsi="Arial" w:cs="Arial"/>
                <w:bCs/>
                <w:sz w:val="19"/>
                <w:szCs w:val="19"/>
              </w:rPr>
              <w:t>267</w:t>
            </w:r>
            <w:r w:rsidRPr="00AC2305">
              <w:rPr>
                <w:rFonts w:ascii="Arial" w:hAnsi="Arial" w:cs="Arial"/>
                <w:bCs/>
                <w:sz w:val="19"/>
                <w:szCs w:val="19"/>
              </w:rPr>
              <w:t>; 0.</w:t>
            </w:r>
            <w:r w:rsidR="00A511AA">
              <w:rPr>
                <w:rFonts w:ascii="Arial" w:hAnsi="Arial" w:cs="Arial"/>
                <w:bCs/>
                <w:sz w:val="19"/>
                <w:szCs w:val="19"/>
              </w:rPr>
              <w:t>131</w:t>
            </w:r>
          </w:p>
        </w:tc>
        <w:tc>
          <w:tcPr>
            <w:tcW w:w="850" w:type="dxa"/>
          </w:tcPr>
          <w:p w14:paraId="717C6C97" w14:textId="7FDCF436" w:rsidR="00FB368A" w:rsidRPr="00AC2305" w:rsidRDefault="00A511AA" w:rsidP="00A511AA">
            <w:pPr>
              <w:pStyle w:val="NoSpacing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0.514</w:t>
            </w:r>
          </w:p>
        </w:tc>
      </w:tr>
      <w:tr w:rsidR="00FB368A" w:rsidRPr="001C6FBC" w14:paraId="53E76EAD" w14:textId="77777777" w:rsidTr="001B1DEA">
        <w:tc>
          <w:tcPr>
            <w:tcW w:w="245" w:type="dxa"/>
          </w:tcPr>
          <w:p w14:paraId="2EFF881E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1C15BC18" w14:textId="77777777" w:rsidR="00FB368A" w:rsidRPr="001C6FBC" w:rsidRDefault="00FB368A" w:rsidP="00FB368A">
            <w:pPr>
              <w:pStyle w:val="NoSpacing"/>
              <w:rPr>
                <w:rFonts w:ascii="Arial" w:eastAsia="Calibri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08DDAC5B" w14:textId="77777777" w:rsidR="00FB368A" w:rsidRPr="003B1503" w:rsidRDefault="00FB368A" w:rsidP="00FB368A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417" w:type="dxa"/>
          </w:tcPr>
          <w:p w14:paraId="3B29C50C" w14:textId="77777777" w:rsidR="00FB368A" w:rsidRPr="003B1503" w:rsidRDefault="00FB368A" w:rsidP="00FB368A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4C793AB8" w14:textId="77777777" w:rsidR="00FB368A" w:rsidRPr="003B1503" w:rsidRDefault="00FB368A" w:rsidP="00FB368A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61CE8B1E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1560" w:type="dxa"/>
          </w:tcPr>
          <w:p w14:paraId="4BBBFBC7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50" w:type="dxa"/>
          </w:tcPr>
          <w:p w14:paraId="05B6E121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B368A" w:rsidRPr="001C6FBC" w14:paraId="177F1FC9" w14:textId="77777777" w:rsidTr="001B1DEA">
        <w:tc>
          <w:tcPr>
            <w:tcW w:w="3261" w:type="dxa"/>
            <w:gridSpan w:val="2"/>
          </w:tcPr>
          <w:p w14:paraId="4B535A32" w14:textId="20A4C226" w:rsidR="00FB368A" w:rsidRPr="001C6FBC" w:rsidRDefault="00377706" w:rsidP="00FB368A">
            <w:pPr>
              <w:pStyle w:val="NoSpacing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S</w:t>
            </w:r>
            <w:r w:rsidR="00FB368A" w:rsidRPr="001C6FBC">
              <w:rPr>
                <w:rFonts w:ascii="Arial" w:hAnsi="Arial" w:cs="Arial"/>
                <w:b/>
                <w:bCs/>
                <w:sz w:val="19"/>
                <w:szCs w:val="19"/>
              </w:rPr>
              <w:t>nack dietary pattern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57B81085" w14:textId="77777777" w:rsidR="00FB368A" w:rsidRPr="003B1503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</w:tcPr>
          <w:p w14:paraId="4B5EAEC9" w14:textId="77777777" w:rsidR="00FB368A" w:rsidRPr="003B1503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0A642126" w14:textId="77777777" w:rsidR="00FB368A" w:rsidRPr="003B1503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3E587743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</w:tcPr>
          <w:p w14:paraId="62E4119D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</w:tcPr>
          <w:p w14:paraId="6284B0CA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68A" w:rsidRPr="001C6FBC" w14:paraId="6138596F" w14:textId="77777777" w:rsidTr="001B1DEA">
        <w:tc>
          <w:tcPr>
            <w:tcW w:w="245" w:type="dxa"/>
          </w:tcPr>
          <w:p w14:paraId="02F312CD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4224FF77" w14:textId="77777777" w:rsidR="00FB368A" w:rsidRPr="001C6FBC" w:rsidRDefault="00FB368A" w:rsidP="00FB368A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hAnsi="Cambria Math" w:cs="Arial"/>
                  <w:sz w:val="19"/>
                  <w:szCs w:val="19"/>
                </w:rPr>
                <m:t>∛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PV (cm</w:t>
            </w:r>
            <w:r w:rsidRPr="001C6FBC">
              <w:rPr>
                <w:rFonts w:ascii="Arial" w:eastAsiaTheme="minorEastAsia" w:hAnsi="Arial" w:cs="Arial"/>
                <w:sz w:val="19"/>
                <w:szCs w:val="19"/>
                <w:vertAlign w:val="superscript"/>
              </w:rPr>
              <w:t>3</w:t>
            </w:r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20694C88" w14:textId="77BD2F74" w:rsidR="00FB368A" w:rsidRPr="003B1503" w:rsidRDefault="002C1589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B1503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="00FB368A" w:rsidRPr="003B1503">
              <w:rPr>
                <w:rFonts w:ascii="Arial" w:hAnsi="Arial" w:cs="Arial"/>
                <w:sz w:val="19"/>
                <w:szCs w:val="19"/>
              </w:rPr>
              <w:t>0.007</w:t>
            </w:r>
          </w:p>
        </w:tc>
        <w:tc>
          <w:tcPr>
            <w:tcW w:w="1417" w:type="dxa"/>
          </w:tcPr>
          <w:p w14:paraId="02A9AECA" w14:textId="1DDF5565" w:rsidR="00FB368A" w:rsidRPr="003B1503" w:rsidRDefault="00FB368A" w:rsidP="00F11EB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B1503">
              <w:rPr>
                <w:rFonts w:ascii="Arial" w:hAnsi="Arial" w:cs="Arial"/>
                <w:sz w:val="19"/>
                <w:szCs w:val="19"/>
              </w:rPr>
              <w:t>-0.07</w:t>
            </w:r>
            <w:r w:rsidR="00F11EB9" w:rsidRPr="003B1503">
              <w:rPr>
                <w:rFonts w:ascii="Arial" w:hAnsi="Arial" w:cs="Arial"/>
                <w:sz w:val="19"/>
                <w:szCs w:val="19"/>
              </w:rPr>
              <w:t>8</w:t>
            </w:r>
            <w:r w:rsidRPr="003B1503">
              <w:rPr>
                <w:rFonts w:ascii="Arial" w:hAnsi="Arial" w:cs="Arial"/>
                <w:sz w:val="19"/>
                <w:szCs w:val="19"/>
              </w:rPr>
              <w:t>; 0.091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42A32365" w14:textId="5DC2D147" w:rsidR="00FB368A" w:rsidRPr="003B1503" w:rsidRDefault="00FB368A" w:rsidP="00F11EB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B1503">
              <w:rPr>
                <w:rFonts w:ascii="Arial" w:hAnsi="Arial" w:cs="Arial"/>
                <w:sz w:val="19"/>
                <w:szCs w:val="19"/>
              </w:rPr>
              <w:t>0.87</w:t>
            </w:r>
            <w:r w:rsidR="00F11EB9" w:rsidRPr="003B1503"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0791B363" w14:textId="45274CC0" w:rsidR="00FB368A" w:rsidRPr="001C6FBC" w:rsidRDefault="00AC2305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0.039</w:t>
            </w:r>
          </w:p>
        </w:tc>
        <w:tc>
          <w:tcPr>
            <w:tcW w:w="1560" w:type="dxa"/>
          </w:tcPr>
          <w:p w14:paraId="7B9B9156" w14:textId="48545047" w:rsidR="00FB368A" w:rsidRPr="001C6FBC" w:rsidRDefault="00AC2305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-0.110; 0.187</w:t>
            </w:r>
          </w:p>
        </w:tc>
        <w:tc>
          <w:tcPr>
            <w:tcW w:w="850" w:type="dxa"/>
          </w:tcPr>
          <w:p w14:paraId="1A238F2C" w14:textId="02DFD5DD" w:rsidR="00FB368A" w:rsidRPr="001C6FBC" w:rsidRDefault="00AC2305" w:rsidP="00A511AA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0.62</w:t>
            </w:r>
            <w:r w:rsidR="00A511AA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B368A" w:rsidRPr="001C6FBC" w14:paraId="46546F71" w14:textId="77777777" w:rsidTr="001B1DEA">
        <w:tc>
          <w:tcPr>
            <w:tcW w:w="245" w:type="dxa"/>
          </w:tcPr>
          <w:p w14:paraId="49CBD7FB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2C299E2A" w14:textId="77777777" w:rsidR="00FB368A" w:rsidRPr="001C6FBC" w:rsidRDefault="00FB368A" w:rsidP="00FB368A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hAnsi="Cambria Math" w:cs="Arial"/>
                  <w:sz w:val="19"/>
                  <w:szCs w:val="19"/>
                </w:rPr>
                <m:t>∛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uPVV (cm</w:t>
            </w:r>
            <w:r w:rsidRPr="001C6FBC">
              <w:rPr>
                <w:rFonts w:ascii="Arial" w:eastAsiaTheme="minorEastAsia" w:hAnsi="Arial" w:cs="Arial"/>
                <w:sz w:val="19"/>
                <w:szCs w:val="19"/>
                <w:vertAlign w:val="superscript"/>
              </w:rPr>
              <w:t>3</w:t>
            </w:r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>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53A56CE6" w14:textId="39329AEA" w:rsidR="00FB368A" w:rsidRPr="003B1503" w:rsidRDefault="00FB368A" w:rsidP="00F11EB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B150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0.1</w:t>
            </w:r>
            <w:r w:rsidR="00F11EB9" w:rsidRPr="003B1503">
              <w:rPr>
                <w:rFonts w:ascii="Arial" w:hAnsi="Arial" w:cs="Arial"/>
                <w:b/>
                <w:bCs/>
                <w:sz w:val="19"/>
                <w:szCs w:val="19"/>
              </w:rPr>
              <w:t>05</w:t>
            </w:r>
          </w:p>
        </w:tc>
        <w:tc>
          <w:tcPr>
            <w:tcW w:w="1417" w:type="dxa"/>
          </w:tcPr>
          <w:p w14:paraId="0C4FA3E0" w14:textId="6B7857A5" w:rsidR="00FB368A" w:rsidRPr="003B1503" w:rsidRDefault="00F11EB9" w:rsidP="00F11EB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B1503">
              <w:rPr>
                <w:rFonts w:ascii="Arial" w:hAnsi="Arial" w:cs="Arial"/>
                <w:b/>
                <w:bCs/>
                <w:sz w:val="19"/>
                <w:szCs w:val="19"/>
              </w:rPr>
              <w:t>0.006;</w:t>
            </w:r>
            <w:r w:rsidR="00FB368A" w:rsidRPr="003B150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0.2</w:t>
            </w:r>
            <w:r w:rsidRPr="003B1503">
              <w:rPr>
                <w:rFonts w:ascii="Arial" w:hAnsi="Arial" w:cs="Arial"/>
                <w:b/>
                <w:bCs/>
                <w:sz w:val="19"/>
                <w:szCs w:val="19"/>
              </w:rPr>
              <w:t>0</w:t>
            </w:r>
            <w:r w:rsidR="00FB368A" w:rsidRPr="003B1503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664E8690" w14:textId="1A340B0B" w:rsidR="00FB368A" w:rsidRPr="003B1503" w:rsidRDefault="00FB368A" w:rsidP="00F11EB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B150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0.0</w:t>
            </w:r>
            <w:r w:rsidR="00F11EB9" w:rsidRPr="003B1503">
              <w:rPr>
                <w:rFonts w:ascii="Arial" w:hAnsi="Arial" w:cs="Arial"/>
                <w:b/>
                <w:bCs/>
                <w:sz w:val="19"/>
                <w:szCs w:val="19"/>
              </w:rPr>
              <w:t>44</w:t>
            </w:r>
            <w:r w:rsidRPr="003B1503">
              <w:rPr>
                <w:rFonts w:ascii="Arial" w:hAnsi="Arial" w:cs="Arial"/>
                <w:b/>
                <w:bCs/>
                <w:sz w:val="19"/>
                <w:szCs w:val="19"/>
              </w:rPr>
              <w:t>*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6D8D395F" w14:textId="287B9258" w:rsidR="00FB368A" w:rsidRPr="001C6FBC" w:rsidRDefault="00AC2305" w:rsidP="00A511A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0.</w:t>
            </w:r>
            <w:r w:rsidR="00A511AA">
              <w:rPr>
                <w:rFonts w:ascii="Arial" w:hAnsi="Arial" w:cs="Arial"/>
                <w:sz w:val="19"/>
                <w:szCs w:val="19"/>
              </w:rPr>
              <w:t>102</w:t>
            </w:r>
          </w:p>
        </w:tc>
        <w:tc>
          <w:tcPr>
            <w:tcW w:w="1560" w:type="dxa"/>
          </w:tcPr>
          <w:p w14:paraId="5DDEE367" w14:textId="0352AC8F" w:rsidR="00FB368A" w:rsidRPr="001C6FBC" w:rsidRDefault="00AC2305" w:rsidP="00A511A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-0.07</w:t>
            </w:r>
            <w:r w:rsidR="00A511AA">
              <w:rPr>
                <w:rFonts w:ascii="Arial" w:hAnsi="Arial" w:cs="Arial"/>
                <w:sz w:val="19"/>
                <w:szCs w:val="19"/>
              </w:rPr>
              <w:t>0</w:t>
            </w:r>
            <w:r>
              <w:rPr>
                <w:rFonts w:ascii="Arial" w:hAnsi="Arial" w:cs="Arial"/>
                <w:sz w:val="19"/>
                <w:szCs w:val="19"/>
              </w:rPr>
              <w:t>; 0.2</w:t>
            </w:r>
            <w:r w:rsidR="00A511AA">
              <w:rPr>
                <w:rFonts w:ascii="Arial" w:hAnsi="Arial" w:cs="Arial"/>
                <w:sz w:val="19"/>
                <w:szCs w:val="19"/>
              </w:rPr>
              <w:t>74</w:t>
            </w:r>
          </w:p>
        </w:tc>
        <w:tc>
          <w:tcPr>
            <w:tcW w:w="850" w:type="dxa"/>
          </w:tcPr>
          <w:p w14:paraId="4AC6C3DA" w14:textId="59661CF1" w:rsidR="00FB368A" w:rsidRPr="001C6FBC" w:rsidRDefault="00AC2305" w:rsidP="00A511AA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A511AA">
              <w:rPr>
                <w:rFonts w:ascii="Arial" w:hAnsi="Arial" w:cs="Arial"/>
                <w:sz w:val="20"/>
                <w:szCs w:val="20"/>
              </w:rPr>
              <w:t>263</w:t>
            </w:r>
          </w:p>
        </w:tc>
      </w:tr>
      <w:tr w:rsidR="00FB368A" w:rsidRPr="001C6FBC" w14:paraId="5F777C33" w14:textId="77777777" w:rsidTr="001B1DEA">
        <w:tc>
          <w:tcPr>
            <w:tcW w:w="245" w:type="dxa"/>
          </w:tcPr>
          <w:p w14:paraId="30441572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3EF7969F" w14:textId="77777777" w:rsidR="00FB368A" w:rsidRPr="001C6FBC" w:rsidRDefault="00FB368A" w:rsidP="00FB368A">
            <w:pPr>
              <w:pStyle w:val="NoSpacing"/>
              <w:rPr>
                <w:rFonts w:ascii="Arial" w:eastAsia="Calibri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3B5A344B" w14:textId="77777777" w:rsidR="00FB368A" w:rsidRPr="003B1503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</w:tcPr>
          <w:p w14:paraId="0E94F59E" w14:textId="77777777" w:rsidR="00FB368A" w:rsidRPr="003B1503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039F761C" w14:textId="77777777" w:rsidR="00FB368A" w:rsidRPr="003B1503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1782BD22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</w:tcPr>
          <w:p w14:paraId="0D9E743B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</w:tcPr>
          <w:p w14:paraId="12DDBBBA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68A" w:rsidRPr="001C6FBC" w14:paraId="1F3BA775" w14:textId="77777777" w:rsidTr="001B1DEA">
        <w:tc>
          <w:tcPr>
            <w:tcW w:w="245" w:type="dxa"/>
          </w:tcPr>
          <w:p w14:paraId="05E4A21F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2F2C40D3" w14:textId="77777777" w:rsidR="00FB368A" w:rsidRPr="001C6FBC" w:rsidRDefault="00FB368A" w:rsidP="00FB368A">
            <w:pPr>
              <w:pStyle w:val="NoSpacing"/>
              <w:rPr>
                <w:rFonts w:ascii="Arial" w:eastAsia="Calibri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end points (n)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4FBFB605" w14:textId="5EEEF702" w:rsidR="00FB368A" w:rsidRPr="003B1503" w:rsidRDefault="00F11EB9" w:rsidP="00F11EB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B1503">
              <w:rPr>
                <w:rFonts w:ascii="Arial" w:hAnsi="Arial" w:cs="Arial"/>
                <w:sz w:val="19"/>
                <w:szCs w:val="19"/>
              </w:rPr>
              <w:t xml:space="preserve"> 1.350</w:t>
            </w:r>
          </w:p>
        </w:tc>
        <w:tc>
          <w:tcPr>
            <w:tcW w:w="1417" w:type="dxa"/>
          </w:tcPr>
          <w:p w14:paraId="08B6AFB7" w14:textId="0C8BFA4C" w:rsidR="00FB368A" w:rsidRPr="003B1503" w:rsidRDefault="00FB368A" w:rsidP="00F11EB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B1503">
              <w:rPr>
                <w:rFonts w:ascii="Arial" w:hAnsi="Arial" w:cs="Arial"/>
                <w:sz w:val="19"/>
                <w:szCs w:val="19"/>
              </w:rPr>
              <w:t>-0.</w:t>
            </w:r>
            <w:r w:rsidR="00F11EB9" w:rsidRPr="003B1503">
              <w:rPr>
                <w:rFonts w:ascii="Arial" w:hAnsi="Arial" w:cs="Arial"/>
                <w:sz w:val="19"/>
                <w:szCs w:val="19"/>
              </w:rPr>
              <w:t>122</w:t>
            </w:r>
            <w:r w:rsidRPr="003B1503">
              <w:rPr>
                <w:rFonts w:ascii="Arial" w:hAnsi="Arial" w:cs="Arial"/>
                <w:sz w:val="19"/>
                <w:szCs w:val="19"/>
              </w:rPr>
              <w:t>; 2.</w:t>
            </w:r>
            <w:r w:rsidR="00F11EB9" w:rsidRPr="003B1503">
              <w:rPr>
                <w:rFonts w:ascii="Arial" w:hAnsi="Arial" w:cs="Arial"/>
                <w:sz w:val="19"/>
                <w:szCs w:val="19"/>
              </w:rPr>
              <w:t>823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637FC769" w14:textId="7B105EB7" w:rsidR="00FB368A" w:rsidRPr="003B1503" w:rsidRDefault="00FB368A" w:rsidP="00F11EB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B1503">
              <w:rPr>
                <w:rFonts w:ascii="Arial" w:hAnsi="Arial" w:cs="Arial"/>
                <w:sz w:val="19"/>
                <w:szCs w:val="19"/>
              </w:rPr>
              <w:t>0.0</w:t>
            </w:r>
            <w:r w:rsidR="00F11EB9" w:rsidRPr="003B1503">
              <w:rPr>
                <w:rFonts w:ascii="Arial" w:hAnsi="Arial" w:cs="Arial"/>
                <w:sz w:val="19"/>
                <w:szCs w:val="19"/>
              </w:rPr>
              <w:t>81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3811EF5F" w14:textId="043DFA5F" w:rsidR="00FB368A" w:rsidRPr="001C6FBC" w:rsidRDefault="00AC2305" w:rsidP="00A511A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0.6</w:t>
            </w:r>
            <w:r w:rsidR="00A511AA">
              <w:rPr>
                <w:rFonts w:ascii="Arial" w:hAnsi="Arial" w:cs="Arial"/>
                <w:sz w:val="19"/>
                <w:szCs w:val="19"/>
              </w:rPr>
              <w:t>97</w:t>
            </w:r>
          </w:p>
        </w:tc>
        <w:tc>
          <w:tcPr>
            <w:tcW w:w="1560" w:type="dxa"/>
          </w:tcPr>
          <w:p w14:paraId="2318DC64" w14:textId="1EF85906" w:rsidR="00FB368A" w:rsidRPr="001C6FBC" w:rsidRDefault="00AC2305" w:rsidP="00A511A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-1.</w:t>
            </w:r>
            <w:r w:rsidR="00A511AA">
              <w:rPr>
                <w:rFonts w:ascii="Arial" w:hAnsi="Arial" w:cs="Arial"/>
                <w:sz w:val="19"/>
                <w:szCs w:val="19"/>
              </w:rPr>
              <w:t>843</w:t>
            </w:r>
            <w:r>
              <w:rPr>
                <w:rFonts w:ascii="Arial" w:hAnsi="Arial" w:cs="Arial"/>
                <w:sz w:val="19"/>
                <w:szCs w:val="19"/>
              </w:rPr>
              <w:t>; 3.</w:t>
            </w:r>
            <w:r w:rsidR="00A511AA">
              <w:rPr>
                <w:rFonts w:ascii="Arial" w:hAnsi="Arial" w:cs="Arial"/>
                <w:sz w:val="19"/>
                <w:szCs w:val="19"/>
              </w:rPr>
              <w:t>236</w:t>
            </w:r>
          </w:p>
        </w:tc>
        <w:tc>
          <w:tcPr>
            <w:tcW w:w="850" w:type="dxa"/>
          </w:tcPr>
          <w:p w14:paraId="0BCBA9BE" w14:textId="5A580042" w:rsidR="00FB368A" w:rsidRPr="001C6FBC" w:rsidRDefault="00AC2305" w:rsidP="00A511AA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</w:t>
            </w:r>
            <w:r w:rsidR="00A511AA">
              <w:rPr>
                <w:rFonts w:ascii="Arial" w:hAnsi="Arial" w:cs="Arial"/>
                <w:sz w:val="20"/>
                <w:szCs w:val="20"/>
              </w:rPr>
              <w:t>02</w:t>
            </w:r>
          </w:p>
        </w:tc>
      </w:tr>
      <w:tr w:rsidR="00FB368A" w:rsidRPr="001C6FBC" w14:paraId="37A96779" w14:textId="77777777" w:rsidTr="001B1DEA">
        <w:tc>
          <w:tcPr>
            <w:tcW w:w="245" w:type="dxa"/>
          </w:tcPr>
          <w:p w14:paraId="4E93E747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1B1C7C57" w14:textId="48A8B938" w:rsidR="00FB368A" w:rsidRPr="001C6FBC" w:rsidRDefault="00F11EB9" w:rsidP="00FB368A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="00FB368A"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bifurcation points (n)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2EDADE83" w14:textId="60196ACE" w:rsidR="00FB368A" w:rsidRPr="003B1503" w:rsidRDefault="00FB368A" w:rsidP="00F11EB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B1503">
              <w:rPr>
                <w:rFonts w:ascii="Arial" w:hAnsi="Arial" w:cs="Arial"/>
                <w:bCs/>
                <w:sz w:val="19"/>
                <w:szCs w:val="19"/>
              </w:rPr>
              <w:t xml:space="preserve"> 1.</w:t>
            </w:r>
            <w:r w:rsidR="00F11EB9" w:rsidRPr="003B1503">
              <w:rPr>
                <w:rFonts w:ascii="Arial" w:hAnsi="Arial" w:cs="Arial"/>
                <w:bCs/>
                <w:sz w:val="19"/>
                <w:szCs w:val="19"/>
              </w:rPr>
              <w:t>670</w:t>
            </w:r>
          </w:p>
        </w:tc>
        <w:tc>
          <w:tcPr>
            <w:tcW w:w="1417" w:type="dxa"/>
          </w:tcPr>
          <w:p w14:paraId="1D971751" w14:textId="6918F1C9" w:rsidR="00FB368A" w:rsidRPr="003B1503" w:rsidRDefault="00F11EB9" w:rsidP="00F11EB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B1503">
              <w:rPr>
                <w:rFonts w:ascii="Arial" w:hAnsi="Arial" w:cs="Arial"/>
                <w:bCs/>
                <w:sz w:val="19"/>
                <w:szCs w:val="19"/>
              </w:rPr>
              <w:t>-</w:t>
            </w:r>
            <w:r w:rsidR="00FB368A" w:rsidRPr="003B1503">
              <w:rPr>
                <w:rFonts w:ascii="Arial" w:hAnsi="Arial" w:cs="Arial"/>
                <w:bCs/>
                <w:sz w:val="19"/>
                <w:szCs w:val="19"/>
              </w:rPr>
              <w:t>0.1</w:t>
            </w:r>
            <w:r w:rsidRPr="003B1503">
              <w:rPr>
                <w:rFonts w:ascii="Arial" w:hAnsi="Arial" w:cs="Arial"/>
                <w:bCs/>
                <w:sz w:val="19"/>
                <w:szCs w:val="19"/>
              </w:rPr>
              <w:t>07</w:t>
            </w:r>
            <w:r w:rsidR="00FB368A" w:rsidRPr="003B1503">
              <w:rPr>
                <w:rFonts w:ascii="Arial" w:hAnsi="Arial" w:cs="Arial"/>
                <w:bCs/>
                <w:sz w:val="19"/>
                <w:szCs w:val="19"/>
              </w:rPr>
              <w:t>; 3.</w:t>
            </w:r>
            <w:r w:rsidRPr="003B1503">
              <w:rPr>
                <w:rFonts w:ascii="Arial" w:hAnsi="Arial" w:cs="Arial"/>
                <w:bCs/>
                <w:sz w:val="19"/>
                <w:szCs w:val="19"/>
              </w:rPr>
              <w:t>449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48663C17" w14:textId="4C5996E7" w:rsidR="00FB368A" w:rsidRPr="003B1503" w:rsidRDefault="00FB368A" w:rsidP="00F11EB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B1503">
              <w:rPr>
                <w:rFonts w:ascii="Arial" w:hAnsi="Arial" w:cs="Arial"/>
                <w:bCs/>
                <w:sz w:val="19"/>
                <w:szCs w:val="19"/>
              </w:rPr>
              <w:t>0.0</w:t>
            </w:r>
            <w:r w:rsidR="00F11EB9" w:rsidRPr="003B1503">
              <w:rPr>
                <w:rFonts w:ascii="Arial" w:hAnsi="Arial" w:cs="Arial"/>
                <w:bCs/>
                <w:sz w:val="19"/>
                <w:szCs w:val="19"/>
              </w:rPr>
              <w:t>74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151C2B01" w14:textId="23C25860" w:rsidR="00FB368A" w:rsidRPr="001C6FBC" w:rsidRDefault="00A511A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1.454</w:t>
            </w:r>
          </w:p>
        </w:tc>
        <w:tc>
          <w:tcPr>
            <w:tcW w:w="1560" w:type="dxa"/>
          </w:tcPr>
          <w:p w14:paraId="74AA875F" w14:textId="77F96C91" w:rsidR="00FB368A" w:rsidRPr="001C6FBC" w:rsidRDefault="00AC2305" w:rsidP="00A511A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-1.6</w:t>
            </w:r>
            <w:r w:rsidR="00A511AA">
              <w:rPr>
                <w:rFonts w:ascii="Arial" w:hAnsi="Arial" w:cs="Arial"/>
                <w:sz w:val="19"/>
                <w:szCs w:val="19"/>
              </w:rPr>
              <w:t>15</w:t>
            </w:r>
            <w:r>
              <w:rPr>
                <w:rFonts w:ascii="Arial" w:hAnsi="Arial" w:cs="Arial"/>
                <w:sz w:val="19"/>
                <w:szCs w:val="19"/>
              </w:rPr>
              <w:t>; 4.5</w:t>
            </w:r>
            <w:r w:rsidR="00A511AA">
              <w:rPr>
                <w:rFonts w:ascii="Arial" w:hAnsi="Arial" w:cs="Arial"/>
                <w:sz w:val="19"/>
                <w:szCs w:val="19"/>
              </w:rPr>
              <w:t>23</w:t>
            </w:r>
          </w:p>
        </w:tc>
        <w:tc>
          <w:tcPr>
            <w:tcW w:w="850" w:type="dxa"/>
          </w:tcPr>
          <w:p w14:paraId="4D1848B0" w14:textId="63B65C99" w:rsidR="00FB368A" w:rsidRPr="001C6FBC" w:rsidRDefault="00AC2305" w:rsidP="00A511AA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A511AA">
              <w:rPr>
                <w:rFonts w:ascii="Arial" w:hAnsi="Arial" w:cs="Arial"/>
                <w:sz w:val="20"/>
                <w:szCs w:val="20"/>
              </w:rPr>
              <w:t>368</w:t>
            </w:r>
          </w:p>
        </w:tc>
      </w:tr>
      <w:tr w:rsidR="00FB368A" w:rsidRPr="001C6FBC" w14:paraId="694FFF54" w14:textId="77777777" w:rsidTr="001B1DEA">
        <w:tc>
          <w:tcPr>
            <w:tcW w:w="245" w:type="dxa"/>
          </w:tcPr>
          <w:p w14:paraId="78F35722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2A62ACD0" w14:textId="5FA5E15D" w:rsidR="00FB368A" w:rsidRPr="001C6FBC" w:rsidRDefault="00F11EB9" w:rsidP="00FB368A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="00FB368A"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crossing points (n)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268C6BF9" w14:textId="4A818C80" w:rsidR="00FB368A" w:rsidRPr="003B1503" w:rsidRDefault="00FB368A" w:rsidP="00F11EB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B1503">
              <w:rPr>
                <w:rFonts w:ascii="Arial" w:hAnsi="Arial" w:cs="Arial"/>
                <w:bCs/>
                <w:sz w:val="19"/>
                <w:szCs w:val="19"/>
              </w:rPr>
              <w:t xml:space="preserve"> 1.</w:t>
            </w:r>
            <w:r w:rsidR="00F11EB9" w:rsidRPr="003B1503">
              <w:rPr>
                <w:rFonts w:ascii="Arial" w:hAnsi="Arial" w:cs="Arial"/>
                <w:bCs/>
                <w:sz w:val="19"/>
                <w:szCs w:val="19"/>
              </w:rPr>
              <w:t>322</w:t>
            </w:r>
          </w:p>
        </w:tc>
        <w:tc>
          <w:tcPr>
            <w:tcW w:w="1417" w:type="dxa"/>
          </w:tcPr>
          <w:p w14:paraId="74170313" w14:textId="365DB49D" w:rsidR="00FB368A" w:rsidRPr="003B1503" w:rsidRDefault="00F11EB9" w:rsidP="00F11EB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B1503">
              <w:rPr>
                <w:rFonts w:ascii="Arial" w:hAnsi="Arial" w:cs="Arial"/>
                <w:bCs/>
                <w:sz w:val="19"/>
                <w:szCs w:val="19"/>
              </w:rPr>
              <w:t>-0.011</w:t>
            </w:r>
            <w:r w:rsidR="00FB368A" w:rsidRPr="003B1503">
              <w:rPr>
                <w:rFonts w:ascii="Arial" w:hAnsi="Arial" w:cs="Arial"/>
                <w:bCs/>
                <w:sz w:val="19"/>
                <w:szCs w:val="19"/>
              </w:rPr>
              <w:t>; 2.</w:t>
            </w:r>
            <w:r w:rsidRPr="003B1503">
              <w:rPr>
                <w:rFonts w:ascii="Arial" w:hAnsi="Arial" w:cs="Arial"/>
                <w:bCs/>
                <w:sz w:val="19"/>
                <w:szCs w:val="19"/>
              </w:rPr>
              <w:t>655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31DDE504" w14:textId="55C8B333" w:rsidR="00FB368A" w:rsidRPr="003B1503" w:rsidRDefault="00FB368A" w:rsidP="00F11EB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B1503">
              <w:rPr>
                <w:rFonts w:ascii="Arial" w:hAnsi="Arial" w:cs="Arial"/>
                <w:bCs/>
                <w:sz w:val="19"/>
                <w:szCs w:val="19"/>
              </w:rPr>
              <w:t>0.0</w:t>
            </w:r>
            <w:r w:rsidR="00F11EB9" w:rsidRPr="003B1503">
              <w:rPr>
                <w:rFonts w:ascii="Arial" w:hAnsi="Arial" w:cs="Arial"/>
                <w:bCs/>
                <w:sz w:val="19"/>
                <w:szCs w:val="19"/>
              </w:rPr>
              <w:t>58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28A7A0B3" w14:textId="5716FA21" w:rsidR="00FB368A" w:rsidRPr="001C6FBC" w:rsidRDefault="00AC2305" w:rsidP="00A511A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1.</w:t>
            </w:r>
            <w:r w:rsidR="00A511AA">
              <w:rPr>
                <w:rFonts w:ascii="Arial" w:hAnsi="Arial" w:cs="Arial"/>
                <w:sz w:val="19"/>
                <w:szCs w:val="19"/>
              </w:rPr>
              <w:t>257</w:t>
            </w:r>
          </w:p>
        </w:tc>
        <w:tc>
          <w:tcPr>
            <w:tcW w:w="1560" w:type="dxa"/>
          </w:tcPr>
          <w:p w14:paraId="41CCA920" w14:textId="073B89D1" w:rsidR="00FB368A" w:rsidRPr="001C6FBC" w:rsidRDefault="00A511AA" w:rsidP="00A511A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-1.065</w:t>
            </w:r>
            <w:r w:rsidR="00AC2305">
              <w:rPr>
                <w:rFonts w:ascii="Arial" w:hAnsi="Arial" w:cs="Arial"/>
                <w:sz w:val="19"/>
                <w:szCs w:val="19"/>
              </w:rPr>
              <w:t>; 3.</w:t>
            </w:r>
            <w:r>
              <w:rPr>
                <w:rFonts w:ascii="Arial" w:hAnsi="Arial" w:cs="Arial"/>
                <w:sz w:val="19"/>
                <w:szCs w:val="19"/>
              </w:rPr>
              <w:t>579</w:t>
            </w:r>
          </w:p>
        </w:tc>
        <w:tc>
          <w:tcPr>
            <w:tcW w:w="850" w:type="dxa"/>
          </w:tcPr>
          <w:p w14:paraId="63811002" w14:textId="0FFDFFAF" w:rsidR="00FB368A" w:rsidRPr="001C6FBC" w:rsidRDefault="00AC2305" w:rsidP="00A511AA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A511AA">
              <w:rPr>
                <w:rFonts w:ascii="Arial" w:hAnsi="Arial" w:cs="Arial"/>
                <w:sz w:val="20"/>
                <w:szCs w:val="20"/>
              </w:rPr>
              <w:t>304</w:t>
            </w:r>
          </w:p>
        </w:tc>
      </w:tr>
      <w:tr w:rsidR="00FB368A" w:rsidRPr="001C6FBC" w14:paraId="65393340" w14:textId="77777777" w:rsidTr="001B1DEA">
        <w:tc>
          <w:tcPr>
            <w:tcW w:w="245" w:type="dxa"/>
          </w:tcPr>
          <w:p w14:paraId="3D033B38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400396EE" w14:textId="49517A13" w:rsidR="00FB368A" w:rsidRPr="001C6FBC" w:rsidRDefault="00F11EB9" w:rsidP="00FB368A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="00FB368A"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vessel points (n)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64C1FC27" w14:textId="740C696F" w:rsidR="00FB368A" w:rsidRPr="003B1503" w:rsidRDefault="00FB368A" w:rsidP="00F11EB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B1503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="00F11EB9" w:rsidRPr="003B1503">
              <w:rPr>
                <w:rFonts w:ascii="Arial" w:hAnsi="Arial" w:cs="Arial"/>
                <w:bCs/>
                <w:sz w:val="19"/>
                <w:szCs w:val="19"/>
              </w:rPr>
              <w:t>3.863</w:t>
            </w:r>
          </w:p>
        </w:tc>
        <w:tc>
          <w:tcPr>
            <w:tcW w:w="1417" w:type="dxa"/>
          </w:tcPr>
          <w:p w14:paraId="00F36041" w14:textId="17165E18" w:rsidR="00FB368A" w:rsidRPr="003B1503" w:rsidRDefault="00F11EB9" w:rsidP="00F11EB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B1503">
              <w:rPr>
                <w:rFonts w:ascii="Arial" w:hAnsi="Arial" w:cs="Arial"/>
                <w:bCs/>
                <w:sz w:val="19"/>
                <w:szCs w:val="19"/>
              </w:rPr>
              <w:t>-</w:t>
            </w:r>
            <w:r w:rsidR="00FB368A" w:rsidRPr="003B1503">
              <w:rPr>
                <w:rFonts w:ascii="Arial" w:hAnsi="Arial" w:cs="Arial"/>
                <w:bCs/>
                <w:sz w:val="19"/>
                <w:szCs w:val="19"/>
              </w:rPr>
              <w:t>0.</w:t>
            </w:r>
            <w:r w:rsidRPr="003B1503">
              <w:rPr>
                <w:rFonts w:ascii="Arial" w:hAnsi="Arial" w:cs="Arial"/>
                <w:bCs/>
                <w:sz w:val="19"/>
                <w:szCs w:val="19"/>
              </w:rPr>
              <w:t>257; 7</w:t>
            </w:r>
            <w:r w:rsidR="00FB368A" w:rsidRPr="003B1503">
              <w:rPr>
                <w:rFonts w:ascii="Arial" w:hAnsi="Arial" w:cs="Arial"/>
                <w:bCs/>
                <w:sz w:val="19"/>
                <w:szCs w:val="19"/>
              </w:rPr>
              <w:t>.</w:t>
            </w:r>
            <w:r w:rsidRPr="003B1503">
              <w:rPr>
                <w:rFonts w:ascii="Arial" w:hAnsi="Arial" w:cs="Arial"/>
                <w:bCs/>
                <w:sz w:val="19"/>
                <w:szCs w:val="19"/>
              </w:rPr>
              <w:t>983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13C0494D" w14:textId="2DD8562A" w:rsidR="00FB368A" w:rsidRPr="003B1503" w:rsidRDefault="00FB368A" w:rsidP="00F11EB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B1503">
              <w:rPr>
                <w:rFonts w:ascii="Arial" w:hAnsi="Arial" w:cs="Arial"/>
                <w:bCs/>
                <w:sz w:val="19"/>
                <w:szCs w:val="19"/>
              </w:rPr>
              <w:t>0.</w:t>
            </w:r>
            <w:r w:rsidR="00F11EB9" w:rsidRPr="003B1503">
              <w:rPr>
                <w:rFonts w:ascii="Arial" w:hAnsi="Arial" w:cs="Arial"/>
                <w:bCs/>
                <w:sz w:val="19"/>
                <w:szCs w:val="19"/>
              </w:rPr>
              <w:t>075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52C8BE7A" w14:textId="345148AF" w:rsidR="00FB368A" w:rsidRPr="001C6FBC" w:rsidRDefault="00AC2305" w:rsidP="00A511AA">
            <w:pPr>
              <w:pStyle w:val="NoSpacing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 xml:space="preserve"> 2</w:t>
            </w:r>
            <w:r w:rsidR="00A511AA">
              <w:rPr>
                <w:rFonts w:ascii="Arial" w:hAnsi="Arial" w:cs="Arial"/>
                <w:bCs/>
                <w:sz w:val="19"/>
                <w:szCs w:val="19"/>
              </w:rPr>
              <w:t>.910</w:t>
            </w:r>
          </w:p>
        </w:tc>
        <w:tc>
          <w:tcPr>
            <w:tcW w:w="1560" w:type="dxa"/>
          </w:tcPr>
          <w:p w14:paraId="7A4039CD" w14:textId="1F4ECF37" w:rsidR="00FB368A" w:rsidRPr="001C6FBC" w:rsidRDefault="009C45C3" w:rsidP="001B1DEA">
            <w:pPr>
              <w:pStyle w:val="NoSpacing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="00AC2305">
              <w:rPr>
                <w:rFonts w:ascii="Arial" w:hAnsi="Arial" w:cs="Arial"/>
                <w:bCs/>
                <w:sz w:val="19"/>
                <w:szCs w:val="19"/>
              </w:rPr>
              <w:t>-4.</w:t>
            </w:r>
            <w:r w:rsidR="00A511AA">
              <w:rPr>
                <w:rFonts w:ascii="Arial" w:hAnsi="Arial" w:cs="Arial"/>
                <w:bCs/>
                <w:sz w:val="19"/>
                <w:szCs w:val="19"/>
              </w:rPr>
              <w:t>191</w:t>
            </w:r>
            <w:r w:rsidR="00AC2305">
              <w:rPr>
                <w:rFonts w:ascii="Arial" w:hAnsi="Arial" w:cs="Arial"/>
                <w:bCs/>
                <w:sz w:val="19"/>
                <w:szCs w:val="19"/>
              </w:rPr>
              <w:t xml:space="preserve">; </w:t>
            </w:r>
            <w:r w:rsidR="00A511AA">
              <w:rPr>
                <w:rFonts w:ascii="Arial" w:hAnsi="Arial" w:cs="Arial"/>
                <w:bCs/>
                <w:sz w:val="19"/>
                <w:szCs w:val="19"/>
              </w:rPr>
              <w:t>10</w:t>
            </w:r>
            <w:r w:rsidR="00AC2305">
              <w:rPr>
                <w:rFonts w:ascii="Arial" w:hAnsi="Arial" w:cs="Arial"/>
                <w:bCs/>
                <w:sz w:val="19"/>
                <w:szCs w:val="19"/>
              </w:rPr>
              <w:t>.</w:t>
            </w:r>
            <w:r w:rsidR="001B1DEA">
              <w:rPr>
                <w:rFonts w:ascii="Arial" w:hAnsi="Arial" w:cs="Arial"/>
                <w:bCs/>
                <w:sz w:val="19"/>
                <w:szCs w:val="19"/>
              </w:rPr>
              <w:t>011</w:t>
            </w:r>
          </w:p>
        </w:tc>
        <w:tc>
          <w:tcPr>
            <w:tcW w:w="850" w:type="dxa"/>
          </w:tcPr>
          <w:p w14:paraId="0CF67027" w14:textId="0AEBA20D" w:rsidR="00FB368A" w:rsidRPr="001C6FBC" w:rsidRDefault="00AC2305" w:rsidP="00A511AA">
            <w:pPr>
              <w:pStyle w:val="NoSpacing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0.</w:t>
            </w:r>
            <w:r w:rsidR="00A511AA">
              <w:rPr>
                <w:rFonts w:ascii="Arial" w:hAnsi="Arial" w:cs="Arial"/>
                <w:bCs/>
                <w:sz w:val="20"/>
                <w:szCs w:val="20"/>
              </w:rPr>
              <w:t>436</w:t>
            </w:r>
          </w:p>
        </w:tc>
      </w:tr>
      <w:tr w:rsidR="00FB368A" w:rsidRPr="001C6FBC" w14:paraId="75C8CE5D" w14:textId="77777777" w:rsidTr="001B1DEA">
        <w:tc>
          <w:tcPr>
            <w:tcW w:w="245" w:type="dxa"/>
          </w:tcPr>
          <w:p w14:paraId="5E700919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0B19DEAD" w14:textId="77777777" w:rsidR="00FB368A" w:rsidRPr="001C6FBC" w:rsidRDefault="00FB368A" w:rsidP="00FB368A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total length (mm)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7A80371C" w14:textId="760E8C5E" w:rsidR="00FB368A" w:rsidRPr="003B1503" w:rsidRDefault="00FB368A" w:rsidP="00F11EB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B150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4.</w:t>
            </w:r>
            <w:r w:rsidR="00F11EB9" w:rsidRPr="003B1503">
              <w:rPr>
                <w:rFonts w:ascii="Arial" w:hAnsi="Arial" w:cs="Arial"/>
                <w:b/>
                <w:bCs/>
                <w:sz w:val="19"/>
                <w:szCs w:val="19"/>
              </w:rPr>
              <w:t>058</w:t>
            </w:r>
          </w:p>
        </w:tc>
        <w:tc>
          <w:tcPr>
            <w:tcW w:w="1417" w:type="dxa"/>
          </w:tcPr>
          <w:p w14:paraId="23CF2A14" w14:textId="30A4B7BD" w:rsidR="00FB368A" w:rsidRPr="003B1503" w:rsidRDefault="00FB368A" w:rsidP="00F11EB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B1503">
              <w:rPr>
                <w:rFonts w:ascii="Arial" w:hAnsi="Arial" w:cs="Arial"/>
                <w:b/>
                <w:bCs/>
                <w:sz w:val="19"/>
                <w:szCs w:val="19"/>
              </w:rPr>
              <w:t>0.</w:t>
            </w:r>
            <w:r w:rsidR="00F11EB9" w:rsidRPr="003B1503">
              <w:rPr>
                <w:rFonts w:ascii="Arial" w:hAnsi="Arial" w:cs="Arial"/>
                <w:b/>
                <w:bCs/>
                <w:sz w:val="19"/>
                <w:szCs w:val="19"/>
              </w:rPr>
              <w:t>243</w:t>
            </w:r>
            <w:r w:rsidRPr="003B150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; </w:t>
            </w:r>
            <w:r w:rsidR="00F11EB9" w:rsidRPr="003B1503">
              <w:rPr>
                <w:rFonts w:ascii="Arial" w:hAnsi="Arial" w:cs="Arial"/>
                <w:b/>
                <w:bCs/>
                <w:sz w:val="19"/>
                <w:szCs w:val="19"/>
              </w:rPr>
              <w:t>7</w:t>
            </w:r>
            <w:r w:rsidRPr="003B1503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 w:rsidR="00F11EB9" w:rsidRPr="003B1503">
              <w:rPr>
                <w:rFonts w:ascii="Arial" w:hAnsi="Arial" w:cs="Arial"/>
                <w:b/>
                <w:bCs/>
                <w:sz w:val="19"/>
                <w:szCs w:val="19"/>
              </w:rPr>
              <w:t>874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5D8E1350" w14:textId="1A47D7DD" w:rsidR="00FB368A" w:rsidRPr="003B1503" w:rsidRDefault="00FB368A" w:rsidP="00F11EB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B1503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0.0</w:t>
            </w:r>
            <w:r w:rsidR="00F11EB9" w:rsidRPr="003B1503">
              <w:rPr>
                <w:rFonts w:ascii="Arial" w:hAnsi="Arial" w:cs="Arial"/>
                <w:b/>
                <w:bCs/>
                <w:sz w:val="19"/>
                <w:szCs w:val="19"/>
              </w:rPr>
              <w:t>44</w:t>
            </w:r>
            <w:r w:rsidRPr="003B1503">
              <w:rPr>
                <w:rFonts w:ascii="Arial" w:hAnsi="Arial" w:cs="Arial"/>
                <w:b/>
                <w:bCs/>
                <w:sz w:val="19"/>
                <w:szCs w:val="19"/>
              </w:rPr>
              <w:t>*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2E87B9EF" w14:textId="1A927AA5" w:rsidR="00FB368A" w:rsidRPr="001C6FBC" w:rsidRDefault="00AC2305" w:rsidP="001B1DE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B1DEA">
              <w:rPr>
                <w:rFonts w:ascii="Arial" w:hAnsi="Arial" w:cs="Arial"/>
                <w:sz w:val="19"/>
                <w:szCs w:val="19"/>
              </w:rPr>
              <w:t>3.025</w:t>
            </w:r>
          </w:p>
        </w:tc>
        <w:tc>
          <w:tcPr>
            <w:tcW w:w="1560" w:type="dxa"/>
          </w:tcPr>
          <w:p w14:paraId="27F4BF72" w14:textId="4FE83694" w:rsidR="00FB368A" w:rsidRPr="001C6FBC" w:rsidRDefault="001B1DEA" w:rsidP="001B1DE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-3.613</w:t>
            </w:r>
            <w:r w:rsidR="00AC2305">
              <w:rPr>
                <w:rFonts w:ascii="Arial" w:hAnsi="Arial" w:cs="Arial"/>
                <w:sz w:val="19"/>
                <w:szCs w:val="19"/>
              </w:rPr>
              <w:t>; 9.</w:t>
            </w:r>
            <w:r>
              <w:rPr>
                <w:rFonts w:ascii="Arial" w:hAnsi="Arial" w:cs="Arial"/>
                <w:sz w:val="19"/>
                <w:szCs w:val="19"/>
              </w:rPr>
              <w:t>663</w:t>
            </w:r>
          </w:p>
        </w:tc>
        <w:tc>
          <w:tcPr>
            <w:tcW w:w="850" w:type="dxa"/>
          </w:tcPr>
          <w:p w14:paraId="73614609" w14:textId="6FA0F9D5" w:rsidR="00FB368A" w:rsidRPr="001C6FBC" w:rsidRDefault="00AC2305" w:rsidP="001B1DEA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</w:t>
            </w:r>
            <w:r w:rsidR="001B1DEA">
              <w:rPr>
                <w:rFonts w:ascii="Arial" w:hAnsi="Arial" w:cs="Arial"/>
                <w:sz w:val="20"/>
                <w:szCs w:val="20"/>
              </w:rPr>
              <w:t>387</w:t>
            </w:r>
          </w:p>
        </w:tc>
      </w:tr>
      <w:tr w:rsidR="00FB368A" w:rsidRPr="001C6FBC" w14:paraId="4BF4A137" w14:textId="77777777" w:rsidTr="001B1DEA">
        <w:tc>
          <w:tcPr>
            <w:tcW w:w="245" w:type="dxa"/>
          </w:tcPr>
          <w:p w14:paraId="33A1B2CF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5D556DC3" w14:textId="77777777" w:rsidR="00FB368A" w:rsidRPr="001C6FBC" w:rsidRDefault="00FB368A" w:rsidP="00FB368A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uPVS average thickness (mm)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3160C561" w14:textId="1A5A94F2" w:rsidR="00FB368A" w:rsidRPr="003B1503" w:rsidRDefault="00FB3379" w:rsidP="00FB337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B1503">
              <w:rPr>
                <w:rFonts w:ascii="Arial" w:hAnsi="Arial" w:cs="Arial"/>
                <w:sz w:val="19"/>
                <w:szCs w:val="19"/>
              </w:rPr>
              <w:t xml:space="preserve"> 1.128</w:t>
            </w:r>
          </w:p>
        </w:tc>
        <w:tc>
          <w:tcPr>
            <w:tcW w:w="1417" w:type="dxa"/>
          </w:tcPr>
          <w:p w14:paraId="6880F786" w14:textId="60C524FA" w:rsidR="00FB368A" w:rsidRPr="003B1503" w:rsidRDefault="00FB368A" w:rsidP="00FB337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B1503">
              <w:rPr>
                <w:rFonts w:ascii="Arial" w:hAnsi="Arial" w:cs="Arial"/>
                <w:sz w:val="19"/>
                <w:szCs w:val="19"/>
              </w:rPr>
              <w:t>-0.3</w:t>
            </w:r>
            <w:r w:rsidR="00FB3379" w:rsidRPr="003B1503">
              <w:rPr>
                <w:rFonts w:ascii="Arial" w:hAnsi="Arial" w:cs="Arial"/>
                <w:sz w:val="19"/>
                <w:szCs w:val="19"/>
              </w:rPr>
              <w:t>75</w:t>
            </w:r>
            <w:r w:rsidRPr="003B1503">
              <w:rPr>
                <w:rFonts w:ascii="Arial" w:hAnsi="Arial" w:cs="Arial"/>
                <w:sz w:val="19"/>
                <w:szCs w:val="19"/>
              </w:rPr>
              <w:t>; 2.6</w:t>
            </w:r>
            <w:r w:rsidR="00FB3379" w:rsidRPr="003B1503">
              <w:rPr>
                <w:rFonts w:ascii="Arial" w:hAnsi="Arial" w:cs="Arial"/>
                <w:sz w:val="19"/>
                <w:szCs w:val="19"/>
              </w:rPr>
              <w:t>3</w:t>
            </w:r>
            <w:r w:rsidRPr="003B1503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36A4AEFD" w14:textId="560158B2" w:rsidR="00FB368A" w:rsidRPr="003B1503" w:rsidRDefault="00FB368A" w:rsidP="00FB337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B1503">
              <w:rPr>
                <w:rFonts w:ascii="Arial" w:hAnsi="Arial" w:cs="Arial"/>
                <w:sz w:val="19"/>
                <w:szCs w:val="19"/>
              </w:rPr>
              <w:t>0.1</w:t>
            </w:r>
            <w:r w:rsidR="00FB3379" w:rsidRPr="003B1503">
              <w:rPr>
                <w:rFonts w:ascii="Arial" w:hAnsi="Arial" w:cs="Arial"/>
                <w:sz w:val="19"/>
                <w:szCs w:val="19"/>
              </w:rPr>
              <w:t>5</w:t>
            </w:r>
            <w:r w:rsidRPr="003B1503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66D9FB8C" w14:textId="473B8E17" w:rsidR="00FB368A" w:rsidRPr="001C6FBC" w:rsidRDefault="001B1DEA" w:rsidP="001B1DE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1.069</w:t>
            </w:r>
          </w:p>
        </w:tc>
        <w:tc>
          <w:tcPr>
            <w:tcW w:w="1560" w:type="dxa"/>
          </w:tcPr>
          <w:p w14:paraId="53940951" w14:textId="77A692C0" w:rsidR="00FB368A" w:rsidRPr="001C6FBC" w:rsidRDefault="00AC2305" w:rsidP="001B1DE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-1.</w:t>
            </w:r>
            <w:r w:rsidR="001B1DEA">
              <w:rPr>
                <w:rFonts w:ascii="Arial" w:hAnsi="Arial" w:cs="Arial"/>
                <w:sz w:val="19"/>
                <w:szCs w:val="19"/>
              </w:rPr>
              <w:t>554</w:t>
            </w:r>
            <w:r>
              <w:rPr>
                <w:rFonts w:ascii="Arial" w:hAnsi="Arial" w:cs="Arial"/>
                <w:sz w:val="19"/>
                <w:szCs w:val="19"/>
              </w:rPr>
              <w:t>; 3.6</w:t>
            </w:r>
            <w:r w:rsidR="001B1DEA">
              <w:rPr>
                <w:rFonts w:ascii="Arial" w:hAnsi="Arial" w:cs="Arial"/>
                <w:sz w:val="19"/>
                <w:szCs w:val="19"/>
              </w:rPr>
              <w:t>92</w:t>
            </w:r>
          </w:p>
        </w:tc>
        <w:tc>
          <w:tcPr>
            <w:tcW w:w="850" w:type="dxa"/>
          </w:tcPr>
          <w:p w14:paraId="713651FF" w14:textId="21F503FF" w:rsidR="00FB368A" w:rsidRPr="001C6FBC" w:rsidRDefault="00AC2305" w:rsidP="001B1DEA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</w:t>
            </w:r>
            <w:r w:rsidR="001B1DEA"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  <w:tr w:rsidR="00FB368A" w:rsidRPr="001C6FBC" w14:paraId="3BEC444B" w14:textId="77777777" w:rsidTr="001B1DEA">
        <w:tc>
          <w:tcPr>
            <w:tcW w:w="245" w:type="dxa"/>
          </w:tcPr>
          <w:p w14:paraId="02D9A54F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72A77182" w14:textId="77777777" w:rsidR="00FB368A" w:rsidRPr="001C6FBC" w:rsidRDefault="00FB368A" w:rsidP="00FB368A">
            <w:pPr>
              <w:pStyle w:val="NoSpacing"/>
              <w:rPr>
                <w:rFonts w:ascii="Arial" w:eastAsia="Calibri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1CBA6FB5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417" w:type="dxa"/>
          </w:tcPr>
          <w:p w14:paraId="375C3750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67C2D99E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39236F45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60" w:type="dxa"/>
          </w:tcPr>
          <w:p w14:paraId="1F7080FC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50" w:type="dxa"/>
          </w:tcPr>
          <w:p w14:paraId="3A1111FF" w14:textId="77777777" w:rsidR="00FB368A" w:rsidRPr="001C6FBC" w:rsidRDefault="00FB368A" w:rsidP="00FB368A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68A" w:rsidRPr="001C6FBC" w14:paraId="5DD87882" w14:textId="77777777" w:rsidTr="001B1DEA">
        <w:tc>
          <w:tcPr>
            <w:tcW w:w="245" w:type="dxa"/>
          </w:tcPr>
          <w:p w14:paraId="7204D739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3EC187B7" w14:textId="77777777" w:rsidR="00FB368A" w:rsidRPr="001C6FBC" w:rsidRDefault="00FB368A" w:rsidP="00FB368A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density of end points (n)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21804170" w14:textId="3A30E711" w:rsidR="00FB368A" w:rsidRPr="001C6FBC" w:rsidRDefault="00FB368A" w:rsidP="00FB337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</w:t>
            </w:r>
            <w:r w:rsidR="00FB3379">
              <w:rPr>
                <w:rFonts w:ascii="Arial" w:hAnsi="Arial" w:cs="Arial"/>
                <w:sz w:val="19"/>
                <w:szCs w:val="19"/>
              </w:rPr>
              <w:t>628</w:t>
            </w:r>
          </w:p>
        </w:tc>
        <w:tc>
          <w:tcPr>
            <w:tcW w:w="1417" w:type="dxa"/>
          </w:tcPr>
          <w:p w14:paraId="505B23E1" w14:textId="7B808180" w:rsidR="00FB368A" w:rsidRPr="001C6FBC" w:rsidRDefault="00FB3379" w:rsidP="00FB337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-1.412</w:t>
            </w:r>
            <w:r w:rsidR="00FB368A" w:rsidRPr="001C6FBC">
              <w:rPr>
                <w:rFonts w:ascii="Arial" w:hAnsi="Arial" w:cs="Arial"/>
                <w:sz w:val="19"/>
                <w:szCs w:val="19"/>
              </w:rPr>
              <w:t>; 0.</w:t>
            </w:r>
            <w:r>
              <w:rPr>
                <w:rFonts w:ascii="Arial" w:hAnsi="Arial" w:cs="Arial"/>
                <w:sz w:val="19"/>
                <w:szCs w:val="19"/>
              </w:rPr>
              <w:t>156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537C3F6F" w14:textId="66AEA2D6" w:rsidR="00FB368A" w:rsidRPr="001C6FBC" w:rsidRDefault="00FB3379" w:rsidP="00FB3379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0.127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609A7737" w14:textId="25615304" w:rsidR="00FB368A" w:rsidRPr="001C6FBC" w:rsidRDefault="00AC2305" w:rsidP="00F257E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-0.</w:t>
            </w:r>
            <w:r w:rsidR="00F257EA">
              <w:rPr>
                <w:rFonts w:ascii="Arial" w:hAnsi="Arial" w:cs="Arial"/>
                <w:sz w:val="19"/>
                <w:szCs w:val="19"/>
              </w:rPr>
              <w:t>829</w:t>
            </w:r>
          </w:p>
        </w:tc>
        <w:tc>
          <w:tcPr>
            <w:tcW w:w="1560" w:type="dxa"/>
          </w:tcPr>
          <w:p w14:paraId="20DC566B" w14:textId="6357A6F2" w:rsidR="00FB368A" w:rsidRPr="001C6FBC" w:rsidRDefault="00AC2305" w:rsidP="00F257EA">
            <w:pPr>
              <w:pStyle w:val="NoSpacing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-2.</w:t>
            </w:r>
            <w:r w:rsidR="00F257EA">
              <w:rPr>
                <w:rFonts w:ascii="Arial" w:hAnsi="Arial" w:cs="Arial"/>
                <w:sz w:val="19"/>
                <w:szCs w:val="19"/>
              </w:rPr>
              <w:t>206</w:t>
            </w:r>
            <w:r>
              <w:rPr>
                <w:rFonts w:ascii="Arial" w:hAnsi="Arial" w:cs="Arial"/>
                <w:sz w:val="19"/>
                <w:szCs w:val="19"/>
              </w:rPr>
              <w:t>; 0.</w:t>
            </w:r>
            <w:r w:rsidR="00F257EA">
              <w:rPr>
                <w:rFonts w:ascii="Arial" w:hAnsi="Arial" w:cs="Arial"/>
                <w:sz w:val="19"/>
                <w:szCs w:val="19"/>
              </w:rPr>
              <w:t>547</w:t>
            </w:r>
          </w:p>
        </w:tc>
        <w:tc>
          <w:tcPr>
            <w:tcW w:w="850" w:type="dxa"/>
          </w:tcPr>
          <w:p w14:paraId="3FEC0DC1" w14:textId="78DBBA86" w:rsidR="00FB368A" w:rsidRPr="001C6FBC" w:rsidRDefault="00AC2305" w:rsidP="00F257EA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F257EA">
              <w:rPr>
                <w:rFonts w:ascii="Arial" w:hAnsi="Arial" w:cs="Arial"/>
                <w:sz w:val="20"/>
                <w:szCs w:val="20"/>
              </w:rPr>
              <w:t>.253</w:t>
            </w:r>
          </w:p>
        </w:tc>
      </w:tr>
      <w:tr w:rsidR="00FB368A" w:rsidRPr="001C6FBC" w14:paraId="7FDA80ED" w14:textId="77777777" w:rsidTr="001B1DEA">
        <w:trPr>
          <w:trHeight w:val="88"/>
        </w:trPr>
        <w:tc>
          <w:tcPr>
            <w:tcW w:w="245" w:type="dxa"/>
          </w:tcPr>
          <w:p w14:paraId="5493F36F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</w:tcPr>
          <w:p w14:paraId="4AEECBDB" w14:textId="3C273FD5" w:rsidR="00FB368A" w:rsidRPr="001C6FBC" w:rsidRDefault="00AC2305" w:rsidP="00FB368A">
            <w:pPr>
              <w:pStyle w:val="NoSpacing"/>
              <w:rPr>
                <w:rFonts w:ascii="Arial" w:eastAsiaTheme="minorEastAsia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="00FB368A"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density of bifurcation points (n)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460F64EE" w14:textId="52C830A8" w:rsidR="00FB368A" w:rsidRPr="001C6FBC" w:rsidRDefault="00FB368A" w:rsidP="00FB3379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-0.2</w:t>
            </w:r>
            <w:r w:rsidR="00FB3379">
              <w:rPr>
                <w:rFonts w:ascii="Arial" w:hAnsi="Arial" w:cs="Arial"/>
                <w:sz w:val="19"/>
                <w:szCs w:val="19"/>
              </w:rPr>
              <w:t>36</w:t>
            </w:r>
          </w:p>
        </w:tc>
        <w:tc>
          <w:tcPr>
            <w:tcW w:w="1417" w:type="dxa"/>
          </w:tcPr>
          <w:p w14:paraId="579FC62B" w14:textId="54E76868" w:rsidR="00FB368A" w:rsidRPr="001C6FBC" w:rsidRDefault="00FB368A" w:rsidP="00FB3379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-0.5</w:t>
            </w:r>
            <w:r w:rsidR="00FB3379">
              <w:rPr>
                <w:rFonts w:ascii="Arial" w:hAnsi="Arial" w:cs="Arial"/>
                <w:sz w:val="19"/>
                <w:szCs w:val="19"/>
              </w:rPr>
              <w:t>68</w:t>
            </w:r>
            <w:r w:rsidRPr="001C6FBC">
              <w:rPr>
                <w:rFonts w:ascii="Arial" w:hAnsi="Arial" w:cs="Arial"/>
                <w:sz w:val="19"/>
                <w:szCs w:val="19"/>
              </w:rPr>
              <w:t>; 0.</w:t>
            </w:r>
            <w:r w:rsidR="00FB3379">
              <w:rPr>
                <w:rFonts w:ascii="Arial" w:hAnsi="Arial" w:cs="Arial"/>
                <w:sz w:val="19"/>
                <w:szCs w:val="19"/>
              </w:rPr>
              <w:t>097</w:t>
            </w:r>
          </w:p>
        </w:tc>
        <w:tc>
          <w:tcPr>
            <w:tcW w:w="992" w:type="dxa"/>
            <w:tcBorders>
              <w:right w:val="single" w:sz="8" w:space="0" w:color="auto"/>
            </w:tcBorders>
          </w:tcPr>
          <w:p w14:paraId="278232F1" w14:textId="4BE9C1EA" w:rsidR="00FB368A" w:rsidRPr="001C6FBC" w:rsidRDefault="00FB368A" w:rsidP="00FB3379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0.1</w:t>
            </w:r>
            <w:r w:rsidR="00FB3379">
              <w:rPr>
                <w:rFonts w:ascii="Arial" w:hAnsi="Arial" w:cs="Arial"/>
                <w:sz w:val="19"/>
                <w:szCs w:val="19"/>
              </w:rPr>
              <w:t>76</w:t>
            </w:r>
          </w:p>
        </w:tc>
        <w:tc>
          <w:tcPr>
            <w:tcW w:w="1134" w:type="dxa"/>
            <w:tcBorders>
              <w:left w:val="single" w:sz="8" w:space="0" w:color="auto"/>
            </w:tcBorders>
          </w:tcPr>
          <w:p w14:paraId="48E920CA" w14:textId="4917103C" w:rsidR="00FB368A" w:rsidRPr="00AC2305" w:rsidRDefault="00AC2305" w:rsidP="00F257EA">
            <w:pPr>
              <w:pStyle w:val="NoSpacing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AC2305">
              <w:rPr>
                <w:rFonts w:ascii="Arial" w:hAnsi="Arial" w:cs="Arial"/>
                <w:bCs/>
                <w:sz w:val="19"/>
                <w:szCs w:val="19"/>
              </w:rPr>
              <w:t>-0.1</w:t>
            </w:r>
            <w:r w:rsidR="00F257EA">
              <w:rPr>
                <w:rFonts w:ascii="Arial" w:hAnsi="Arial" w:cs="Arial"/>
                <w:bCs/>
                <w:sz w:val="19"/>
                <w:szCs w:val="19"/>
              </w:rPr>
              <w:t>44</w:t>
            </w:r>
          </w:p>
        </w:tc>
        <w:tc>
          <w:tcPr>
            <w:tcW w:w="1560" w:type="dxa"/>
          </w:tcPr>
          <w:p w14:paraId="329BCC09" w14:textId="3F9EBFBF" w:rsidR="00FB368A" w:rsidRPr="00AC2305" w:rsidRDefault="00AC2305" w:rsidP="00F257EA">
            <w:pPr>
              <w:pStyle w:val="NoSpacing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AC2305">
              <w:rPr>
                <w:rFonts w:ascii="Arial" w:hAnsi="Arial" w:cs="Arial"/>
                <w:bCs/>
                <w:sz w:val="19"/>
                <w:szCs w:val="19"/>
              </w:rPr>
              <w:t>-0.7</w:t>
            </w:r>
            <w:r w:rsidR="00F257EA">
              <w:rPr>
                <w:rFonts w:ascii="Arial" w:hAnsi="Arial" w:cs="Arial"/>
                <w:bCs/>
                <w:sz w:val="19"/>
                <w:szCs w:val="19"/>
              </w:rPr>
              <w:t>17</w:t>
            </w:r>
            <w:r w:rsidRPr="00AC2305">
              <w:rPr>
                <w:rFonts w:ascii="Arial" w:hAnsi="Arial" w:cs="Arial"/>
                <w:bCs/>
                <w:sz w:val="19"/>
                <w:szCs w:val="19"/>
              </w:rPr>
              <w:t>; 0.42</w:t>
            </w:r>
            <w:r w:rsidR="00F257EA">
              <w:rPr>
                <w:rFonts w:ascii="Arial" w:hAnsi="Arial" w:cs="Arial"/>
                <w:bCs/>
                <w:sz w:val="19"/>
                <w:szCs w:val="19"/>
              </w:rPr>
              <w:t>9</w:t>
            </w:r>
          </w:p>
        </w:tc>
        <w:tc>
          <w:tcPr>
            <w:tcW w:w="850" w:type="dxa"/>
          </w:tcPr>
          <w:p w14:paraId="1DEF4944" w14:textId="4C3538E1" w:rsidR="00FB368A" w:rsidRPr="00AC2305" w:rsidRDefault="00AC2305" w:rsidP="00F257EA">
            <w:pPr>
              <w:pStyle w:val="NoSpacing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C2305">
              <w:rPr>
                <w:rFonts w:ascii="Arial" w:hAnsi="Arial" w:cs="Arial"/>
                <w:bCs/>
                <w:sz w:val="20"/>
                <w:szCs w:val="20"/>
              </w:rPr>
              <w:t>0.</w:t>
            </w:r>
            <w:r w:rsidR="00F257EA">
              <w:rPr>
                <w:rFonts w:ascii="Arial" w:hAnsi="Arial" w:cs="Arial"/>
                <w:bCs/>
                <w:sz w:val="20"/>
                <w:szCs w:val="20"/>
              </w:rPr>
              <w:t>632</w:t>
            </w:r>
          </w:p>
        </w:tc>
      </w:tr>
      <w:tr w:rsidR="00FB368A" w:rsidRPr="001C6FBC" w14:paraId="1D01A012" w14:textId="77777777" w:rsidTr="001B1DEA">
        <w:tc>
          <w:tcPr>
            <w:tcW w:w="245" w:type="dxa"/>
            <w:tcBorders>
              <w:bottom w:val="single" w:sz="18" w:space="0" w:color="auto"/>
            </w:tcBorders>
          </w:tcPr>
          <w:p w14:paraId="7C911262" w14:textId="77777777" w:rsidR="00FB368A" w:rsidRPr="001C6FBC" w:rsidRDefault="00FB368A" w:rsidP="00FB368A">
            <w:pPr>
              <w:pStyle w:val="NoSpacing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016" w:type="dxa"/>
            <w:tcBorders>
              <w:bottom w:val="single" w:sz="18" w:space="0" w:color="auto"/>
            </w:tcBorders>
          </w:tcPr>
          <w:p w14:paraId="647B3767" w14:textId="65AB2EC5" w:rsidR="00FB368A" w:rsidRPr="001C6FBC" w:rsidRDefault="00AC2305" w:rsidP="00FB368A">
            <w:pPr>
              <w:pStyle w:val="NoSpacing"/>
              <w:rPr>
                <w:rFonts w:ascii="Arial" w:eastAsia="Calibri" w:hAnsi="Arial" w:cs="Arial"/>
                <w:sz w:val="19"/>
                <w:szCs w:val="19"/>
              </w:rPr>
            </w:pPr>
            <m:oMath>
              <m:r>
                <w:rPr>
                  <w:rFonts w:ascii="Cambria Math" w:eastAsiaTheme="minorEastAsia" w:hAnsi="Cambria Math" w:cs="Arial"/>
                  <w:sz w:val="19"/>
                  <w:szCs w:val="19"/>
                </w:rPr>
                <m:t>√</m:t>
              </m:r>
            </m:oMath>
            <w:r w:rsidR="00FB368A" w:rsidRPr="001C6FBC">
              <w:rPr>
                <w:rFonts w:ascii="Arial" w:eastAsiaTheme="minorEastAsia" w:hAnsi="Arial" w:cs="Arial"/>
                <w:sz w:val="19"/>
                <w:szCs w:val="19"/>
              </w:rPr>
              <w:t xml:space="preserve"> density of crossing points (n)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18" w:space="0" w:color="auto"/>
            </w:tcBorders>
          </w:tcPr>
          <w:p w14:paraId="660969B8" w14:textId="5A4DC288" w:rsidR="00FB368A" w:rsidRPr="001C6FBC" w:rsidRDefault="00FB368A" w:rsidP="00FB3379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FB3379">
              <w:rPr>
                <w:rFonts w:ascii="Arial" w:hAnsi="Arial" w:cs="Arial"/>
                <w:sz w:val="19"/>
                <w:szCs w:val="19"/>
              </w:rPr>
              <w:t>-</w:t>
            </w:r>
            <w:r w:rsidRPr="001C6FBC">
              <w:rPr>
                <w:rFonts w:ascii="Arial" w:hAnsi="Arial" w:cs="Arial"/>
                <w:sz w:val="19"/>
                <w:szCs w:val="19"/>
              </w:rPr>
              <w:t>0.0</w:t>
            </w:r>
            <w:r w:rsidR="00FB3379">
              <w:rPr>
                <w:rFonts w:ascii="Arial" w:hAnsi="Arial" w:cs="Arial"/>
                <w:sz w:val="19"/>
                <w:szCs w:val="19"/>
              </w:rPr>
              <w:t>03</w:t>
            </w:r>
          </w:p>
        </w:tc>
        <w:tc>
          <w:tcPr>
            <w:tcW w:w="1417" w:type="dxa"/>
            <w:tcBorders>
              <w:bottom w:val="single" w:sz="18" w:space="0" w:color="auto"/>
            </w:tcBorders>
          </w:tcPr>
          <w:p w14:paraId="1229A8FD" w14:textId="3F3E217A" w:rsidR="00FB368A" w:rsidRPr="001C6FBC" w:rsidRDefault="00FB368A" w:rsidP="00FB3379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1C6FBC">
              <w:rPr>
                <w:rFonts w:ascii="Arial" w:hAnsi="Arial" w:cs="Arial"/>
                <w:sz w:val="19"/>
                <w:szCs w:val="19"/>
              </w:rPr>
              <w:t>-0.</w:t>
            </w:r>
            <w:r w:rsidR="00FB3379">
              <w:rPr>
                <w:rFonts w:ascii="Arial" w:hAnsi="Arial" w:cs="Arial"/>
                <w:sz w:val="19"/>
                <w:szCs w:val="19"/>
              </w:rPr>
              <w:t>204</w:t>
            </w:r>
            <w:r w:rsidRPr="001C6FBC">
              <w:rPr>
                <w:rFonts w:ascii="Arial" w:hAnsi="Arial" w:cs="Arial"/>
                <w:sz w:val="19"/>
                <w:szCs w:val="19"/>
              </w:rPr>
              <w:t>; 0.</w:t>
            </w:r>
            <w:r w:rsidR="00FB3379">
              <w:rPr>
                <w:rFonts w:ascii="Arial" w:hAnsi="Arial" w:cs="Arial"/>
                <w:sz w:val="19"/>
                <w:szCs w:val="19"/>
              </w:rPr>
              <w:t>198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8" w:space="0" w:color="auto"/>
            </w:tcBorders>
          </w:tcPr>
          <w:p w14:paraId="6344B006" w14:textId="0F0599D8" w:rsidR="00FB368A" w:rsidRPr="001C6FBC" w:rsidRDefault="00FB3379" w:rsidP="00FB3379">
            <w:pPr>
              <w:pStyle w:val="NoSpacing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0.979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18" w:space="0" w:color="auto"/>
            </w:tcBorders>
          </w:tcPr>
          <w:p w14:paraId="5D21C645" w14:textId="12EE92D6" w:rsidR="00FB368A" w:rsidRPr="00AC2305" w:rsidRDefault="00F257EA" w:rsidP="00F257EA">
            <w:pPr>
              <w:pStyle w:val="NoSpacing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="00AC2305" w:rsidRPr="00AC2305">
              <w:rPr>
                <w:rFonts w:ascii="Arial" w:hAnsi="Arial" w:cs="Arial"/>
                <w:bCs/>
                <w:sz w:val="19"/>
                <w:szCs w:val="19"/>
              </w:rPr>
              <w:t>0.0</w:t>
            </w:r>
            <w:r>
              <w:rPr>
                <w:rFonts w:ascii="Arial" w:hAnsi="Arial" w:cs="Arial"/>
                <w:bCs/>
                <w:sz w:val="19"/>
                <w:szCs w:val="19"/>
              </w:rPr>
              <w:t>02</w:t>
            </w:r>
          </w:p>
        </w:tc>
        <w:tc>
          <w:tcPr>
            <w:tcW w:w="1560" w:type="dxa"/>
            <w:tcBorders>
              <w:bottom w:val="single" w:sz="18" w:space="0" w:color="auto"/>
            </w:tcBorders>
          </w:tcPr>
          <w:p w14:paraId="73C03B13" w14:textId="642B9851" w:rsidR="00FB368A" w:rsidRPr="00AC2305" w:rsidRDefault="00AC2305" w:rsidP="00F257EA">
            <w:pPr>
              <w:pStyle w:val="NoSpacing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AC2305">
              <w:rPr>
                <w:rFonts w:ascii="Arial" w:hAnsi="Arial" w:cs="Arial"/>
                <w:bCs/>
                <w:sz w:val="19"/>
                <w:szCs w:val="19"/>
              </w:rPr>
              <w:t>-0.3</w:t>
            </w:r>
            <w:r w:rsidR="00F257EA">
              <w:rPr>
                <w:rFonts w:ascii="Arial" w:hAnsi="Arial" w:cs="Arial"/>
                <w:bCs/>
                <w:sz w:val="19"/>
                <w:szCs w:val="19"/>
              </w:rPr>
              <w:t>50</w:t>
            </w:r>
            <w:r w:rsidRPr="00AC2305">
              <w:rPr>
                <w:rFonts w:ascii="Arial" w:hAnsi="Arial" w:cs="Arial"/>
                <w:bCs/>
                <w:sz w:val="19"/>
                <w:szCs w:val="19"/>
              </w:rPr>
              <w:t>; 0.3</w:t>
            </w:r>
            <w:r w:rsidR="00F257EA">
              <w:rPr>
                <w:rFonts w:ascii="Arial" w:hAnsi="Arial" w:cs="Arial"/>
                <w:bCs/>
                <w:sz w:val="19"/>
                <w:szCs w:val="19"/>
              </w:rPr>
              <w:t>53</w:t>
            </w: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14:paraId="30A74B54" w14:textId="09C39BCF" w:rsidR="00FB368A" w:rsidRPr="00AC2305" w:rsidRDefault="00AC2305" w:rsidP="00F257EA">
            <w:pPr>
              <w:pStyle w:val="NoSpacing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C2305">
              <w:rPr>
                <w:rFonts w:ascii="Arial" w:hAnsi="Arial" w:cs="Arial"/>
                <w:bCs/>
                <w:sz w:val="20"/>
                <w:szCs w:val="20"/>
              </w:rPr>
              <w:t>0.9</w:t>
            </w:r>
            <w:r w:rsidR="00F257EA">
              <w:rPr>
                <w:rFonts w:ascii="Arial" w:hAnsi="Arial" w:cs="Arial"/>
                <w:bCs/>
                <w:sz w:val="20"/>
                <w:szCs w:val="20"/>
              </w:rPr>
              <w:t>93</w:t>
            </w:r>
          </w:p>
        </w:tc>
      </w:tr>
    </w:tbl>
    <w:p w14:paraId="3EF43635" w14:textId="6EEFFD06" w:rsidR="006065E9" w:rsidRDefault="00CB01FD" w:rsidP="00A62418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Model 2</w:t>
      </w:r>
      <w:r w:rsidR="001013E9">
        <w:rPr>
          <w:rFonts w:ascii="Arial" w:hAnsi="Arial" w:cs="Arial"/>
        </w:rPr>
        <w:t xml:space="preserve">: adjusted for gestational age, </w:t>
      </w:r>
      <w:r w:rsidR="001013E9">
        <w:rPr>
          <w:rFonts w:ascii="Arial" w:hAnsi="Arial" w:cs="Arial"/>
          <w:lang w:val="en-GB"/>
        </w:rPr>
        <w:t>maternal age, BMI, parity, conception mode, foetal sex and periconceptional alcohol consumption, smoking and folic acid supplement</w:t>
      </w:r>
      <w:r w:rsidR="00C66011">
        <w:rPr>
          <w:rFonts w:ascii="Arial" w:hAnsi="Arial" w:cs="Arial"/>
          <w:lang w:val="en-GB"/>
        </w:rPr>
        <w:t xml:space="preserve"> use</w:t>
      </w:r>
      <w:r w:rsidR="001013E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Model 3</w:t>
      </w:r>
      <w:r w:rsidR="001013E9">
        <w:rPr>
          <w:rFonts w:ascii="Arial" w:hAnsi="Arial" w:cs="Arial"/>
        </w:rPr>
        <w:t xml:space="preserve">: </w:t>
      </w:r>
      <w:r w:rsidR="00C66011">
        <w:rPr>
          <w:rFonts w:ascii="Arial" w:hAnsi="Arial" w:cs="Arial"/>
        </w:rPr>
        <w:t>Model 2</w:t>
      </w:r>
      <w:r w:rsidR="00D42244">
        <w:rPr>
          <w:rFonts w:ascii="Arial" w:hAnsi="Arial" w:cs="Arial"/>
        </w:rPr>
        <w:t xml:space="preserve"> additionally adjusted for </w:t>
      </w:r>
      <w:r w:rsidR="001013E9">
        <w:rPr>
          <w:rFonts w:ascii="Arial" w:hAnsi="Arial" w:cs="Arial"/>
        </w:rPr>
        <w:t xml:space="preserve">total energy intake. </w:t>
      </w:r>
      <w:r w:rsidR="00102077" w:rsidRPr="001C6FBC">
        <w:rPr>
          <w:rFonts w:ascii="Arial" w:hAnsi="Arial" w:cs="Arial"/>
        </w:rPr>
        <w:t xml:space="preserve">PV = placental volume. uPVV = utero-placental vascular volume. uPVS = utero-placental vascular skeleton. </w:t>
      </w:r>
      <w:r w:rsidR="001013E9">
        <w:rPr>
          <w:rFonts w:ascii="Arial" w:hAnsi="Arial" w:cs="Arial"/>
        </w:rPr>
        <w:t>*significance at p-value&lt;0.05.</w:t>
      </w:r>
    </w:p>
    <w:p w14:paraId="606647FB" w14:textId="52A07E7E" w:rsidR="00C05225" w:rsidRPr="001C6FBC" w:rsidRDefault="00CB01FD" w:rsidP="00FB4D58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 </w:t>
      </w:r>
    </w:p>
    <w:sectPr w:rsidR="00C05225" w:rsidRPr="001C6FBC" w:rsidSect="002D04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EA46B" w16cex:dateUtc="2023-05-04T19:38:00Z"/>
  <w16cex:commentExtensible w16cex:durableId="27FEA4E7" w16cex:dateUtc="2023-05-04T19:40:00Z"/>
  <w16cex:commentExtensible w16cex:durableId="27FEA56C" w16cex:dateUtc="2023-05-04T19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1F1CB2" w16cid:durableId="27FEA3CC"/>
  <w16cid:commentId w16cid:paraId="54D76DB7" w16cid:durableId="27FEA3CD"/>
  <w16cid:commentId w16cid:paraId="4CD17198" w16cid:durableId="27FEA3CE"/>
  <w16cid:commentId w16cid:paraId="092566CB" w16cid:durableId="27FEA3CF"/>
  <w16cid:commentId w16cid:paraId="4B0DCA78" w16cid:durableId="27FEA46B"/>
  <w16cid:commentId w16cid:paraId="00E798CD" w16cid:durableId="27FEA4E7"/>
  <w16cid:commentId w16cid:paraId="3A902E1A" w16cid:durableId="27FEA3D0"/>
  <w16cid:commentId w16cid:paraId="15C60B07" w16cid:durableId="27FEA3D1"/>
  <w16cid:commentId w16cid:paraId="6B580F7F" w16cid:durableId="27FEA56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B00D1" w14:textId="77777777" w:rsidR="003B0F5E" w:rsidRDefault="003B0F5E" w:rsidP="00477341">
      <w:pPr>
        <w:spacing w:after="0" w:line="240" w:lineRule="auto"/>
      </w:pPr>
      <w:r>
        <w:separator/>
      </w:r>
    </w:p>
  </w:endnote>
  <w:endnote w:type="continuationSeparator" w:id="0">
    <w:p w14:paraId="338B7383" w14:textId="77777777" w:rsidR="003B0F5E" w:rsidRDefault="003B0F5E" w:rsidP="00477341">
      <w:pPr>
        <w:spacing w:after="0" w:line="240" w:lineRule="auto"/>
      </w:pPr>
      <w:r>
        <w:continuationSeparator/>
      </w:r>
    </w:p>
  </w:endnote>
  <w:endnote w:type="continuationNotice" w:id="1">
    <w:p w14:paraId="1C8BB282" w14:textId="77777777" w:rsidR="003B0F5E" w:rsidRDefault="003B0F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2631928"/>
      <w:docPartObj>
        <w:docPartGallery w:val="Page Numbers (Bottom of Page)"/>
        <w:docPartUnique/>
      </w:docPartObj>
    </w:sdtPr>
    <w:sdtContent>
      <w:p w14:paraId="5E0C4FA8" w14:textId="0FDA656B" w:rsidR="003B0F5E" w:rsidRDefault="003B0F5E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D58" w:rsidRPr="00FB4D58">
          <w:rPr>
            <w:noProof/>
            <w:lang w:val="nl-NL"/>
          </w:rPr>
          <w:t>3</w:t>
        </w:r>
        <w:r>
          <w:fldChar w:fldCharType="end"/>
        </w:r>
      </w:p>
    </w:sdtContent>
  </w:sdt>
  <w:p w14:paraId="50F693B3" w14:textId="77777777" w:rsidR="003B0F5E" w:rsidRDefault="003B0F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26524" w14:textId="77777777" w:rsidR="003B0F5E" w:rsidRDefault="003B0F5E" w:rsidP="00477341">
      <w:pPr>
        <w:spacing w:after="0" w:line="240" w:lineRule="auto"/>
      </w:pPr>
      <w:r>
        <w:separator/>
      </w:r>
    </w:p>
  </w:footnote>
  <w:footnote w:type="continuationSeparator" w:id="0">
    <w:p w14:paraId="272D9EF2" w14:textId="77777777" w:rsidR="003B0F5E" w:rsidRDefault="003B0F5E" w:rsidP="00477341">
      <w:pPr>
        <w:spacing w:after="0" w:line="240" w:lineRule="auto"/>
      </w:pPr>
      <w:r>
        <w:continuationSeparator/>
      </w:r>
    </w:p>
  </w:footnote>
  <w:footnote w:type="continuationNotice" w:id="1">
    <w:p w14:paraId="36548DCD" w14:textId="77777777" w:rsidR="003B0F5E" w:rsidRDefault="003B0F5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53133"/>
    <w:multiLevelType w:val="hybridMultilevel"/>
    <w:tmpl w:val="5122FA8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127122"/>
    <w:multiLevelType w:val="hybridMultilevel"/>
    <w:tmpl w:val="F00ECAEE"/>
    <w:lvl w:ilvl="0" w:tplc="0413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B4E"/>
    <w:rsid w:val="0002389C"/>
    <w:rsid w:val="00040EA4"/>
    <w:rsid w:val="000415C2"/>
    <w:rsid w:val="00045C45"/>
    <w:rsid w:val="000544D6"/>
    <w:rsid w:val="00066C05"/>
    <w:rsid w:val="000758F6"/>
    <w:rsid w:val="00084042"/>
    <w:rsid w:val="00090C64"/>
    <w:rsid w:val="000A6216"/>
    <w:rsid w:val="000A65DB"/>
    <w:rsid w:val="000E14E6"/>
    <w:rsid w:val="000F59E5"/>
    <w:rsid w:val="001013E9"/>
    <w:rsid w:val="00102077"/>
    <w:rsid w:val="00111826"/>
    <w:rsid w:val="001149DE"/>
    <w:rsid w:val="00121CA4"/>
    <w:rsid w:val="00163E28"/>
    <w:rsid w:val="0018137D"/>
    <w:rsid w:val="0018693C"/>
    <w:rsid w:val="00192EA9"/>
    <w:rsid w:val="001A6C81"/>
    <w:rsid w:val="001B1DEA"/>
    <w:rsid w:val="001C6FBC"/>
    <w:rsid w:val="001E5895"/>
    <w:rsid w:val="001E66FC"/>
    <w:rsid w:val="001F0AD4"/>
    <w:rsid w:val="00237310"/>
    <w:rsid w:val="002623A8"/>
    <w:rsid w:val="00293AC6"/>
    <w:rsid w:val="002A4C4D"/>
    <w:rsid w:val="002A69E3"/>
    <w:rsid w:val="002A6F9F"/>
    <w:rsid w:val="002C0092"/>
    <w:rsid w:val="002C1589"/>
    <w:rsid w:val="002D049F"/>
    <w:rsid w:val="002D6079"/>
    <w:rsid w:val="002E5E66"/>
    <w:rsid w:val="002F1011"/>
    <w:rsid w:val="00341C3B"/>
    <w:rsid w:val="003421A8"/>
    <w:rsid w:val="003628F3"/>
    <w:rsid w:val="00377706"/>
    <w:rsid w:val="003B0F5E"/>
    <w:rsid w:val="003B0FFB"/>
    <w:rsid w:val="003B1503"/>
    <w:rsid w:val="003B6526"/>
    <w:rsid w:val="003E3072"/>
    <w:rsid w:val="003E5378"/>
    <w:rsid w:val="003F624C"/>
    <w:rsid w:val="00400175"/>
    <w:rsid w:val="004106AF"/>
    <w:rsid w:val="00423D76"/>
    <w:rsid w:val="00430E0B"/>
    <w:rsid w:val="00460E89"/>
    <w:rsid w:val="00464846"/>
    <w:rsid w:val="00465F4C"/>
    <w:rsid w:val="00472BD5"/>
    <w:rsid w:val="00477341"/>
    <w:rsid w:val="00486804"/>
    <w:rsid w:val="00497CE1"/>
    <w:rsid w:val="004A4B4E"/>
    <w:rsid w:val="004B3CD5"/>
    <w:rsid w:val="004C1B88"/>
    <w:rsid w:val="004C25F0"/>
    <w:rsid w:val="004E69CD"/>
    <w:rsid w:val="005061AF"/>
    <w:rsid w:val="00521C9A"/>
    <w:rsid w:val="00534B83"/>
    <w:rsid w:val="005449C9"/>
    <w:rsid w:val="00577F35"/>
    <w:rsid w:val="005D0E8F"/>
    <w:rsid w:val="005D7745"/>
    <w:rsid w:val="005F411E"/>
    <w:rsid w:val="006065E9"/>
    <w:rsid w:val="006160C2"/>
    <w:rsid w:val="006423CE"/>
    <w:rsid w:val="006B4711"/>
    <w:rsid w:val="006C1900"/>
    <w:rsid w:val="006C35DC"/>
    <w:rsid w:val="006F073F"/>
    <w:rsid w:val="006F25EF"/>
    <w:rsid w:val="006F3AB0"/>
    <w:rsid w:val="00701789"/>
    <w:rsid w:val="00712FB1"/>
    <w:rsid w:val="00714724"/>
    <w:rsid w:val="00727FC9"/>
    <w:rsid w:val="00747B67"/>
    <w:rsid w:val="00762F86"/>
    <w:rsid w:val="00773F0B"/>
    <w:rsid w:val="00780C73"/>
    <w:rsid w:val="007827EA"/>
    <w:rsid w:val="00787E2F"/>
    <w:rsid w:val="00797292"/>
    <w:rsid w:val="007B5749"/>
    <w:rsid w:val="007B7CE0"/>
    <w:rsid w:val="007E3A97"/>
    <w:rsid w:val="00806A32"/>
    <w:rsid w:val="00813D34"/>
    <w:rsid w:val="0084252F"/>
    <w:rsid w:val="008446F9"/>
    <w:rsid w:val="008620B1"/>
    <w:rsid w:val="0086211D"/>
    <w:rsid w:val="008B7FE0"/>
    <w:rsid w:val="00906558"/>
    <w:rsid w:val="00915FB8"/>
    <w:rsid w:val="00921866"/>
    <w:rsid w:val="00953366"/>
    <w:rsid w:val="009679F9"/>
    <w:rsid w:val="009771CE"/>
    <w:rsid w:val="00987258"/>
    <w:rsid w:val="00991FA8"/>
    <w:rsid w:val="009B4E53"/>
    <w:rsid w:val="009C0988"/>
    <w:rsid w:val="009C33F6"/>
    <w:rsid w:val="009C34A5"/>
    <w:rsid w:val="009C45C3"/>
    <w:rsid w:val="009E1A8F"/>
    <w:rsid w:val="00A045D7"/>
    <w:rsid w:val="00A340AD"/>
    <w:rsid w:val="00A511AA"/>
    <w:rsid w:val="00A62418"/>
    <w:rsid w:val="00A63978"/>
    <w:rsid w:val="00A672AF"/>
    <w:rsid w:val="00AC2305"/>
    <w:rsid w:val="00AE424A"/>
    <w:rsid w:val="00AE76F4"/>
    <w:rsid w:val="00B01B09"/>
    <w:rsid w:val="00B0256B"/>
    <w:rsid w:val="00B03802"/>
    <w:rsid w:val="00B221FB"/>
    <w:rsid w:val="00B40FB7"/>
    <w:rsid w:val="00B44E9E"/>
    <w:rsid w:val="00B46E11"/>
    <w:rsid w:val="00B75E4B"/>
    <w:rsid w:val="00B81C4F"/>
    <w:rsid w:val="00B90742"/>
    <w:rsid w:val="00BA65B9"/>
    <w:rsid w:val="00BB55DE"/>
    <w:rsid w:val="00BC0CCB"/>
    <w:rsid w:val="00BD2245"/>
    <w:rsid w:val="00BE65E5"/>
    <w:rsid w:val="00C05225"/>
    <w:rsid w:val="00C5273F"/>
    <w:rsid w:val="00C66011"/>
    <w:rsid w:val="00C961E1"/>
    <w:rsid w:val="00CA7A56"/>
    <w:rsid w:val="00CB01FD"/>
    <w:rsid w:val="00CD341A"/>
    <w:rsid w:val="00CD698B"/>
    <w:rsid w:val="00CE0BDE"/>
    <w:rsid w:val="00CE1BC5"/>
    <w:rsid w:val="00CE4E0D"/>
    <w:rsid w:val="00D02656"/>
    <w:rsid w:val="00D17A9F"/>
    <w:rsid w:val="00D34CC5"/>
    <w:rsid w:val="00D40E64"/>
    <w:rsid w:val="00D42244"/>
    <w:rsid w:val="00D53C63"/>
    <w:rsid w:val="00D57AF3"/>
    <w:rsid w:val="00D946E5"/>
    <w:rsid w:val="00DA626E"/>
    <w:rsid w:val="00DC5C5A"/>
    <w:rsid w:val="00DC65E8"/>
    <w:rsid w:val="00DF7605"/>
    <w:rsid w:val="00DF7D2D"/>
    <w:rsid w:val="00E13289"/>
    <w:rsid w:val="00E22DCB"/>
    <w:rsid w:val="00E30B7B"/>
    <w:rsid w:val="00E3444E"/>
    <w:rsid w:val="00E42D96"/>
    <w:rsid w:val="00E43F19"/>
    <w:rsid w:val="00E4609C"/>
    <w:rsid w:val="00E566F1"/>
    <w:rsid w:val="00E73E14"/>
    <w:rsid w:val="00ED126D"/>
    <w:rsid w:val="00EE1BC4"/>
    <w:rsid w:val="00EE4F11"/>
    <w:rsid w:val="00F062DF"/>
    <w:rsid w:val="00F11EB9"/>
    <w:rsid w:val="00F162EB"/>
    <w:rsid w:val="00F257EA"/>
    <w:rsid w:val="00F3579D"/>
    <w:rsid w:val="00F43F2E"/>
    <w:rsid w:val="00F516AC"/>
    <w:rsid w:val="00F574F5"/>
    <w:rsid w:val="00F60FE1"/>
    <w:rsid w:val="00F74706"/>
    <w:rsid w:val="00F77298"/>
    <w:rsid w:val="00F80190"/>
    <w:rsid w:val="00F855EC"/>
    <w:rsid w:val="00F85D6D"/>
    <w:rsid w:val="00F92DAC"/>
    <w:rsid w:val="00F94BF7"/>
    <w:rsid w:val="00FA45A7"/>
    <w:rsid w:val="00FA709E"/>
    <w:rsid w:val="00FB1563"/>
    <w:rsid w:val="00FB3379"/>
    <w:rsid w:val="00FB368A"/>
    <w:rsid w:val="00FB4D58"/>
    <w:rsid w:val="00FE0522"/>
    <w:rsid w:val="00FE1F60"/>
    <w:rsid w:val="00FE3045"/>
    <w:rsid w:val="00FE359B"/>
    <w:rsid w:val="00FF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458BE"/>
  <w15:chartTrackingRefBased/>
  <w15:docId w15:val="{3BC9EA6C-F057-4058-89E4-A4A53FDAE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4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14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4E6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0E14E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7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7341"/>
  </w:style>
  <w:style w:type="paragraph" w:styleId="Footer">
    <w:name w:val="footer"/>
    <w:basedOn w:val="Normal"/>
    <w:link w:val="FooterChar"/>
    <w:uiPriority w:val="99"/>
    <w:unhideWhenUsed/>
    <w:rsid w:val="00477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7341"/>
  </w:style>
  <w:style w:type="paragraph" w:styleId="NoSpacing">
    <w:name w:val="No Spacing"/>
    <w:uiPriority w:val="1"/>
    <w:qFormat/>
    <w:rsid w:val="00987258"/>
    <w:pPr>
      <w:spacing w:after="0" w:line="240" w:lineRule="auto"/>
    </w:pPr>
  </w:style>
  <w:style w:type="table" w:styleId="ListTable1Light">
    <w:name w:val="List Table 1 Light"/>
    <w:basedOn w:val="TableNormal"/>
    <w:uiPriority w:val="46"/>
    <w:rsid w:val="00400175"/>
    <w:pPr>
      <w:spacing w:after="0" w:line="240" w:lineRule="auto"/>
    </w:pPr>
    <w:rPr>
      <w:kern w:val="0"/>
      <w:lang w:val="nl-NL"/>
      <w14:ligatures w14:val="none"/>
    </w:rPr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001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3E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01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01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0175"/>
    <w:rPr>
      <w:b/>
      <w:bCs/>
      <w:sz w:val="20"/>
      <w:szCs w:val="20"/>
    </w:rPr>
  </w:style>
  <w:style w:type="table" w:customStyle="1" w:styleId="Lijsttabel1licht1">
    <w:name w:val="Lijsttabel 1 licht1"/>
    <w:basedOn w:val="TableNormal"/>
    <w:uiPriority w:val="46"/>
    <w:rsid w:val="002D049F"/>
    <w:pPr>
      <w:spacing w:after="0" w:line="240" w:lineRule="auto"/>
    </w:pPr>
    <w:rPr>
      <w:kern w:val="0"/>
      <w:lang w:val="nl-NL"/>
      <w14:ligatures w14:val="none"/>
    </w:rPr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Revision">
    <w:name w:val="Revision"/>
    <w:hidden/>
    <w:uiPriority w:val="99"/>
    <w:semiHidden/>
    <w:rsid w:val="00B46E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8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56188\AppData\Local\Temp\Templafy\WordVsto\rvxxpwp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TemplafyTemplateConfiguration><![CDATA[{"elementsMetadata":[],"transformationConfigurations":[],"templateName":"Blank","templateDescription":"","enableDocumentContentUpdater":false,"version":"2.0"}]]></TemplafyTemplateConfiguration>
</file>

<file path=customXml/item2.xml><?xml version="1.0" encoding="utf-8"?>
<TemplafyFormConfiguration><![CDATA[{"formFields":[],"formDataEntries":[]}]]></TemplafyFormConfiguration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5D544-A5A6-4514-8CDB-46EEDCDCC460}">
  <ds:schemaRefs/>
</ds:datastoreItem>
</file>

<file path=customXml/itemProps2.xml><?xml version="1.0" encoding="utf-8"?>
<ds:datastoreItem xmlns:ds="http://schemas.openxmlformats.org/officeDocument/2006/customXml" ds:itemID="{4964C7DC-7DA6-4285-8147-84D827CEBBDE}">
  <ds:schemaRefs/>
</ds:datastoreItem>
</file>

<file path=customXml/itemProps3.xml><?xml version="1.0" encoding="utf-8"?>
<ds:datastoreItem xmlns:ds="http://schemas.openxmlformats.org/officeDocument/2006/customXml" ds:itemID="{208B03FC-1057-448A-B2C2-1B31EF603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rvxxpwpd</Template>
  <TotalTime>0</TotalTime>
  <Pages>5</Pages>
  <Words>1246</Words>
  <Characters>6858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E.S. de Vos</dc:creator>
  <cp:keywords/>
  <dc:description/>
  <cp:lastModifiedBy>Eline de Vos</cp:lastModifiedBy>
  <cp:revision>2</cp:revision>
  <dcterms:created xsi:type="dcterms:W3CDTF">2023-06-09T12:32:00Z</dcterms:created>
  <dcterms:modified xsi:type="dcterms:W3CDTF">2023-06-09T12:32:00Z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fyTenantId">
    <vt:lpwstr>erasmusmc</vt:lpwstr>
  </property>
  <property fmtid="{D5CDD505-2E9C-101B-9397-08002B2CF9AE}" pid="3" name="TemplafyTemplateId">
    <vt:lpwstr>637841469455294394</vt:lpwstr>
  </property>
  <property fmtid="{D5CDD505-2E9C-101B-9397-08002B2CF9AE}" pid="4" name="TemplafyUserProfileId">
    <vt:lpwstr>637731634654088145</vt:lpwstr>
  </property>
  <property fmtid="{D5CDD505-2E9C-101B-9397-08002B2CF9AE}" pid="5" name="TemplafyFromBlank">
    <vt:bool>true</vt:bool>
  </property>
</Properties>
</file>