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00" w:type="dxa"/>
        <w:tblLook w:val="04A0" w:firstRow="1" w:lastRow="0" w:firstColumn="1" w:lastColumn="0" w:noHBand="0" w:noVBand="1"/>
      </w:tblPr>
      <w:tblGrid>
        <w:gridCol w:w="6039"/>
        <w:gridCol w:w="1251"/>
        <w:gridCol w:w="2010"/>
      </w:tblGrid>
      <w:tr w:rsidR="005E33DD" w:rsidRPr="00B6001B" w14:paraId="04DE0AAA" w14:textId="77777777" w:rsidTr="00411DB3">
        <w:trPr>
          <w:trHeight w:val="320"/>
        </w:trPr>
        <w:tc>
          <w:tcPr>
            <w:tcW w:w="9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D5DA3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Table 1. Demographics</w:t>
            </w:r>
          </w:p>
        </w:tc>
      </w:tr>
      <w:tr w:rsidR="005E33DD" w:rsidRPr="00B6001B" w14:paraId="6D98798F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C411" w14:textId="77777777" w:rsidR="005E33DD" w:rsidRPr="00B6001B" w:rsidRDefault="005E33DD" w:rsidP="002148AC">
            <w:pPr>
              <w:rPr>
                <w:b/>
                <w:bCs/>
                <w:color w:val="000000"/>
              </w:rPr>
            </w:pPr>
            <w:r w:rsidRPr="00B6001B">
              <w:rPr>
                <w:b/>
                <w:bCs/>
                <w:color w:val="000000"/>
              </w:rPr>
              <w:t>Variables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ADB5BD" w14:textId="77777777" w:rsidR="005E33DD" w:rsidRPr="00B6001B" w:rsidRDefault="005E33DD" w:rsidP="002148A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1ED46" w14:textId="77777777" w:rsidR="005E33DD" w:rsidRPr="00B6001B" w:rsidRDefault="005E33DD" w:rsidP="002148AC">
            <w:pPr>
              <w:jc w:val="right"/>
              <w:rPr>
                <w:b/>
                <w:bCs/>
                <w:color w:val="000000"/>
              </w:rPr>
            </w:pPr>
            <w:r w:rsidRPr="00B6001B">
              <w:rPr>
                <w:b/>
                <w:bCs/>
                <w:color w:val="000000"/>
              </w:rPr>
              <w:t>Mean</w:t>
            </w:r>
            <w:r>
              <w:rPr>
                <w:b/>
                <w:bCs/>
                <w:color w:val="000000"/>
              </w:rPr>
              <w:t xml:space="preserve"> (</w:t>
            </w:r>
            <w:r w:rsidRPr="00B6001B">
              <w:rPr>
                <w:b/>
                <w:bCs/>
                <w:color w:val="000000"/>
              </w:rPr>
              <w:t>S.D.</w:t>
            </w:r>
            <w:r>
              <w:rPr>
                <w:b/>
                <w:bCs/>
                <w:color w:val="000000"/>
              </w:rPr>
              <w:t>)</w:t>
            </w:r>
          </w:p>
        </w:tc>
      </w:tr>
      <w:tr w:rsidR="005E33DD" w:rsidRPr="00B6001B" w14:paraId="2488DFB8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48B5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Age of parent at stillbirth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DEEA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EDD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31.</w:t>
            </w:r>
            <w:r>
              <w:rPr>
                <w:color w:val="000000"/>
              </w:rPr>
              <w:t>1 (</w:t>
            </w:r>
            <w:r w:rsidRPr="00B6001B">
              <w:rPr>
                <w:color w:val="000000"/>
              </w:rPr>
              <w:t>6.3</w:t>
            </w:r>
            <w:r>
              <w:rPr>
                <w:color w:val="000000"/>
              </w:rPr>
              <w:t>)</w:t>
            </w:r>
          </w:p>
        </w:tc>
      </w:tr>
      <w:tr w:rsidR="005E33DD" w:rsidRPr="00B6001B" w14:paraId="30576600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5981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Time since stillbirth (years)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8488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00A3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3.</w:t>
            </w:r>
            <w:r>
              <w:rPr>
                <w:color w:val="000000"/>
              </w:rPr>
              <w:t>9 (</w:t>
            </w:r>
            <w:r w:rsidRPr="00B6001B">
              <w:rPr>
                <w:color w:val="000000"/>
              </w:rPr>
              <w:t>1.4</w:t>
            </w:r>
            <w:r>
              <w:rPr>
                <w:color w:val="000000"/>
              </w:rPr>
              <w:t>)</w:t>
            </w:r>
          </w:p>
        </w:tc>
      </w:tr>
      <w:tr w:rsidR="005E33DD" w:rsidRPr="00B6001B" w14:paraId="1F67669A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E059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Gestational age of stillborn (weeks)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B81B5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F29F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26.2</w:t>
            </w:r>
            <w:r>
              <w:rPr>
                <w:color w:val="000000"/>
              </w:rPr>
              <w:t xml:space="preserve"> (</w:t>
            </w:r>
            <w:r w:rsidRPr="00B6001B">
              <w:rPr>
                <w:color w:val="000000"/>
              </w:rPr>
              <w:t>7.2</w:t>
            </w:r>
            <w:r>
              <w:rPr>
                <w:color w:val="000000"/>
              </w:rPr>
              <w:t>)</w:t>
            </w:r>
          </w:p>
        </w:tc>
      </w:tr>
      <w:tr w:rsidR="005E33DD" w:rsidRPr="00B6001B" w14:paraId="71B0D288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D532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Number of children, including losses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AD94C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F154C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4.</w:t>
            </w:r>
            <w:r>
              <w:rPr>
                <w:color w:val="000000"/>
              </w:rPr>
              <w:t>4 (</w:t>
            </w:r>
            <w:r w:rsidRPr="00B6001B">
              <w:rPr>
                <w:color w:val="000000"/>
              </w:rPr>
              <w:t>2.</w:t>
            </w:r>
            <w:r>
              <w:rPr>
                <w:color w:val="000000"/>
              </w:rPr>
              <w:t>7)</w:t>
            </w:r>
          </w:p>
        </w:tc>
      </w:tr>
      <w:tr w:rsidR="005E33DD" w:rsidRPr="00B6001B" w14:paraId="3B7AD5CE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9A804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57A0" w14:textId="77777777" w:rsidR="005E33DD" w:rsidRPr="00B6001B" w:rsidRDefault="005E33DD" w:rsidP="002148AC">
            <w:pPr>
              <w:jc w:val="right"/>
              <w:rPr>
                <w:b/>
                <w:bCs/>
                <w:color w:val="000000"/>
              </w:rPr>
            </w:pPr>
            <w:r w:rsidRPr="00B6001B">
              <w:rPr>
                <w:b/>
                <w:bCs/>
                <w:color w:val="000000"/>
              </w:rPr>
              <w:t>Number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17B7A" w14:textId="77777777" w:rsidR="005E33DD" w:rsidRPr="00B6001B" w:rsidRDefault="005E33DD" w:rsidP="002148AC">
            <w:pPr>
              <w:jc w:val="right"/>
              <w:rPr>
                <w:b/>
                <w:bCs/>
                <w:color w:val="000000"/>
              </w:rPr>
            </w:pPr>
            <w:r w:rsidRPr="00B6001B">
              <w:rPr>
                <w:b/>
                <w:bCs/>
                <w:color w:val="000000"/>
              </w:rPr>
              <w:t>Percent of total</w:t>
            </w:r>
          </w:p>
        </w:tc>
      </w:tr>
      <w:tr w:rsidR="005E33DD" w:rsidRPr="00B6001B" w14:paraId="49A10940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1B9F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Religion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9028" w14:textId="77777777" w:rsidR="005E33DD" w:rsidRPr="00B6001B" w:rsidRDefault="005E33DD" w:rsidP="002148AC">
            <w:pPr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2FDC" w14:textId="77777777" w:rsidR="005E33DD" w:rsidRPr="00B6001B" w:rsidRDefault="005E33DD" w:rsidP="002148AC"/>
        </w:tc>
      </w:tr>
      <w:tr w:rsidR="005E33DD" w:rsidRPr="00B6001B" w14:paraId="5D2BDC01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BFAE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Agnostic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517A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71F0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10E86C32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E7B4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Atheist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E053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9469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1266981A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6ACB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Catholic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C32A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FECB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08E21CC9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D592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The Church of Jesus Christ of Latter-Day Saints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76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7765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42%</w:t>
            </w:r>
          </w:p>
        </w:tc>
      </w:tr>
      <w:tr w:rsidR="005E33DD" w:rsidRPr="00B6001B" w14:paraId="44E1FEE3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0A9F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No Spiritual preference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6EE0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56A6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16%</w:t>
            </w:r>
          </w:p>
        </w:tc>
      </w:tr>
      <w:tr w:rsidR="005E33DD" w:rsidRPr="00B6001B" w14:paraId="2E9ECF52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298D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Missing/prefer not to answer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CCF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9877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26%</w:t>
            </w:r>
          </w:p>
        </w:tc>
      </w:tr>
      <w:tr w:rsidR="005E33DD" w:rsidRPr="00B6001B" w14:paraId="051C8280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3836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Race/Ethnicity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24AA" w14:textId="77777777" w:rsidR="005E33DD" w:rsidRPr="00B6001B" w:rsidRDefault="005E33DD" w:rsidP="002148AC">
            <w:pPr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7EAD" w14:textId="77777777" w:rsidR="005E33DD" w:rsidRPr="00B6001B" w:rsidRDefault="005E33DD" w:rsidP="002148AC"/>
        </w:tc>
      </w:tr>
      <w:tr w:rsidR="005E33DD" w:rsidRPr="00B6001B" w14:paraId="31CB9034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1F33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Hispanic/Latino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B1EE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DF76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0389AA9C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E8AA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White or Caucasian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B06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2A4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84%</w:t>
            </w:r>
          </w:p>
        </w:tc>
      </w:tr>
      <w:tr w:rsidR="005E33DD" w:rsidRPr="00B6001B" w14:paraId="2FA13521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E5F5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Native Hawaiian and Other Pacific Islander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C631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05A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380CFF4C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F094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Missing/prefer not to answer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4372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328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4A50FEC9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E9AA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Marital status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FD8A" w14:textId="77777777" w:rsidR="005E33DD" w:rsidRPr="00B6001B" w:rsidRDefault="005E33DD" w:rsidP="002148AC">
            <w:pPr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8EB9" w14:textId="77777777" w:rsidR="005E33DD" w:rsidRPr="00B6001B" w:rsidRDefault="005E33DD" w:rsidP="002148AC"/>
        </w:tc>
      </w:tr>
      <w:tr w:rsidR="005E33DD" w:rsidRPr="00B6001B" w14:paraId="095572A8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4BF9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Married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646E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82B0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74%</w:t>
            </w:r>
          </w:p>
        </w:tc>
      </w:tr>
      <w:tr w:rsidR="005E33DD" w:rsidRPr="00B6001B" w14:paraId="41A046A1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4CE8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Single/Divorced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2AC3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372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21%</w:t>
            </w:r>
          </w:p>
        </w:tc>
      </w:tr>
      <w:tr w:rsidR="005E33DD" w:rsidRPr="00B6001B" w14:paraId="5236059C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5CA4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Missing/prefer not to answer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C45E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F3E2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348D0809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09B6" w14:textId="77777777" w:rsidR="005E33DD" w:rsidRPr="00B6001B" w:rsidRDefault="005E33DD" w:rsidP="002148AC">
            <w:pPr>
              <w:rPr>
                <w:color w:val="000000"/>
              </w:rPr>
            </w:pPr>
            <w:r>
              <w:rPr>
                <w:color w:val="000000"/>
              </w:rPr>
              <w:t>Parent</w:t>
            </w:r>
            <w:r w:rsidRPr="00B6001B">
              <w:rPr>
                <w:color w:val="000000"/>
              </w:rPr>
              <w:t>'s education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755F" w14:textId="77777777" w:rsidR="005E33DD" w:rsidRPr="00B6001B" w:rsidRDefault="005E33DD" w:rsidP="002148AC">
            <w:pPr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6081" w14:textId="77777777" w:rsidR="005E33DD" w:rsidRPr="00B6001B" w:rsidRDefault="005E33DD" w:rsidP="002148AC"/>
        </w:tc>
      </w:tr>
      <w:tr w:rsidR="005E33DD" w:rsidRPr="00B6001B" w14:paraId="453EF2F9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1813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GED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6814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C14A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5%</w:t>
            </w:r>
          </w:p>
        </w:tc>
      </w:tr>
      <w:tr w:rsidR="005E33DD" w:rsidRPr="00B6001B" w14:paraId="34A79B01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120D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Some college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3D29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2FD3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16%</w:t>
            </w:r>
          </w:p>
        </w:tc>
      </w:tr>
      <w:tr w:rsidR="005E33DD" w:rsidRPr="00B6001B" w14:paraId="610B07F2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7AD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Bachelor's degree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EB82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3F08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26%</w:t>
            </w:r>
          </w:p>
        </w:tc>
      </w:tr>
      <w:tr w:rsidR="005E33DD" w:rsidRPr="00B6001B" w14:paraId="5D079ED1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BA48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Master's degree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6786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53D2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11%</w:t>
            </w:r>
          </w:p>
        </w:tc>
      </w:tr>
      <w:tr w:rsidR="005E33DD" w:rsidRPr="00B6001B" w14:paraId="6E6A44A6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97C3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Doctorate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D388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CB05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11%</w:t>
            </w:r>
          </w:p>
        </w:tc>
      </w:tr>
      <w:tr w:rsidR="005E33DD" w:rsidRPr="00B6001B" w14:paraId="3C5AF22B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793B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Missing/prefer not to answer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C00C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70B1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32%</w:t>
            </w:r>
          </w:p>
        </w:tc>
      </w:tr>
      <w:tr w:rsidR="005E33DD" w:rsidRPr="00B6001B" w14:paraId="255A747E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3A7C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>Household income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58DF" w14:textId="77777777" w:rsidR="005E33DD" w:rsidRPr="00B6001B" w:rsidRDefault="005E33DD" w:rsidP="002148AC">
            <w:pPr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5B31" w14:textId="77777777" w:rsidR="005E33DD" w:rsidRPr="00B6001B" w:rsidRDefault="005E33DD" w:rsidP="002148AC"/>
        </w:tc>
      </w:tr>
      <w:tr w:rsidR="005E33DD" w:rsidRPr="00B6001B" w14:paraId="23978C23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CBD6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&lt; US$24,999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7DD9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D502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11%</w:t>
            </w:r>
          </w:p>
        </w:tc>
      </w:tr>
      <w:tr w:rsidR="005E33DD" w:rsidRPr="00B6001B" w14:paraId="0D88A497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EF76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US$25,000 – US$50,000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460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45CD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0%</w:t>
            </w:r>
          </w:p>
        </w:tc>
      </w:tr>
      <w:tr w:rsidR="005E33DD" w:rsidRPr="00B6001B" w14:paraId="29452049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E389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US$50,001 – US$75,000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DED5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3F9B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0%</w:t>
            </w:r>
          </w:p>
        </w:tc>
      </w:tr>
      <w:tr w:rsidR="005E33DD" w:rsidRPr="00B6001B" w14:paraId="4FC03C4D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577A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US$75,001 – US$100,000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BDAF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BEAA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16%</w:t>
            </w:r>
          </w:p>
        </w:tc>
      </w:tr>
      <w:tr w:rsidR="005E33DD" w:rsidRPr="00B6001B" w14:paraId="58611254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26D3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 &gt; US$100,001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1FC0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044F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32%</w:t>
            </w:r>
          </w:p>
        </w:tc>
      </w:tr>
      <w:tr w:rsidR="005E33DD" w:rsidRPr="00B6001B" w14:paraId="58EA3AB2" w14:textId="77777777" w:rsidTr="00411DB3">
        <w:trPr>
          <w:trHeight w:val="320"/>
        </w:trPr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133C" w14:textId="77777777" w:rsidR="005E33DD" w:rsidRPr="00B6001B" w:rsidRDefault="005E33DD" w:rsidP="002148AC">
            <w:pPr>
              <w:rPr>
                <w:color w:val="000000"/>
              </w:rPr>
            </w:pPr>
            <w:r w:rsidRPr="00B6001B">
              <w:rPr>
                <w:color w:val="000000"/>
              </w:rPr>
              <w:t xml:space="preserve">     Missing/prefer not to answer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39BCC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A105" w14:textId="77777777" w:rsidR="005E33DD" w:rsidRPr="00B6001B" w:rsidRDefault="005E33DD" w:rsidP="002148AC">
            <w:pPr>
              <w:jc w:val="right"/>
              <w:rPr>
                <w:color w:val="000000"/>
              </w:rPr>
            </w:pPr>
            <w:r w:rsidRPr="00B6001B">
              <w:rPr>
                <w:color w:val="000000"/>
              </w:rPr>
              <w:t>42%</w:t>
            </w:r>
          </w:p>
        </w:tc>
      </w:tr>
    </w:tbl>
    <w:p w14:paraId="289FE3B6" w14:textId="77777777" w:rsidR="00005A3D" w:rsidRDefault="00005A3D"/>
    <w:sectPr w:rsidR="00005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DD"/>
    <w:rsid w:val="00000EED"/>
    <w:rsid w:val="00001DD5"/>
    <w:rsid w:val="00001F6C"/>
    <w:rsid w:val="00002396"/>
    <w:rsid w:val="00002C24"/>
    <w:rsid w:val="000041B1"/>
    <w:rsid w:val="00004E33"/>
    <w:rsid w:val="000052C9"/>
    <w:rsid w:val="00005A3D"/>
    <w:rsid w:val="00005A89"/>
    <w:rsid w:val="000071EF"/>
    <w:rsid w:val="000104BE"/>
    <w:rsid w:val="000125C3"/>
    <w:rsid w:val="00014AAB"/>
    <w:rsid w:val="00014DBC"/>
    <w:rsid w:val="00015280"/>
    <w:rsid w:val="00015D2F"/>
    <w:rsid w:val="000160D8"/>
    <w:rsid w:val="00021103"/>
    <w:rsid w:val="00023494"/>
    <w:rsid w:val="00024245"/>
    <w:rsid w:val="0003118F"/>
    <w:rsid w:val="0004028A"/>
    <w:rsid w:val="00040D64"/>
    <w:rsid w:val="00045FBF"/>
    <w:rsid w:val="00046366"/>
    <w:rsid w:val="00047266"/>
    <w:rsid w:val="0005052D"/>
    <w:rsid w:val="0005357D"/>
    <w:rsid w:val="0005742F"/>
    <w:rsid w:val="000629B7"/>
    <w:rsid w:val="00062DF8"/>
    <w:rsid w:val="00063089"/>
    <w:rsid w:val="000638AE"/>
    <w:rsid w:val="00064AF0"/>
    <w:rsid w:val="000653A4"/>
    <w:rsid w:val="0006690F"/>
    <w:rsid w:val="00066BE8"/>
    <w:rsid w:val="000709C5"/>
    <w:rsid w:val="00071797"/>
    <w:rsid w:val="0007255D"/>
    <w:rsid w:val="000750EE"/>
    <w:rsid w:val="0008344F"/>
    <w:rsid w:val="0008492B"/>
    <w:rsid w:val="000853FC"/>
    <w:rsid w:val="000869AD"/>
    <w:rsid w:val="000964FE"/>
    <w:rsid w:val="00097B94"/>
    <w:rsid w:val="00097D5D"/>
    <w:rsid w:val="000A26D0"/>
    <w:rsid w:val="000A2AF1"/>
    <w:rsid w:val="000A5EB9"/>
    <w:rsid w:val="000A77DA"/>
    <w:rsid w:val="000B28D6"/>
    <w:rsid w:val="000B5017"/>
    <w:rsid w:val="000B5EE7"/>
    <w:rsid w:val="000B799E"/>
    <w:rsid w:val="000C3A47"/>
    <w:rsid w:val="000C3CFD"/>
    <w:rsid w:val="000C4E2F"/>
    <w:rsid w:val="000C4F7E"/>
    <w:rsid w:val="000D07CD"/>
    <w:rsid w:val="000D2546"/>
    <w:rsid w:val="000D4D8C"/>
    <w:rsid w:val="000D7F68"/>
    <w:rsid w:val="000E09D3"/>
    <w:rsid w:val="000E1BB6"/>
    <w:rsid w:val="000E5FC9"/>
    <w:rsid w:val="000E6375"/>
    <w:rsid w:val="000E6EB7"/>
    <w:rsid w:val="000F0899"/>
    <w:rsid w:val="000F0D50"/>
    <w:rsid w:val="000F0DA9"/>
    <w:rsid w:val="000F1207"/>
    <w:rsid w:val="000F3EF2"/>
    <w:rsid w:val="000F5DC3"/>
    <w:rsid w:val="00100D28"/>
    <w:rsid w:val="00102562"/>
    <w:rsid w:val="00102A52"/>
    <w:rsid w:val="001044EA"/>
    <w:rsid w:val="0010476C"/>
    <w:rsid w:val="001059E8"/>
    <w:rsid w:val="00110CB1"/>
    <w:rsid w:val="001142AF"/>
    <w:rsid w:val="0011514B"/>
    <w:rsid w:val="00120ABD"/>
    <w:rsid w:val="00121E4A"/>
    <w:rsid w:val="00124317"/>
    <w:rsid w:val="0012585A"/>
    <w:rsid w:val="00125DCA"/>
    <w:rsid w:val="00130F3D"/>
    <w:rsid w:val="0013643B"/>
    <w:rsid w:val="00136C7A"/>
    <w:rsid w:val="00137065"/>
    <w:rsid w:val="001379E0"/>
    <w:rsid w:val="0014197D"/>
    <w:rsid w:val="00143A0D"/>
    <w:rsid w:val="0014474C"/>
    <w:rsid w:val="00145D34"/>
    <w:rsid w:val="00146804"/>
    <w:rsid w:val="00146A87"/>
    <w:rsid w:val="001475DE"/>
    <w:rsid w:val="0015111A"/>
    <w:rsid w:val="0015400C"/>
    <w:rsid w:val="001562EC"/>
    <w:rsid w:val="0016178B"/>
    <w:rsid w:val="00164ED3"/>
    <w:rsid w:val="00166C7D"/>
    <w:rsid w:val="001670D8"/>
    <w:rsid w:val="0017098D"/>
    <w:rsid w:val="00171F5D"/>
    <w:rsid w:val="0017378B"/>
    <w:rsid w:val="001740C8"/>
    <w:rsid w:val="0017633B"/>
    <w:rsid w:val="001765CB"/>
    <w:rsid w:val="00176BDD"/>
    <w:rsid w:val="00181FFF"/>
    <w:rsid w:val="00182245"/>
    <w:rsid w:val="00182B3E"/>
    <w:rsid w:val="00183B5C"/>
    <w:rsid w:val="001869D0"/>
    <w:rsid w:val="00187BD9"/>
    <w:rsid w:val="00187C9F"/>
    <w:rsid w:val="001908BF"/>
    <w:rsid w:val="00193DA7"/>
    <w:rsid w:val="00196322"/>
    <w:rsid w:val="00197FDD"/>
    <w:rsid w:val="001A08C2"/>
    <w:rsid w:val="001A0B71"/>
    <w:rsid w:val="001A0C55"/>
    <w:rsid w:val="001A2685"/>
    <w:rsid w:val="001A46BB"/>
    <w:rsid w:val="001A4B2F"/>
    <w:rsid w:val="001A5CB6"/>
    <w:rsid w:val="001A7094"/>
    <w:rsid w:val="001A7B33"/>
    <w:rsid w:val="001B32E1"/>
    <w:rsid w:val="001B45F3"/>
    <w:rsid w:val="001B5748"/>
    <w:rsid w:val="001B63C5"/>
    <w:rsid w:val="001B7528"/>
    <w:rsid w:val="001C0254"/>
    <w:rsid w:val="001C07E9"/>
    <w:rsid w:val="001C0AA8"/>
    <w:rsid w:val="001C10BF"/>
    <w:rsid w:val="001C1295"/>
    <w:rsid w:val="001C2915"/>
    <w:rsid w:val="001C404F"/>
    <w:rsid w:val="001C7267"/>
    <w:rsid w:val="001D2870"/>
    <w:rsid w:val="001D2C22"/>
    <w:rsid w:val="001D571A"/>
    <w:rsid w:val="001D68B3"/>
    <w:rsid w:val="001E2678"/>
    <w:rsid w:val="001E39AD"/>
    <w:rsid w:val="001E5C1A"/>
    <w:rsid w:val="001E7B22"/>
    <w:rsid w:val="001F14D8"/>
    <w:rsid w:val="001F2DE1"/>
    <w:rsid w:val="001F73E8"/>
    <w:rsid w:val="00201C04"/>
    <w:rsid w:val="00203C23"/>
    <w:rsid w:val="002049A7"/>
    <w:rsid w:val="002057FE"/>
    <w:rsid w:val="0021217A"/>
    <w:rsid w:val="00213EBD"/>
    <w:rsid w:val="002148AC"/>
    <w:rsid w:val="00214969"/>
    <w:rsid w:val="0022057C"/>
    <w:rsid w:val="00222910"/>
    <w:rsid w:val="00232C5B"/>
    <w:rsid w:val="0023441E"/>
    <w:rsid w:val="00235766"/>
    <w:rsid w:val="00236B56"/>
    <w:rsid w:val="00237D80"/>
    <w:rsid w:val="00240E9D"/>
    <w:rsid w:val="0024132B"/>
    <w:rsid w:val="002429EC"/>
    <w:rsid w:val="00244679"/>
    <w:rsid w:val="00246B73"/>
    <w:rsid w:val="0024701F"/>
    <w:rsid w:val="0024787A"/>
    <w:rsid w:val="00251138"/>
    <w:rsid w:val="00252870"/>
    <w:rsid w:val="00255268"/>
    <w:rsid w:val="00255364"/>
    <w:rsid w:val="002559DD"/>
    <w:rsid w:val="00255C4B"/>
    <w:rsid w:val="00256DAA"/>
    <w:rsid w:val="00257410"/>
    <w:rsid w:val="00257E9C"/>
    <w:rsid w:val="002626E0"/>
    <w:rsid w:val="00265D45"/>
    <w:rsid w:val="00266FA7"/>
    <w:rsid w:val="00271A51"/>
    <w:rsid w:val="00274008"/>
    <w:rsid w:val="00274CEB"/>
    <w:rsid w:val="00277E9D"/>
    <w:rsid w:val="002802BE"/>
    <w:rsid w:val="00282D69"/>
    <w:rsid w:val="002852B4"/>
    <w:rsid w:val="00285437"/>
    <w:rsid w:val="00285C08"/>
    <w:rsid w:val="002875CA"/>
    <w:rsid w:val="002905D3"/>
    <w:rsid w:val="00290E0F"/>
    <w:rsid w:val="0029115F"/>
    <w:rsid w:val="00291484"/>
    <w:rsid w:val="0029196C"/>
    <w:rsid w:val="00291B42"/>
    <w:rsid w:val="002956BE"/>
    <w:rsid w:val="00297D96"/>
    <w:rsid w:val="002A086B"/>
    <w:rsid w:val="002A41CE"/>
    <w:rsid w:val="002B040E"/>
    <w:rsid w:val="002B395C"/>
    <w:rsid w:val="002B5790"/>
    <w:rsid w:val="002C120D"/>
    <w:rsid w:val="002C1F4B"/>
    <w:rsid w:val="002C361A"/>
    <w:rsid w:val="002C44E8"/>
    <w:rsid w:val="002C454F"/>
    <w:rsid w:val="002D367D"/>
    <w:rsid w:val="002D432E"/>
    <w:rsid w:val="002D4BE4"/>
    <w:rsid w:val="002D6C10"/>
    <w:rsid w:val="002E25A4"/>
    <w:rsid w:val="002E64DC"/>
    <w:rsid w:val="002F168A"/>
    <w:rsid w:val="002F2B79"/>
    <w:rsid w:val="002F3242"/>
    <w:rsid w:val="002F3367"/>
    <w:rsid w:val="002F419B"/>
    <w:rsid w:val="002F45CC"/>
    <w:rsid w:val="002F4812"/>
    <w:rsid w:val="002F51FC"/>
    <w:rsid w:val="002F5330"/>
    <w:rsid w:val="002F7650"/>
    <w:rsid w:val="00302370"/>
    <w:rsid w:val="003039C2"/>
    <w:rsid w:val="003047CE"/>
    <w:rsid w:val="00305108"/>
    <w:rsid w:val="003057AD"/>
    <w:rsid w:val="00305E18"/>
    <w:rsid w:val="003116E1"/>
    <w:rsid w:val="00313EEB"/>
    <w:rsid w:val="00314484"/>
    <w:rsid w:val="00314F9E"/>
    <w:rsid w:val="00315281"/>
    <w:rsid w:val="003156FA"/>
    <w:rsid w:val="00322680"/>
    <w:rsid w:val="0032279F"/>
    <w:rsid w:val="00323D58"/>
    <w:rsid w:val="00323FFA"/>
    <w:rsid w:val="0032403E"/>
    <w:rsid w:val="00325F87"/>
    <w:rsid w:val="00326098"/>
    <w:rsid w:val="00326109"/>
    <w:rsid w:val="0032762B"/>
    <w:rsid w:val="00327797"/>
    <w:rsid w:val="00331823"/>
    <w:rsid w:val="003324F9"/>
    <w:rsid w:val="003377C9"/>
    <w:rsid w:val="003407D2"/>
    <w:rsid w:val="00340E6D"/>
    <w:rsid w:val="0034168A"/>
    <w:rsid w:val="00341A19"/>
    <w:rsid w:val="0034222C"/>
    <w:rsid w:val="00345C6C"/>
    <w:rsid w:val="00352572"/>
    <w:rsid w:val="00353D92"/>
    <w:rsid w:val="00353E07"/>
    <w:rsid w:val="00354C81"/>
    <w:rsid w:val="00356154"/>
    <w:rsid w:val="003579CC"/>
    <w:rsid w:val="00361802"/>
    <w:rsid w:val="003675AE"/>
    <w:rsid w:val="00371DA3"/>
    <w:rsid w:val="003732FC"/>
    <w:rsid w:val="003738E0"/>
    <w:rsid w:val="0037429C"/>
    <w:rsid w:val="00375846"/>
    <w:rsid w:val="00377D6E"/>
    <w:rsid w:val="00385B38"/>
    <w:rsid w:val="003878E9"/>
    <w:rsid w:val="00390169"/>
    <w:rsid w:val="00391509"/>
    <w:rsid w:val="0039154E"/>
    <w:rsid w:val="00392891"/>
    <w:rsid w:val="00395367"/>
    <w:rsid w:val="00397B74"/>
    <w:rsid w:val="00397FF1"/>
    <w:rsid w:val="003A1DA2"/>
    <w:rsid w:val="003A3158"/>
    <w:rsid w:val="003A3CBD"/>
    <w:rsid w:val="003A4073"/>
    <w:rsid w:val="003A5BA5"/>
    <w:rsid w:val="003A71C7"/>
    <w:rsid w:val="003B04A9"/>
    <w:rsid w:val="003B7655"/>
    <w:rsid w:val="003C057D"/>
    <w:rsid w:val="003C36B6"/>
    <w:rsid w:val="003C4663"/>
    <w:rsid w:val="003C54AA"/>
    <w:rsid w:val="003C5896"/>
    <w:rsid w:val="003C648A"/>
    <w:rsid w:val="003D1573"/>
    <w:rsid w:val="003D3A5C"/>
    <w:rsid w:val="003D5D85"/>
    <w:rsid w:val="003D6376"/>
    <w:rsid w:val="003E139B"/>
    <w:rsid w:val="003E21DF"/>
    <w:rsid w:val="003E5073"/>
    <w:rsid w:val="003E7A9D"/>
    <w:rsid w:val="003F076A"/>
    <w:rsid w:val="003F7BDE"/>
    <w:rsid w:val="004001D7"/>
    <w:rsid w:val="00400905"/>
    <w:rsid w:val="00400B47"/>
    <w:rsid w:val="00401282"/>
    <w:rsid w:val="00402FBE"/>
    <w:rsid w:val="00404703"/>
    <w:rsid w:val="00406F81"/>
    <w:rsid w:val="00407DCC"/>
    <w:rsid w:val="00413C15"/>
    <w:rsid w:val="0041467F"/>
    <w:rsid w:val="00421A7D"/>
    <w:rsid w:val="00422F24"/>
    <w:rsid w:val="00424944"/>
    <w:rsid w:val="00431B57"/>
    <w:rsid w:val="004325AF"/>
    <w:rsid w:val="00433877"/>
    <w:rsid w:val="004339A2"/>
    <w:rsid w:val="00433AF0"/>
    <w:rsid w:val="00433B5F"/>
    <w:rsid w:val="00434879"/>
    <w:rsid w:val="004367DC"/>
    <w:rsid w:val="0044050C"/>
    <w:rsid w:val="00440BDC"/>
    <w:rsid w:val="004437CC"/>
    <w:rsid w:val="00446B12"/>
    <w:rsid w:val="0044755D"/>
    <w:rsid w:val="00450436"/>
    <w:rsid w:val="00450BA6"/>
    <w:rsid w:val="00453471"/>
    <w:rsid w:val="00454C13"/>
    <w:rsid w:val="00455CCC"/>
    <w:rsid w:val="004569E1"/>
    <w:rsid w:val="004569E4"/>
    <w:rsid w:val="00461D3F"/>
    <w:rsid w:val="00466362"/>
    <w:rsid w:val="00466E00"/>
    <w:rsid w:val="00470512"/>
    <w:rsid w:val="00476624"/>
    <w:rsid w:val="00481598"/>
    <w:rsid w:val="004839E7"/>
    <w:rsid w:val="00483AE8"/>
    <w:rsid w:val="00484602"/>
    <w:rsid w:val="00486151"/>
    <w:rsid w:val="004867CC"/>
    <w:rsid w:val="00487CEF"/>
    <w:rsid w:val="0049159C"/>
    <w:rsid w:val="00493D27"/>
    <w:rsid w:val="00495A1B"/>
    <w:rsid w:val="004A0017"/>
    <w:rsid w:val="004A05E8"/>
    <w:rsid w:val="004A199E"/>
    <w:rsid w:val="004A3C7E"/>
    <w:rsid w:val="004A3F7A"/>
    <w:rsid w:val="004A5254"/>
    <w:rsid w:val="004A6F97"/>
    <w:rsid w:val="004A7647"/>
    <w:rsid w:val="004B4154"/>
    <w:rsid w:val="004B60D9"/>
    <w:rsid w:val="004B6499"/>
    <w:rsid w:val="004C22A1"/>
    <w:rsid w:val="004C4034"/>
    <w:rsid w:val="004C4AC5"/>
    <w:rsid w:val="004D1B33"/>
    <w:rsid w:val="004D1B82"/>
    <w:rsid w:val="004D39CE"/>
    <w:rsid w:val="004D3ADF"/>
    <w:rsid w:val="004D4619"/>
    <w:rsid w:val="004D5A4B"/>
    <w:rsid w:val="004D77D4"/>
    <w:rsid w:val="004E04D6"/>
    <w:rsid w:val="004E185D"/>
    <w:rsid w:val="004E201E"/>
    <w:rsid w:val="004E39F0"/>
    <w:rsid w:val="004E6945"/>
    <w:rsid w:val="004F0294"/>
    <w:rsid w:val="004F02A9"/>
    <w:rsid w:val="004F1F4F"/>
    <w:rsid w:val="004F1F95"/>
    <w:rsid w:val="004F4036"/>
    <w:rsid w:val="004F582F"/>
    <w:rsid w:val="004F60E9"/>
    <w:rsid w:val="004F661D"/>
    <w:rsid w:val="004F6916"/>
    <w:rsid w:val="004F7349"/>
    <w:rsid w:val="004F76E0"/>
    <w:rsid w:val="0050074B"/>
    <w:rsid w:val="005023B5"/>
    <w:rsid w:val="005028DE"/>
    <w:rsid w:val="00504A33"/>
    <w:rsid w:val="00504C51"/>
    <w:rsid w:val="00507CFE"/>
    <w:rsid w:val="005117EE"/>
    <w:rsid w:val="00512D30"/>
    <w:rsid w:val="005130B7"/>
    <w:rsid w:val="0051465E"/>
    <w:rsid w:val="005155C2"/>
    <w:rsid w:val="00516C07"/>
    <w:rsid w:val="005208E1"/>
    <w:rsid w:val="00520B91"/>
    <w:rsid w:val="00521942"/>
    <w:rsid w:val="0052473F"/>
    <w:rsid w:val="005274C3"/>
    <w:rsid w:val="00527AF4"/>
    <w:rsid w:val="00532D44"/>
    <w:rsid w:val="00533156"/>
    <w:rsid w:val="005343F8"/>
    <w:rsid w:val="00536C11"/>
    <w:rsid w:val="00540222"/>
    <w:rsid w:val="00542CF5"/>
    <w:rsid w:val="00543176"/>
    <w:rsid w:val="00543C8E"/>
    <w:rsid w:val="00545884"/>
    <w:rsid w:val="005461A1"/>
    <w:rsid w:val="005474E0"/>
    <w:rsid w:val="00550382"/>
    <w:rsid w:val="0055111E"/>
    <w:rsid w:val="005511F5"/>
    <w:rsid w:val="00553EB9"/>
    <w:rsid w:val="00555BB0"/>
    <w:rsid w:val="0056059B"/>
    <w:rsid w:val="00562430"/>
    <w:rsid w:val="0056597F"/>
    <w:rsid w:val="00572EAC"/>
    <w:rsid w:val="00573AF8"/>
    <w:rsid w:val="00573C0E"/>
    <w:rsid w:val="0058076D"/>
    <w:rsid w:val="0058444B"/>
    <w:rsid w:val="00585555"/>
    <w:rsid w:val="005864A1"/>
    <w:rsid w:val="00586623"/>
    <w:rsid w:val="0058705E"/>
    <w:rsid w:val="00587D57"/>
    <w:rsid w:val="0059141C"/>
    <w:rsid w:val="005925F4"/>
    <w:rsid w:val="005934A0"/>
    <w:rsid w:val="00593B57"/>
    <w:rsid w:val="00595B9A"/>
    <w:rsid w:val="005A0156"/>
    <w:rsid w:val="005A1C43"/>
    <w:rsid w:val="005A3CA6"/>
    <w:rsid w:val="005A41F8"/>
    <w:rsid w:val="005A5C94"/>
    <w:rsid w:val="005B0E1F"/>
    <w:rsid w:val="005B2279"/>
    <w:rsid w:val="005B3E2E"/>
    <w:rsid w:val="005B7E32"/>
    <w:rsid w:val="005C01C3"/>
    <w:rsid w:val="005C11AB"/>
    <w:rsid w:val="005C17B3"/>
    <w:rsid w:val="005C22EC"/>
    <w:rsid w:val="005C2854"/>
    <w:rsid w:val="005C37F7"/>
    <w:rsid w:val="005C42A5"/>
    <w:rsid w:val="005C4E17"/>
    <w:rsid w:val="005C5863"/>
    <w:rsid w:val="005C5ACB"/>
    <w:rsid w:val="005C6911"/>
    <w:rsid w:val="005C7529"/>
    <w:rsid w:val="005D06D4"/>
    <w:rsid w:val="005D1F84"/>
    <w:rsid w:val="005D40E7"/>
    <w:rsid w:val="005E0BE8"/>
    <w:rsid w:val="005E2156"/>
    <w:rsid w:val="005E33DD"/>
    <w:rsid w:val="005E4C33"/>
    <w:rsid w:val="005E606C"/>
    <w:rsid w:val="005E7049"/>
    <w:rsid w:val="005F1192"/>
    <w:rsid w:val="005F5E46"/>
    <w:rsid w:val="006003EC"/>
    <w:rsid w:val="00602986"/>
    <w:rsid w:val="00602C8B"/>
    <w:rsid w:val="00605457"/>
    <w:rsid w:val="00610253"/>
    <w:rsid w:val="006112A5"/>
    <w:rsid w:val="00614A8A"/>
    <w:rsid w:val="0061620E"/>
    <w:rsid w:val="006209F2"/>
    <w:rsid w:val="00620E72"/>
    <w:rsid w:val="006219BB"/>
    <w:rsid w:val="006265C5"/>
    <w:rsid w:val="006275C0"/>
    <w:rsid w:val="006300C4"/>
    <w:rsid w:val="006303DB"/>
    <w:rsid w:val="00632A8F"/>
    <w:rsid w:val="00632EEE"/>
    <w:rsid w:val="006347E7"/>
    <w:rsid w:val="0063792A"/>
    <w:rsid w:val="00640D9C"/>
    <w:rsid w:val="0064109E"/>
    <w:rsid w:val="006410D7"/>
    <w:rsid w:val="006427D1"/>
    <w:rsid w:val="00642BCC"/>
    <w:rsid w:val="006437E9"/>
    <w:rsid w:val="006462A1"/>
    <w:rsid w:val="00646592"/>
    <w:rsid w:val="00653CCE"/>
    <w:rsid w:val="00654B5D"/>
    <w:rsid w:val="00656E71"/>
    <w:rsid w:val="006576B8"/>
    <w:rsid w:val="00660C23"/>
    <w:rsid w:val="00661A95"/>
    <w:rsid w:val="00662F47"/>
    <w:rsid w:val="00663DDF"/>
    <w:rsid w:val="00666755"/>
    <w:rsid w:val="00670823"/>
    <w:rsid w:val="006713CF"/>
    <w:rsid w:val="00672869"/>
    <w:rsid w:val="006734F4"/>
    <w:rsid w:val="0067428D"/>
    <w:rsid w:val="00674725"/>
    <w:rsid w:val="00675030"/>
    <w:rsid w:val="00675427"/>
    <w:rsid w:val="0067685B"/>
    <w:rsid w:val="0068016B"/>
    <w:rsid w:val="00683E43"/>
    <w:rsid w:val="00686930"/>
    <w:rsid w:val="006A11B6"/>
    <w:rsid w:val="006A6A4C"/>
    <w:rsid w:val="006A6FC6"/>
    <w:rsid w:val="006B0848"/>
    <w:rsid w:val="006B0F84"/>
    <w:rsid w:val="006B13C4"/>
    <w:rsid w:val="006B15CB"/>
    <w:rsid w:val="006B219B"/>
    <w:rsid w:val="006B2F30"/>
    <w:rsid w:val="006B45F0"/>
    <w:rsid w:val="006B6399"/>
    <w:rsid w:val="006B7525"/>
    <w:rsid w:val="006B761E"/>
    <w:rsid w:val="006C0AA1"/>
    <w:rsid w:val="006C2019"/>
    <w:rsid w:val="006C2684"/>
    <w:rsid w:val="006C432F"/>
    <w:rsid w:val="006C636C"/>
    <w:rsid w:val="006D0C82"/>
    <w:rsid w:val="006D1CCE"/>
    <w:rsid w:val="006D4885"/>
    <w:rsid w:val="006D4950"/>
    <w:rsid w:val="006D4AAF"/>
    <w:rsid w:val="006D60BF"/>
    <w:rsid w:val="006D6629"/>
    <w:rsid w:val="006D6CFF"/>
    <w:rsid w:val="006E313F"/>
    <w:rsid w:val="006E3DB1"/>
    <w:rsid w:val="006E45B2"/>
    <w:rsid w:val="006E4D97"/>
    <w:rsid w:val="006E51D2"/>
    <w:rsid w:val="006E51D9"/>
    <w:rsid w:val="006E5383"/>
    <w:rsid w:val="006E6806"/>
    <w:rsid w:val="006F064B"/>
    <w:rsid w:val="006F0BED"/>
    <w:rsid w:val="006F10A1"/>
    <w:rsid w:val="006F1BD9"/>
    <w:rsid w:val="006F20BA"/>
    <w:rsid w:val="006F2BA7"/>
    <w:rsid w:val="006F4B97"/>
    <w:rsid w:val="006F5924"/>
    <w:rsid w:val="006F6321"/>
    <w:rsid w:val="00702E85"/>
    <w:rsid w:val="00703108"/>
    <w:rsid w:val="00703DBB"/>
    <w:rsid w:val="00704E12"/>
    <w:rsid w:val="00705787"/>
    <w:rsid w:val="00707DD8"/>
    <w:rsid w:val="00711806"/>
    <w:rsid w:val="007119AB"/>
    <w:rsid w:val="00712502"/>
    <w:rsid w:val="0071286A"/>
    <w:rsid w:val="007161EA"/>
    <w:rsid w:val="007208A9"/>
    <w:rsid w:val="00720ED5"/>
    <w:rsid w:val="007215D8"/>
    <w:rsid w:val="00721893"/>
    <w:rsid w:val="00722E65"/>
    <w:rsid w:val="007233DF"/>
    <w:rsid w:val="00723B42"/>
    <w:rsid w:val="00723FC4"/>
    <w:rsid w:val="00724E49"/>
    <w:rsid w:val="007262DF"/>
    <w:rsid w:val="00726AE4"/>
    <w:rsid w:val="00730691"/>
    <w:rsid w:val="00732799"/>
    <w:rsid w:val="00732969"/>
    <w:rsid w:val="007335F2"/>
    <w:rsid w:val="00734B13"/>
    <w:rsid w:val="0073735D"/>
    <w:rsid w:val="00741654"/>
    <w:rsid w:val="00745070"/>
    <w:rsid w:val="00746AEC"/>
    <w:rsid w:val="00751DD8"/>
    <w:rsid w:val="00752E6D"/>
    <w:rsid w:val="00754236"/>
    <w:rsid w:val="0075426B"/>
    <w:rsid w:val="007577B2"/>
    <w:rsid w:val="00760BCF"/>
    <w:rsid w:val="00763119"/>
    <w:rsid w:val="0076494A"/>
    <w:rsid w:val="007663A6"/>
    <w:rsid w:val="00766710"/>
    <w:rsid w:val="0076672E"/>
    <w:rsid w:val="007670F2"/>
    <w:rsid w:val="0077294D"/>
    <w:rsid w:val="00773B2D"/>
    <w:rsid w:val="00776178"/>
    <w:rsid w:val="0078169B"/>
    <w:rsid w:val="0078297B"/>
    <w:rsid w:val="007842CA"/>
    <w:rsid w:val="00784ACF"/>
    <w:rsid w:val="007853A4"/>
    <w:rsid w:val="00786D66"/>
    <w:rsid w:val="0079192B"/>
    <w:rsid w:val="00792CA9"/>
    <w:rsid w:val="00795245"/>
    <w:rsid w:val="0079579B"/>
    <w:rsid w:val="00797AAD"/>
    <w:rsid w:val="007A12B1"/>
    <w:rsid w:val="007A1A08"/>
    <w:rsid w:val="007A1C20"/>
    <w:rsid w:val="007A1C46"/>
    <w:rsid w:val="007A3161"/>
    <w:rsid w:val="007A35EC"/>
    <w:rsid w:val="007A4B21"/>
    <w:rsid w:val="007B6E7C"/>
    <w:rsid w:val="007C0AB9"/>
    <w:rsid w:val="007C212D"/>
    <w:rsid w:val="007C3381"/>
    <w:rsid w:val="007C47EF"/>
    <w:rsid w:val="007C4DF9"/>
    <w:rsid w:val="007C7B97"/>
    <w:rsid w:val="007D0126"/>
    <w:rsid w:val="007D1A56"/>
    <w:rsid w:val="007D243D"/>
    <w:rsid w:val="007D32B8"/>
    <w:rsid w:val="007D3977"/>
    <w:rsid w:val="007D62D3"/>
    <w:rsid w:val="007D6B7D"/>
    <w:rsid w:val="007D72DB"/>
    <w:rsid w:val="007E1038"/>
    <w:rsid w:val="007E3A59"/>
    <w:rsid w:val="007E693D"/>
    <w:rsid w:val="007E6C29"/>
    <w:rsid w:val="007E7FA6"/>
    <w:rsid w:val="007F228B"/>
    <w:rsid w:val="007F717C"/>
    <w:rsid w:val="00800273"/>
    <w:rsid w:val="00800A7D"/>
    <w:rsid w:val="0080419D"/>
    <w:rsid w:val="00811FB4"/>
    <w:rsid w:val="00817FD1"/>
    <w:rsid w:val="0082136B"/>
    <w:rsid w:val="00821869"/>
    <w:rsid w:val="0082275E"/>
    <w:rsid w:val="00822FD4"/>
    <w:rsid w:val="00823166"/>
    <w:rsid w:val="00823634"/>
    <w:rsid w:val="00824428"/>
    <w:rsid w:val="00825D6B"/>
    <w:rsid w:val="0082603C"/>
    <w:rsid w:val="00831FAA"/>
    <w:rsid w:val="0083217C"/>
    <w:rsid w:val="00832C50"/>
    <w:rsid w:val="00832CDE"/>
    <w:rsid w:val="00834D31"/>
    <w:rsid w:val="0083552A"/>
    <w:rsid w:val="008358C5"/>
    <w:rsid w:val="00837179"/>
    <w:rsid w:val="008402CB"/>
    <w:rsid w:val="00843D01"/>
    <w:rsid w:val="008451C7"/>
    <w:rsid w:val="008522F6"/>
    <w:rsid w:val="00852495"/>
    <w:rsid w:val="00853A89"/>
    <w:rsid w:val="00857F35"/>
    <w:rsid w:val="00857FB4"/>
    <w:rsid w:val="00860FCE"/>
    <w:rsid w:val="00861B69"/>
    <w:rsid w:val="00862452"/>
    <w:rsid w:val="00865CC8"/>
    <w:rsid w:val="00867063"/>
    <w:rsid w:val="0086743A"/>
    <w:rsid w:val="00871254"/>
    <w:rsid w:val="008722CE"/>
    <w:rsid w:val="008735EB"/>
    <w:rsid w:val="00873694"/>
    <w:rsid w:val="00874DCB"/>
    <w:rsid w:val="0087591C"/>
    <w:rsid w:val="00875964"/>
    <w:rsid w:val="00880707"/>
    <w:rsid w:val="008809CB"/>
    <w:rsid w:val="008810B3"/>
    <w:rsid w:val="008818D8"/>
    <w:rsid w:val="0088697F"/>
    <w:rsid w:val="00887092"/>
    <w:rsid w:val="00890179"/>
    <w:rsid w:val="00890A50"/>
    <w:rsid w:val="00892543"/>
    <w:rsid w:val="008925DE"/>
    <w:rsid w:val="008962F4"/>
    <w:rsid w:val="00896691"/>
    <w:rsid w:val="008966BD"/>
    <w:rsid w:val="0089671B"/>
    <w:rsid w:val="00896B7E"/>
    <w:rsid w:val="00896D19"/>
    <w:rsid w:val="00897DC2"/>
    <w:rsid w:val="008A2BE7"/>
    <w:rsid w:val="008A33AE"/>
    <w:rsid w:val="008B1940"/>
    <w:rsid w:val="008B7668"/>
    <w:rsid w:val="008B7DBB"/>
    <w:rsid w:val="008C2261"/>
    <w:rsid w:val="008C2BB2"/>
    <w:rsid w:val="008D188C"/>
    <w:rsid w:val="008D33F9"/>
    <w:rsid w:val="008D34A1"/>
    <w:rsid w:val="008E21B8"/>
    <w:rsid w:val="008E22CC"/>
    <w:rsid w:val="008E31D4"/>
    <w:rsid w:val="008E4580"/>
    <w:rsid w:val="008E4F1F"/>
    <w:rsid w:val="008E5575"/>
    <w:rsid w:val="008E5775"/>
    <w:rsid w:val="008E61E3"/>
    <w:rsid w:val="008E679D"/>
    <w:rsid w:val="008E7FA8"/>
    <w:rsid w:val="008F0467"/>
    <w:rsid w:val="008F30B9"/>
    <w:rsid w:val="008F52A1"/>
    <w:rsid w:val="008F6380"/>
    <w:rsid w:val="009017A0"/>
    <w:rsid w:val="00901BA6"/>
    <w:rsid w:val="009031C2"/>
    <w:rsid w:val="0090751D"/>
    <w:rsid w:val="00915A53"/>
    <w:rsid w:val="00920599"/>
    <w:rsid w:val="0092073B"/>
    <w:rsid w:val="009214EA"/>
    <w:rsid w:val="00924F49"/>
    <w:rsid w:val="00931C1B"/>
    <w:rsid w:val="0093696F"/>
    <w:rsid w:val="0093734C"/>
    <w:rsid w:val="00943494"/>
    <w:rsid w:val="00944320"/>
    <w:rsid w:val="00944EC6"/>
    <w:rsid w:val="0094551D"/>
    <w:rsid w:val="00950087"/>
    <w:rsid w:val="00951F05"/>
    <w:rsid w:val="009521DD"/>
    <w:rsid w:val="0095259D"/>
    <w:rsid w:val="00952A0B"/>
    <w:rsid w:val="00955290"/>
    <w:rsid w:val="00963BBB"/>
    <w:rsid w:val="00967431"/>
    <w:rsid w:val="0096782E"/>
    <w:rsid w:val="0097002A"/>
    <w:rsid w:val="00970367"/>
    <w:rsid w:val="0097062E"/>
    <w:rsid w:val="0097114E"/>
    <w:rsid w:val="00971C99"/>
    <w:rsid w:val="0097219A"/>
    <w:rsid w:val="00973578"/>
    <w:rsid w:val="00975E3B"/>
    <w:rsid w:val="00977EBD"/>
    <w:rsid w:val="00984702"/>
    <w:rsid w:val="0098470A"/>
    <w:rsid w:val="00987845"/>
    <w:rsid w:val="00990A33"/>
    <w:rsid w:val="009937BF"/>
    <w:rsid w:val="0099405A"/>
    <w:rsid w:val="009942D1"/>
    <w:rsid w:val="0099457F"/>
    <w:rsid w:val="009963B2"/>
    <w:rsid w:val="00996933"/>
    <w:rsid w:val="009A1061"/>
    <w:rsid w:val="009A1315"/>
    <w:rsid w:val="009A240F"/>
    <w:rsid w:val="009A331A"/>
    <w:rsid w:val="009A33F4"/>
    <w:rsid w:val="009A7D92"/>
    <w:rsid w:val="009A7F07"/>
    <w:rsid w:val="009B41FB"/>
    <w:rsid w:val="009B63C6"/>
    <w:rsid w:val="009B692F"/>
    <w:rsid w:val="009B6941"/>
    <w:rsid w:val="009C37AF"/>
    <w:rsid w:val="009C4B74"/>
    <w:rsid w:val="009C54C6"/>
    <w:rsid w:val="009D1653"/>
    <w:rsid w:val="009D2F62"/>
    <w:rsid w:val="009D3C60"/>
    <w:rsid w:val="009D3C86"/>
    <w:rsid w:val="009D54F1"/>
    <w:rsid w:val="009D7993"/>
    <w:rsid w:val="009E2ED7"/>
    <w:rsid w:val="009E3320"/>
    <w:rsid w:val="009E3943"/>
    <w:rsid w:val="009E3DAE"/>
    <w:rsid w:val="009E457F"/>
    <w:rsid w:val="009E4596"/>
    <w:rsid w:val="009E48DF"/>
    <w:rsid w:val="009E587D"/>
    <w:rsid w:val="009E64A2"/>
    <w:rsid w:val="009E7E5B"/>
    <w:rsid w:val="009F0AA7"/>
    <w:rsid w:val="009F2337"/>
    <w:rsid w:val="009F2D52"/>
    <w:rsid w:val="009F59AE"/>
    <w:rsid w:val="00A003C4"/>
    <w:rsid w:val="00A00D11"/>
    <w:rsid w:val="00A0157D"/>
    <w:rsid w:val="00A024F8"/>
    <w:rsid w:val="00A02688"/>
    <w:rsid w:val="00A03B1E"/>
    <w:rsid w:val="00A0577E"/>
    <w:rsid w:val="00A05C2E"/>
    <w:rsid w:val="00A06B57"/>
    <w:rsid w:val="00A10673"/>
    <w:rsid w:val="00A1132B"/>
    <w:rsid w:val="00A1393F"/>
    <w:rsid w:val="00A1404E"/>
    <w:rsid w:val="00A16811"/>
    <w:rsid w:val="00A179A8"/>
    <w:rsid w:val="00A20567"/>
    <w:rsid w:val="00A21789"/>
    <w:rsid w:val="00A22CEF"/>
    <w:rsid w:val="00A278DC"/>
    <w:rsid w:val="00A2794A"/>
    <w:rsid w:val="00A3106C"/>
    <w:rsid w:val="00A422E1"/>
    <w:rsid w:val="00A436D1"/>
    <w:rsid w:val="00A43806"/>
    <w:rsid w:val="00A44093"/>
    <w:rsid w:val="00A441D5"/>
    <w:rsid w:val="00A4680F"/>
    <w:rsid w:val="00A5180A"/>
    <w:rsid w:val="00A51C2A"/>
    <w:rsid w:val="00A541EF"/>
    <w:rsid w:val="00A570E7"/>
    <w:rsid w:val="00A61BBC"/>
    <w:rsid w:val="00A62431"/>
    <w:rsid w:val="00A62A7F"/>
    <w:rsid w:val="00A630BA"/>
    <w:rsid w:val="00A64472"/>
    <w:rsid w:val="00A64808"/>
    <w:rsid w:val="00A65136"/>
    <w:rsid w:val="00A65E81"/>
    <w:rsid w:val="00A67750"/>
    <w:rsid w:val="00A67BA5"/>
    <w:rsid w:val="00A70698"/>
    <w:rsid w:val="00A711C0"/>
    <w:rsid w:val="00A715B7"/>
    <w:rsid w:val="00A72B5D"/>
    <w:rsid w:val="00A749F3"/>
    <w:rsid w:val="00A74C67"/>
    <w:rsid w:val="00A74FF2"/>
    <w:rsid w:val="00A751A8"/>
    <w:rsid w:val="00A75DDA"/>
    <w:rsid w:val="00A76509"/>
    <w:rsid w:val="00A7677D"/>
    <w:rsid w:val="00A76942"/>
    <w:rsid w:val="00A77131"/>
    <w:rsid w:val="00A775AF"/>
    <w:rsid w:val="00A777C7"/>
    <w:rsid w:val="00A80012"/>
    <w:rsid w:val="00A81955"/>
    <w:rsid w:val="00A8454B"/>
    <w:rsid w:val="00A852E7"/>
    <w:rsid w:val="00A86F1F"/>
    <w:rsid w:val="00A900F0"/>
    <w:rsid w:val="00A9205F"/>
    <w:rsid w:val="00A92872"/>
    <w:rsid w:val="00A92DB8"/>
    <w:rsid w:val="00A93179"/>
    <w:rsid w:val="00A94D11"/>
    <w:rsid w:val="00A9501E"/>
    <w:rsid w:val="00AA461F"/>
    <w:rsid w:val="00AA522A"/>
    <w:rsid w:val="00AA7550"/>
    <w:rsid w:val="00AA788A"/>
    <w:rsid w:val="00AB1011"/>
    <w:rsid w:val="00AB53DC"/>
    <w:rsid w:val="00AC16D9"/>
    <w:rsid w:val="00AC2AE1"/>
    <w:rsid w:val="00AC2C2D"/>
    <w:rsid w:val="00AC40B3"/>
    <w:rsid w:val="00AC534F"/>
    <w:rsid w:val="00AC5533"/>
    <w:rsid w:val="00AC5677"/>
    <w:rsid w:val="00AC571D"/>
    <w:rsid w:val="00AC7C2A"/>
    <w:rsid w:val="00AD1744"/>
    <w:rsid w:val="00AD2FB8"/>
    <w:rsid w:val="00AD67D6"/>
    <w:rsid w:val="00AE02AE"/>
    <w:rsid w:val="00AE0C42"/>
    <w:rsid w:val="00AE42DE"/>
    <w:rsid w:val="00AE4494"/>
    <w:rsid w:val="00AE60DE"/>
    <w:rsid w:val="00AE619A"/>
    <w:rsid w:val="00AE74E9"/>
    <w:rsid w:val="00AE7642"/>
    <w:rsid w:val="00AE7B0E"/>
    <w:rsid w:val="00AF0B06"/>
    <w:rsid w:val="00AF3129"/>
    <w:rsid w:val="00AF3FE3"/>
    <w:rsid w:val="00AF7F4B"/>
    <w:rsid w:val="00B0277E"/>
    <w:rsid w:val="00B029BF"/>
    <w:rsid w:val="00B053D9"/>
    <w:rsid w:val="00B05E78"/>
    <w:rsid w:val="00B122E1"/>
    <w:rsid w:val="00B1628E"/>
    <w:rsid w:val="00B16DCB"/>
    <w:rsid w:val="00B17E5B"/>
    <w:rsid w:val="00B21573"/>
    <w:rsid w:val="00B2569C"/>
    <w:rsid w:val="00B263CC"/>
    <w:rsid w:val="00B30799"/>
    <w:rsid w:val="00B31AEB"/>
    <w:rsid w:val="00B36F06"/>
    <w:rsid w:val="00B374A5"/>
    <w:rsid w:val="00B44AAB"/>
    <w:rsid w:val="00B45594"/>
    <w:rsid w:val="00B45708"/>
    <w:rsid w:val="00B457A3"/>
    <w:rsid w:val="00B4716E"/>
    <w:rsid w:val="00B4732A"/>
    <w:rsid w:val="00B47D63"/>
    <w:rsid w:val="00B51A58"/>
    <w:rsid w:val="00B52283"/>
    <w:rsid w:val="00B52506"/>
    <w:rsid w:val="00B54D53"/>
    <w:rsid w:val="00B57F7E"/>
    <w:rsid w:val="00B608B6"/>
    <w:rsid w:val="00B62461"/>
    <w:rsid w:val="00B6365A"/>
    <w:rsid w:val="00B65EA6"/>
    <w:rsid w:val="00B71B48"/>
    <w:rsid w:val="00B72444"/>
    <w:rsid w:val="00B72772"/>
    <w:rsid w:val="00B7318C"/>
    <w:rsid w:val="00B73B56"/>
    <w:rsid w:val="00B7415A"/>
    <w:rsid w:val="00B83224"/>
    <w:rsid w:val="00B83AD0"/>
    <w:rsid w:val="00B842A0"/>
    <w:rsid w:val="00B84E48"/>
    <w:rsid w:val="00B863EC"/>
    <w:rsid w:val="00B90567"/>
    <w:rsid w:val="00B908AC"/>
    <w:rsid w:val="00B90B2F"/>
    <w:rsid w:val="00B93E20"/>
    <w:rsid w:val="00B93FCF"/>
    <w:rsid w:val="00B95B40"/>
    <w:rsid w:val="00B9631B"/>
    <w:rsid w:val="00B96512"/>
    <w:rsid w:val="00B96EED"/>
    <w:rsid w:val="00BA5064"/>
    <w:rsid w:val="00BA50F2"/>
    <w:rsid w:val="00BA796F"/>
    <w:rsid w:val="00BA7DCC"/>
    <w:rsid w:val="00BA7F0A"/>
    <w:rsid w:val="00BB26CD"/>
    <w:rsid w:val="00BB302B"/>
    <w:rsid w:val="00BB3FBD"/>
    <w:rsid w:val="00BB4AE3"/>
    <w:rsid w:val="00BB5E52"/>
    <w:rsid w:val="00BC13F1"/>
    <w:rsid w:val="00BC47CE"/>
    <w:rsid w:val="00BC4D0A"/>
    <w:rsid w:val="00BC72E6"/>
    <w:rsid w:val="00BD0DB3"/>
    <w:rsid w:val="00BD1C2F"/>
    <w:rsid w:val="00BD1D24"/>
    <w:rsid w:val="00BD39B2"/>
    <w:rsid w:val="00BD4141"/>
    <w:rsid w:val="00BD48F4"/>
    <w:rsid w:val="00BD4FB7"/>
    <w:rsid w:val="00BD502C"/>
    <w:rsid w:val="00BD56C7"/>
    <w:rsid w:val="00BE1982"/>
    <w:rsid w:val="00BE3E88"/>
    <w:rsid w:val="00BE4A5E"/>
    <w:rsid w:val="00BE64AF"/>
    <w:rsid w:val="00BE7FC7"/>
    <w:rsid w:val="00BF47A4"/>
    <w:rsid w:val="00BF7F8D"/>
    <w:rsid w:val="00C01591"/>
    <w:rsid w:val="00C01F8D"/>
    <w:rsid w:val="00C04862"/>
    <w:rsid w:val="00C054FA"/>
    <w:rsid w:val="00C0639B"/>
    <w:rsid w:val="00C11698"/>
    <w:rsid w:val="00C11AE6"/>
    <w:rsid w:val="00C12A4B"/>
    <w:rsid w:val="00C13238"/>
    <w:rsid w:val="00C16C4A"/>
    <w:rsid w:val="00C223B0"/>
    <w:rsid w:val="00C27342"/>
    <w:rsid w:val="00C303B8"/>
    <w:rsid w:val="00C316FE"/>
    <w:rsid w:val="00C3182F"/>
    <w:rsid w:val="00C35448"/>
    <w:rsid w:val="00C37BBB"/>
    <w:rsid w:val="00C411F4"/>
    <w:rsid w:val="00C41BB2"/>
    <w:rsid w:val="00C42047"/>
    <w:rsid w:val="00C421CA"/>
    <w:rsid w:val="00C466A7"/>
    <w:rsid w:val="00C51368"/>
    <w:rsid w:val="00C54CB5"/>
    <w:rsid w:val="00C559F2"/>
    <w:rsid w:val="00C565CF"/>
    <w:rsid w:val="00C56F9C"/>
    <w:rsid w:val="00C60EF1"/>
    <w:rsid w:val="00C63253"/>
    <w:rsid w:val="00C65F08"/>
    <w:rsid w:val="00C66F26"/>
    <w:rsid w:val="00C66F8D"/>
    <w:rsid w:val="00C703B1"/>
    <w:rsid w:val="00C71267"/>
    <w:rsid w:val="00C72443"/>
    <w:rsid w:val="00C7463C"/>
    <w:rsid w:val="00C77757"/>
    <w:rsid w:val="00C8190C"/>
    <w:rsid w:val="00C82A9F"/>
    <w:rsid w:val="00C845EC"/>
    <w:rsid w:val="00C85423"/>
    <w:rsid w:val="00C8790B"/>
    <w:rsid w:val="00C90C71"/>
    <w:rsid w:val="00C913C9"/>
    <w:rsid w:val="00C91D2D"/>
    <w:rsid w:val="00C9214C"/>
    <w:rsid w:val="00C943A4"/>
    <w:rsid w:val="00C94CE3"/>
    <w:rsid w:val="00C96817"/>
    <w:rsid w:val="00C9693D"/>
    <w:rsid w:val="00C96FF5"/>
    <w:rsid w:val="00C971B5"/>
    <w:rsid w:val="00C972C7"/>
    <w:rsid w:val="00C978C9"/>
    <w:rsid w:val="00CA0C03"/>
    <w:rsid w:val="00CA26DB"/>
    <w:rsid w:val="00CA6203"/>
    <w:rsid w:val="00CB1C85"/>
    <w:rsid w:val="00CB3817"/>
    <w:rsid w:val="00CB3BC8"/>
    <w:rsid w:val="00CB48C5"/>
    <w:rsid w:val="00CB4FB9"/>
    <w:rsid w:val="00CB5502"/>
    <w:rsid w:val="00CB5B85"/>
    <w:rsid w:val="00CB601E"/>
    <w:rsid w:val="00CC2FF2"/>
    <w:rsid w:val="00CC43D8"/>
    <w:rsid w:val="00CC55B4"/>
    <w:rsid w:val="00CC6D6A"/>
    <w:rsid w:val="00CD16A3"/>
    <w:rsid w:val="00CD403E"/>
    <w:rsid w:val="00CD5758"/>
    <w:rsid w:val="00CD66AB"/>
    <w:rsid w:val="00CD77D7"/>
    <w:rsid w:val="00CE084F"/>
    <w:rsid w:val="00CE1AB4"/>
    <w:rsid w:val="00CE5363"/>
    <w:rsid w:val="00CE632A"/>
    <w:rsid w:val="00CF0559"/>
    <w:rsid w:val="00CF05B6"/>
    <w:rsid w:val="00CF12AC"/>
    <w:rsid w:val="00CF2D90"/>
    <w:rsid w:val="00CF3543"/>
    <w:rsid w:val="00CF57FA"/>
    <w:rsid w:val="00CF58B5"/>
    <w:rsid w:val="00CF5A2A"/>
    <w:rsid w:val="00D02AB6"/>
    <w:rsid w:val="00D050C4"/>
    <w:rsid w:val="00D06F23"/>
    <w:rsid w:val="00D10B1A"/>
    <w:rsid w:val="00D122FE"/>
    <w:rsid w:val="00D158D4"/>
    <w:rsid w:val="00D16F3C"/>
    <w:rsid w:val="00D21B3B"/>
    <w:rsid w:val="00D254C0"/>
    <w:rsid w:val="00D25BB9"/>
    <w:rsid w:val="00D26574"/>
    <w:rsid w:val="00D32D80"/>
    <w:rsid w:val="00D32F18"/>
    <w:rsid w:val="00D353F9"/>
    <w:rsid w:val="00D35D53"/>
    <w:rsid w:val="00D375C5"/>
    <w:rsid w:val="00D40567"/>
    <w:rsid w:val="00D4578A"/>
    <w:rsid w:val="00D45A24"/>
    <w:rsid w:val="00D4742D"/>
    <w:rsid w:val="00D5253F"/>
    <w:rsid w:val="00D52600"/>
    <w:rsid w:val="00D54A24"/>
    <w:rsid w:val="00D55BFF"/>
    <w:rsid w:val="00D55D2E"/>
    <w:rsid w:val="00D55F98"/>
    <w:rsid w:val="00D61D8E"/>
    <w:rsid w:val="00D62464"/>
    <w:rsid w:val="00D7039B"/>
    <w:rsid w:val="00D70576"/>
    <w:rsid w:val="00D74F19"/>
    <w:rsid w:val="00D7785F"/>
    <w:rsid w:val="00D812E5"/>
    <w:rsid w:val="00D82B6A"/>
    <w:rsid w:val="00D834B0"/>
    <w:rsid w:val="00D8353B"/>
    <w:rsid w:val="00D83F4F"/>
    <w:rsid w:val="00D83F89"/>
    <w:rsid w:val="00D877C2"/>
    <w:rsid w:val="00D903B0"/>
    <w:rsid w:val="00D91730"/>
    <w:rsid w:val="00D93CA8"/>
    <w:rsid w:val="00D93DD8"/>
    <w:rsid w:val="00D94720"/>
    <w:rsid w:val="00D9677F"/>
    <w:rsid w:val="00D96842"/>
    <w:rsid w:val="00D96BB9"/>
    <w:rsid w:val="00DA275A"/>
    <w:rsid w:val="00DA500D"/>
    <w:rsid w:val="00DA53FB"/>
    <w:rsid w:val="00DA5719"/>
    <w:rsid w:val="00DB1261"/>
    <w:rsid w:val="00DB55D5"/>
    <w:rsid w:val="00DD0ECE"/>
    <w:rsid w:val="00DD193B"/>
    <w:rsid w:val="00DD1F92"/>
    <w:rsid w:val="00DD3708"/>
    <w:rsid w:val="00DD43A4"/>
    <w:rsid w:val="00DD54CC"/>
    <w:rsid w:val="00DD6344"/>
    <w:rsid w:val="00DD72A4"/>
    <w:rsid w:val="00DE1838"/>
    <w:rsid w:val="00DE24D4"/>
    <w:rsid w:val="00DE55FF"/>
    <w:rsid w:val="00DE6830"/>
    <w:rsid w:val="00DE6864"/>
    <w:rsid w:val="00DF07A2"/>
    <w:rsid w:val="00DF0AF6"/>
    <w:rsid w:val="00DF13F9"/>
    <w:rsid w:val="00DF1C03"/>
    <w:rsid w:val="00DF7A4E"/>
    <w:rsid w:val="00E00C2A"/>
    <w:rsid w:val="00E026F4"/>
    <w:rsid w:val="00E030B3"/>
    <w:rsid w:val="00E04C0F"/>
    <w:rsid w:val="00E063BA"/>
    <w:rsid w:val="00E06911"/>
    <w:rsid w:val="00E11920"/>
    <w:rsid w:val="00E11C3A"/>
    <w:rsid w:val="00E12028"/>
    <w:rsid w:val="00E144BE"/>
    <w:rsid w:val="00E152B2"/>
    <w:rsid w:val="00E20AF1"/>
    <w:rsid w:val="00E21BA8"/>
    <w:rsid w:val="00E21D72"/>
    <w:rsid w:val="00E225D2"/>
    <w:rsid w:val="00E2333B"/>
    <w:rsid w:val="00E242B2"/>
    <w:rsid w:val="00E26E8E"/>
    <w:rsid w:val="00E271FD"/>
    <w:rsid w:val="00E2752B"/>
    <w:rsid w:val="00E3078C"/>
    <w:rsid w:val="00E321DD"/>
    <w:rsid w:val="00E3220B"/>
    <w:rsid w:val="00E336BB"/>
    <w:rsid w:val="00E349ED"/>
    <w:rsid w:val="00E36448"/>
    <w:rsid w:val="00E37ACF"/>
    <w:rsid w:val="00E420F1"/>
    <w:rsid w:val="00E4365F"/>
    <w:rsid w:val="00E43E0E"/>
    <w:rsid w:val="00E441DD"/>
    <w:rsid w:val="00E472C0"/>
    <w:rsid w:val="00E47696"/>
    <w:rsid w:val="00E541AC"/>
    <w:rsid w:val="00E55917"/>
    <w:rsid w:val="00E56B20"/>
    <w:rsid w:val="00E5770E"/>
    <w:rsid w:val="00E578B7"/>
    <w:rsid w:val="00E6036D"/>
    <w:rsid w:val="00E67C83"/>
    <w:rsid w:val="00E71CB3"/>
    <w:rsid w:val="00E73870"/>
    <w:rsid w:val="00E74E67"/>
    <w:rsid w:val="00E756E7"/>
    <w:rsid w:val="00E821E2"/>
    <w:rsid w:val="00E87FB5"/>
    <w:rsid w:val="00E902EF"/>
    <w:rsid w:val="00E91444"/>
    <w:rsid w:val="00E9166E"/>
    <w:rsid w:val="00E91CC7"/>
    <w:rsid w:val="00E934DD"/>
    <w:rsid w:val="00E93781"/>
    <w:rsid w:val="00E97103"/>
    <w:rsid w:val="00E97426"/>
    <w:rsid w:val="00EA2731"/>
    <w:rsid w:val="00EA6BB6"/>
    <w:rsid w:val="00EB0CDD"/>
    <w:rsid w:val="00EB6A13"/>
    <w:rsid w:val="00EB77C4"/>
    <w:rsid w:val="00EC04A8"/>
    <w:rsid w:val="00EC12B8"/>
    <w:rsid w:val="00EC2D09"/>
    <w:rsid w:val="00EC2E5B"/>
    <w:rsid w:val="00EC5272"/>
    <w:rsid w:val="00EC53B5"/>
    <w:rsid w:val="00EC5DC8"/>
    <w:rsid w:val="00ED29EA"/>
    <w:rsid w:val="00ED6C0D"/>
    <w:rsid w:val="00ED7A94"/>
    <w:rsid w:val="00EE1827"/>
    <w:rsid w:val="00EE2DBF"/>
    <w:rsid w:val="00EE4AF9"/>
    <w:rsid w:val="00EE6687"/>
    <w:rsid w:val="00EE796B"/>
    <w:rsid w:val="00EF0A54"/>
    <w:rsid w:val="00EF0AD6"/>
    <w:rsid w:val="00EF1744"/>
    <w:rsid w:val="00EF21D0"/>
    <w:rsid w:val="00EF3DDB"/>
    <w:rsid w:val="00EF71A1"/>
    <w:rsid w:val="00EF78BD"/>
    <w:rsid w:val="00F01686"/>
    <w:rsid w:val="00F0187A"/>
    <w:rsid w:val="00F050E5"/>
    <w:rsid w:val="00F110CD"/>
    <w:rsid w:val="00F11F58"/>
    <w:rsid w:val="00F12247"/>
    <w:rsid w:val="00F13706"/>
    <w:rsid w:val="00F14AE5"/>
    <w:rsid w:val="00F151D0"/>
    <w:rsid w:val="00F15287"/>
    <w:rsid w:val="00F15C42"/>
    <w:rsid w:val="00F17B0D"/>
    <w:rsid w:val="00F209B5"/>
    <w:rsid w:val="00F2110A"/>
    <w:rsid w:val="00F21F2D"/>
    <w:rsid w:val="00F26470"/>
    <w:rsid w:val="00F272D7"/>
    <w:rsid w:val="00F31CAE"/>
    <w:rsid w:val="00F36271"/>
    <w:rsid w:val="00F367FB"/>
    <w:rsid w:val="00F36A34"/>
    <w:rsid w:val="00F40307"/>
    <w:rsid w:val="00F43242"/>
    <w:rsid w:val="00F440B5"/>
    <w:rsid w:val="00F446A5"/>
    <w:rsid w:val="00F472FA"/>
    <w:rsid w:val="00F53A30"/>
    <w:rsid w:val="00F54760"/>
    <w:rsid w:val="00F560AE"/>
    <w:rsid w:val="00F6066C"/>
    <w:rsid w:val="00F6106B"/>
    <w:rsid w:val="00F62FB8"/>
    <w:rsid w:val="00F63115"/>
    <w:rsid w:val="00F652D1"/>
    <w:rsid w:val="00F655A0"/>
    <w:rsid w:val="00F6646B"/>
    <w:rsid w:val="00F66980"/>
    <w:rsid w:val="00F67F34"/>
    <w:rsid w:val="00F70AA8"/>
    <w:rsid w:val="00F75B11"/>
    <w:rsid w:val="00F75E87"/>
    <w:rsid w:val="00F760F0"/>
    <w:rsid w:val="00F81960"/>
    <w:rsid w:val="00F8402E"/>
    <w:rsid w:val="00F86E12"/>
    <w:rsid w:val="00F87FC9"/>
    <w:rsid w:val="00F93E02"/>
    <w:rsid w:val="00FA0127"/>
    <w:rsid w:val="00FA1A71"/>
    <w:rsid w:val="00FA31F3"/>
    <w:rsid w:val="00FA397F"/>
    <w:rsid w:val="00FA4A8E"/>
    <w:rsid w:val="00FA4B26"/>
    <w:rsid w:val="00FA7393"/>
    <w:rsid w:val="00FA77A2"/>
    <w:rsid w:val="00FB004B"/>
    <w:rsid w:val="00FB0916"/>
    <w:rsid w:val="00FB0D96"/>
    <w:rsid w:val="00FB20F0"/>
    <w:rsid w:val="00FB3615"/>
    <w:rsid w:val="00FB4FC6"/>
    <w:rsid w:val="00FB5ADC"/>
    <w:rsid w:val="00FB6FCE"/>
    <w:rsid w:val="00FC3EB5"/>
    <w:rsid w:val="00FC46AD"/>
    <w:rsid w:val="00FC4AC7"/>
    <w:rsid w:val="00FC51AA"/>
    <w:rsid w:val="00FC5B6A"/>
    <w:rsid w:val="00FC67E3"/>
    <w:rsid w:val="00FC69D6"/>
    <w:rsid w:val="00FC6F2B"/>
    <w:rsid w:val="00FD1C58"/>
    <w:rsid w:val="00FD3AA0"/>
    <w:rsid w:val="00FD4B5B"/>
    <w:rsid w:val="00FD6D06"/>
    <w:rsid w:val="00FD7806"/>
    <w:rsid w:val="00FE1C01"/>
    <w:rsid w:val="00FE3B23"/>
    <w:rsid w:val="00FE3F85"/>
    <w:rsid w:val="00FE475F"/>
    <w:rsid w:val="00FF1C20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62F603"/>
  <w15:chartTrackingRefBased/>
  <w15:docId w15:val="{C3E1B2F3-8659-1B43-9FC8-557F02A4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3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.~WRD4041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Riches</dc:creator>
  <cp:keywords/>
  <dc:description/>
  <cp:lastModifiedBy>Naomi Riches</cp:lastModifiedBy>
  <cp:revision>3</cp:revision>
  <dcterms:created xsi:type="dcterms:W3CDTF">2024-08-29T19:39:00Z</dcterms:created>
  <dcterms:modified xsi:type="dcterms:W3CDTF">2024-08-29T19:39:00Z</dcterms:modified>
</cp:coreProperties>
</file>